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7DCFD" w14:textId="256DA9E6" w:rsidR="00A500E1" w:rsidRPr="00373EE9" w:rsidRDefault="00A500E1" w:rsidP="00A500E1">
      <w:pPr>
        <w:pStyle w:val="HeaderDeckblatt"/>
        <w:rPr>
          <w:lang w:val="de-DE"/>
        </w:rPr>
      </w:pPr>
      <w:bookmarkStart w:id="0" w:name="_Toc158887471"/>
      <w:r w:rsidRPr="00373EE9">
        <w:rPr>
          <w:lang w:val="de-DE"/>
        </w:rPr>
        <w:t>OXID eSales</w:t>
      </w:r>
      <w:r w:rsidRPr="00373EE9">
        <w:rPr>
          <w:lang w:val="de-DE"/>
        </w:rPr>
        <w:br/>
        <w:t>Dokumentation</w:t>
      </w:r>
    </w:p>
    <w:p w14:paraId="2885A3FD" w14:textId="77777777" w:rsidR="00A500E1" w:rsidRPr="00373EE9" w:rsidRDefault="00A500E1" w:rsidP="00A500E1">
      <w:pPr>
        <w:pStyle w:val="HeaderDeckblatt"/>
        <w:spacing w:before="0" w:line="240" w:lineRule="auto"/>
        <w:rPr>
          <w:lang w:val="de-DE"/>
        </w:rPr>
      </w:pPr>
    </w:p>
    <w:p w14:paraId="29F0DEBA" w14:textId="77777777" w:rsidR="00A4067F" w:rsidRPr="00373EE9" w:rsidRDefault="00A4067F" w:rsidP="00A500E1">
      <w:pPr>
        <w:pStyle w:val="HeaderDeckblatt"/>
        <w:spacing w:before="0" w:line="240" w:lineRule="auto"/>
        <w:rPr>
          <w:lang w:val="de-DE"/>
        </w:rPr>
      </w:pPr>
    </w:p>
    <w:p w14:paraId="189D59CB" w14:textId="2D4DB75F" w:rsidR="00FE09C3" w:rsidRPr="00373EE9" w:rsidRDefault="00812723" w:rsidP="00A500E1">
      <w:pPr>
        <w:pStyle w:val="HeaderDeckblatt"/>
        <w:spacing w:before="0" w:line="240" w:lineRule="auto"/>
        <w:rPr>
          <w:lang w:val="de-DE"/>
        </w:rPr>
        <w:sectPr w:rsidR="00FE09C3" w:rsidRPr="00373EE9" w:rsidSect="008F307F">
          <w:headerReference w:type="default" r:id="rId8"/>
          <w:footerReference w:type="even" r:id="rId9"/>
          <w:footerReference w:type="default" r:id="rId10"/>
          <w:headerReference w:type="first" r:id="rId11"/>
          <w:footerReference w:type="first" r:id="rId12"/>
          <w:pgSz w:w="11906" w:h="16838" w:code="9"/>
          <w:pgMar w:top="2552" w:right="851" w:bottom="1701" w:left="1418" w:header="0" w:footer="0" w:gutter="0"/>
          <w:cols w:space="708"/>
          <w:titlePg/>
          <w:docGrid w:linePitch="360"/>
        </w:sectPr>
      </w:pPr>
      <w:r>
        <w:rPr>
          <w:lang w:val="de-DE"/>
        </w:rPr>
        <w:t>Benutzerhandbuch</w:t>
      </w:r>
      <w:r w:rsidR="00A500E1" w:rsidRPr="00373EE9">
        <w:rPr>
          <w:lang w:val="de-DE"/>
        </w:rPr>
        <w:t xml:space="preserve"> Modul </w:t>
      </w:r>
      <w:r w:rsidR="00A4067F" w:rsidRPr="00373EE9">
        <w:rPr>
          <w:lang w:val="de-DE"/>
        </w:rPr>
        <w:t>PayPal</w:t>
      </w:r>
    </w:p>
    <w:p w14:paraId="678A7A84" w14:textId="77777777" w:rsidR="00DD2F3B" w:rsidRPr="00373EE9" w:rsidRDefault="00DD2F3B" w:rsidP="00DD2F3B">
      <w:pPr>
        <w:pStyle w:val="berschrift"/>
        <w:rPr>
          <w:lang w:val="de-DE"/>
        </w:rPr>
      </w:pPr>
      <w:bookmarkStart w:id="1" w:name="_Toc165112072"/>
      <w:bookmarkStart w:id="2" w:name="_Toc185061112"/>
      <w:bookmarkStart w:id="3" w:name="_Toc489602883"/>
      <w:r w:rsidRPr="00373EE9">
        <w:rPr>
          <w:lang w:val="de-DE"/>
        </w:rPr>
        <w:lastRenderedPageBreak/>
        <w:t>Copyright</w:t>
      </w:r>
      <w:bookmarkEnd w:id="0"/>
      <w:bookmarkEnd w:id="1"/>
      <w:bookmarkEnd w:id="2"/>
      <w:bookmarkEnd w:id="3"/>
    </w:p>
    <w:p w14:paraId="468AF584" w14:textId="77777777" w:rsidR="00DD2F3B" w:rsidRPr="00373EE9" w:rsidRDefault="00DD2F3B" w:rsidP="000F237A">
      <w:r w:rsidRPr="00373EE9">
        <w:t xml:space="preserve">Copyright © </w:t>
      </w:r>
      <w:r w:rsidR="0059008D" w:rsidRPr="00373EE9">
        <w:fldChar w:fldCharType="begin"/>
      </w:r>
      <w:r w:rsidR="00436E8E" w:rsidRPr="00373EE9">
        <w:instrText xml:space="preserve"> DATE  \@ "yyyy"  \* MERGEFORMAT </w:instrText>
      </w:r>
      <w:r w:rsidR="0059008D" w:rsidRPr="00373EE9">
        <w:fldChar w:fldCharType="separate"/>
      </w:r>
      <w:r w:rsidR="003B6EC4">
        <w:rPr>
          <w:noProof/>
        </w:rPr>
        <w:t>2018</w:t>
      </w:r>
      <w:r w:rsidR="0059008D" w:rsidRPr="00373EE9">
        <w:rPr>
          <w:noProof/>
        </w:rPr>
        <w:fldChar w:fldCharType="end"/>
      </w:r>
      <w:r w:rsidRPr="00373EE9">
        <w:t xml:space="preserve"> OXID eSales </w:t>
      </w:r>
      <w:r w:rsidR="00921477" w:rsidRPr="00373EE9">
        <w:t>AG</w:t>
      </w:r>
      <w:r w:rsidRPr="00373EE9">
        <w:t>, Deutschland</w:t>
      </w:r>
    </w:p>
    <w:p w14:paraId="5BF9A171" w14:textId="77777777" w:rsidR="00DD2F3B" w:rsidRPr="00373EE9" w:rsidRDefault="00DD2F3B" w:rsidP="000F237A">
      <w:pPr>
        <w:rPr>
          <w:rStyle w:val="BesuchterHyperlink"/>
        </w:rPr>
      </w:pPr>
      <w:r w:rsidRPr="00373EE9">
        <w:t xml:space="preserve">Die Vervielfältigung dieses Dokuments </w:t>
      </w:r>
      <w:r w:rsidRPr="00373EE9">
        <w:rPr>
          <w:rStyle w:val="BesuchterHyperlink"/>
        </w:rPr>
        <w:t>oder Teilen davon, insbesondere die Verwendung von</w:t>
      </w:r>
    </w:p>
    <w:p w14:paraId="12B359C0" w14:textId="77777777" w:rsidR="00DD2F3B" w:rsidRPr="00373EE9" w:rsidRDefault="00DD2F3B" w:rsidP="000F237A">
      <w:pPr>
        <w:rPr>
          <w:rStyle w:val="BesuchterHyperlink"/>
        </w:rPr>
      </w:pPr>
      <w:r w:rsidRPr="00373EE9">
        <w:rPr>
          <w:rStyle w:val="BesuchterHyperlink"/>
        </w:rPr>
        <w:t>Texten oder Textteilen bedarf der ausdrücklichen vorherigen Zustimmung der OXID eSales</w:t>
      </w:r>
    </w:p>
    <w:p w14:paraId="0586CB3C" w14:textId="77777777" w:rsidR="00DD2F3B" w:rsidRPr="00373EE9" w:rsidRDefault="00921477" w:rsidP="000F237A">
      <w:pPr>
        <w:rPr>
          <w:rStyle w:val="BesuchterHyperlink"/>
        </w:rPr>
      </w:pPr>
      <w:r w:rsidRPr="00373EE9">
        <w:rPr>
          <w:rStyle w:val="BesuchterHyperlink"/>
        </w:rPr>
        <w:t>AG</w:t>
      </w:r>
      <w:r w:rsidR="00DD2F3B" w:rsidRPr="00373EE9">
        <w:rPr>
          <w:rStyle w:val="BesuchterHyperlink"/>
        </w:rPr>
        <w:t>.</w:t>
      </w:r>
    </w:p>
    <w:p w14:paraId="225FDF3E" w14:textId="77777777" w:rsidR="00A35D79" w:rsidRPr="00373EE9" w:rsidRDefault="00A35D79" w:rsidP="000F237A">
      <w:pPr>
        <w:rPr>
          <w:rStyle w:val="BesuchterHyperlink"/>
        </w:rPr>
      </w:pPr>
    </w:p>
    <w:p w14:paraId="5E73259A" w14:textId="77777777" w:rsidR="00DD2F3B" w:rsidRPr="00373EE9" w:rsidRDefault="00DD2F3B" w:rsidP="000F237A">
      <w:r w:rsidRPr="00373EE9">
        <w:t>Die in diesem Dokument bereit gestellten Informationen wurden nach aktuellem Stand der</w:t>
      </w:r>
    </w:p>
    <w:p w14:paraId="02766322" w14:textId="77777777" w:rsidR="00DD2F3B" w:rsidRPr="00373EE9" w:rsidRDefault="00DD2F3B" w:rsidP="000F237A">
      <w:r w:rsidRPr="00373EE9">
        <w:t xml:space="preserve">Technik verfasst. Die OXID eSales </w:t>
      </w:r>
      <w:r w:rsidR="00921477" w:rsidRPr="00373EE9">
        <w:t>AG</w:t>
      </w:r>
      <w:r w:rsidRPr="00373EE9">
        <w:t xml:space="preserve"> übernimmt jedoch keine Haftung oder Garantie für</w:t>
      </w:r>
    </w:p>
    <w:p w14:paraId="12C5CF32" w14:textId="77777777" w:rsidR="00DD2F3B" w:rsidRPr="00373EE9" w:rsidRDefault="00DD2F3B" w:rsidP="000F237A">
      <w:r w:rsidRPr="00373EE9">
        <w:t>die Aktualität, Richtigkeit und Vollständigkeit der bereit gestellten Informationen. Da sich</w:t>
      </w:r>
    </w:p>
    <w:p w14:paraId="49AA5B5A" w14:textId="77777777" w:rsidR="00DD2F3B" w:rsidRPr="00373EE9" w:rsidRDefault="00DD2F3B" w:rsidP="00713DCC">
      <w:r w:rsidRPr="00373EE9">
        <w:t>Fehler, trotz aller Bemühungen nie vollständig vermeiden lassen, sind wir für Hinweise</w:t>
      </w:r>
    </w:p>
    <w:p w14:paraId="5BEC2B91" w14:textId="4123F2E5" w:rsidR="00A35D79" w:rsidRPr="00373EE9" w:rsidRDefault="00DD2F3B" w:rsidP="000F237A">
      <w:r w:rsidRPr="00373EE9">
        <w:t>jederzeit dankbar.</w:t>
      </w:r>
    </w:p>
    <w:p w14:paraId="0E504341" w14:textId="4214508E" w:rsidR="00A35D79" w:rsidRPr="00373EE9" w:rsidRDefault="00A35D79" w:rsidP="00A35D79">
      <w:pPr>
        <w:pStyle w:val="berschrift"/>
        <w:rPr>
          <w:lang w:val="de-DE"/>
        </w:rPr>
      </w:pPr>
      <w:bookmarkStart w:id="4" w:name="_Toc489602884"/>
      <w:r w:rsidRPr="00373EE9">
        <w:rPr>
          <w:lang w:val="de-DE"/>
        </w:rPr>
        <w:t>Lizenz</w:t>
      </w:r>
      <w:bookmarkEnd w:id="4"/>
    </w:p>
    <w:p w14:paraId="7F3FD25D" w14:textId="77777777" w:rsidR="00A35D79" w:rsidRPr="00373EE9" w:rsidRDefault="00A35D79" w:rsidP="00A35D79">
      <w:r w:rsidRPr="00373EE9">
        <w:t>Die Lizensierung der Software ist abhängig von der eingesetzten Shop-Edition.</w:t>
      </w:r>
    </w:p>
    <w:p w14:paraId="4E763E1C" w14:textId="77777777" w:rsidR="00A35D79" w:rsidRPr="00373EE9" w:rsidRDefault="00A35D79" w:rsidP="00A35D79"/>
    <w:p w14:paraId="2939899F" w14:textId="671DDD29" w:rsidR="00A35D79" w:rsidRPr="00373EE9" w:rsidRDefault="00A35D79" w:rsidP="00A35D79">
      <w:r w:rsidRPr="00373EE9">
        <w:t xml:space="preserve">Die Software für den OXID eShop Community Edition wird unter der GNU General Public </w:t>
      </w:r>
      <w:proofErr w:type="spellStart"/>
      <w:r w:rsidRPr="00373EE9">
        <w:t>License</w:t>
      </w:r>
      <w:proofErr w:type="spellEnd"/>
      <w:r w:rsidRPr="00373EE9">
        <w:t xml:space="preserve"> v3 veröf</w:t>
      </w:r>
      <w:r w:rsidR="008837ED">
        <w:softHyphen/>
      </w:r>
      <w:r w:rsidRPr="00373EE9">
        <w:t xml:space="preserve">fentlicht. Sie dürfen </w:t>
      </w:r>
      <w:r w:rsidR="00897C1F">
        <w:t>diese</w:t>
      </w:r>
      <w:r w:rsidRPr="00373EE9">
        <w:t xml:space="preserve"> entsprechend den von der Free Software </w:t>
      </w:r>
      <w:proofErr w:type="spellStart"/>
      <w:r w:rsidRPr="00373EE9">
        <w:t>Foundation</w:t>
      </w:r>
      <w:proofErr w:type="spellEnd"/>
      <w:r w:rsidRPr="00373EE9">
        <w:t xml:space="preserve"> herausgegebenen Lizenz</w:t>
      </w:r>
      <w:r w:rsidR="008837ED">
        <w:softHyphen/>
      </w:r>
      <w:r w:rsidRPr="00373EE9">
        <w:t>bedingungen weiter veröffentlichen und/oder verändern. Die rechtsgültigen Lizenzbedingungen für die Weitergabe von Software, die der GNU GPL unterliegt, entnehmen Sie bitte dem englischen Or</w:t>
      </w:r>
      <w:r w:rsidR="00745C1C" w:rsidRPr="00373EE9">
        <w:t>i</w:t>
      </w:r>
      <w:r w:rsidRPr="00373EE9">
        <w:t>ginaltext unter http://www.gnu.org/licenses/gpl.html.</w:t>
      </w:r>
    </w:p>
    <w:p w14:paraId="1F615D40" w14:textId="77777777" w:rsidR="00A35D79" w:rsidRPr="00373EE9" w:rsidRDefault="00A35D79" w:rsidP="00A35D79"/>
    <w:p w14:paraId="75431479" w14:textId="77777777" w:rsidR="00A35D79" w:rsidRPr="00373EE9" w:rsidRDefault="00A35D79" w:rsidP="00A35D79">
      <w:r w:rsidRPr="00373EE9">
        <w:t xml:space="preserve">Die Software für den OXID eShop Professional und Enterprise Edition wird unter kommerzieller Lizenz veröffentlicht. Die alleinigen Rechte an der Software liegen ausschließlich bei der OXID eSales AG. Eine </w:t>
      </w:r>
      <w:proofErr w:type="spellStart"/>
      <w:r w:rsidRPr="00373EE9">
        <w:t>Dekompilierung</w:t>
      </w:r>
      <w:proofErr w:type="spellEnd"/>
      <w:r w:rsidRPr="00373EE9">
        <w:t xml:space="preserve"> des Quellcodes, unerlaubte Vervielfältigung sowie die Weitergabe an</w:t>
      </w:r>
    </w:p>
    <w:p w14:paraId="3830C578" w14:textId="0E4534C6" w:rsidR="00A35D79" w:rsidRPr="00373EE9" w:rsidRDefault="00A35D79" w:rsidP="00A35D79">
      <w:r w:rsidRPr="00373EE9">
        <w:t>Dritte ist nicht gestattet. Zuwiderhandlungen werden ausnahmslos zur Anzeige gebracht und strafrecht</w:t>
      </w:r>
      <w:r w:rsidR="008837ED">
        <w:softHyphen/>
      </w:r>
      <w:r w:rsidRPr="00373EE9">
        <w:t>lich verfolgt.</w:t>
      </w:r>
    </w:p>
    <w:p w14:paraId="2F638868" w14:textId="77777777" w:rsidR="00A35D79" w:rsidRPr="00373EE9" w:rsidRDefault="00A35D79">
      <w:pPr>
        <w:spacing w:line="240" w:lineRule="auto"/>
      </w:pPr>
      <w:r w:rsidRPr="00373EE9">
        <w:br w:type="page"/>
      </w:r>
    </w:p>
    <w:p w14:paraId="5C9DD37E" w14:textId="77777777" w:rsidR="00B32B69" w:rsidRPr="00373EE9" w:rsidRDefault="00B32B69" w:rsidP="00B32B69">
      <w:pPr>
        <w:pStyle w:val="berschrift"/>
        <w:rPr>
          <w:lang w:val="de-DE"/>
        </w:rPr>
      </w:pPr>
      <w:bookmarkStart w:id="5" w:name="_Toc158887472"/>
      <w:bookmarkStart w:id="6" w:name="_Toc165112073"/>
      <w:bookmarkStart w:id="7" w:name="_Toc185061113"/>
      <w:bookmarkStart w:id="8" w:name="_Toc189641415"/>
      <w:bookmarkStart w:id="9" w:name="_Toc223771708"/>
      <w:bookmarkStart w:id="10" w:name="_Toc223935712"/>
      <w:bookmarkStart w:id="11" w:name="_Toc230412497"/>
      <w:bookmarkStart w:id="12" w:name="_Toc489602885"/>
      <w:bookmarkStart w:id="13" w:name="_Toc158887473"/>
      <w:bookmarkStart w:id="14" w:name="_Toc165112074"/>
      <w:bookmarkStart w:id="15" w:name="_Toc185061114"/>
      <w:r w:rsidRPr="00373EE9">
        <w:rPr>
          <w:lang w:val="de-DE"/>
        </w:rPr>
        <w:lastRenderedPageBreak/>
        <w:t>Konventionen</w:t>
      </w:r>
      <w:bookmarkEnd w:id="5"/>
      <w:bookmarkEnd w:id="6"/>
      <w:bookmarkEnd w:id="7"/>
      <w:bookmarkEnd w:id="8"/>
      <w:bookmarkEnd w:id="9"/>
      <w:bookmarkEnd w:id="10"/>
      <w:bookmarkEnd w:id="11"/>
      <w:bookmarkEnd w:id="12"/>
    </w:p>
    <w:p w14:paraId="2DC77618" w14:textId="77777777" w:rsidR="00B32B69" w:rsidRPr="00373EE9" w:rsidRDefault="00B32B69" w:rsidP="00B32B69">
      <w:r w:rsidRPr="00373EE9">
        <w:t>In diesem Dokument werden die folgenden typographischen Konventionen verwendet:</w:t>
      </w:r>
    </w:p>
    <w:p w14:paraId="580A5115" w14:textId="77777777" w:rsidR="00B32B69" w:rsidRPr="00373EE9" w:rsidRDefault="00B32B69" w:rsidP="00B32B69">
      <w:r w:rsidRPr="00373EE9">
        <w:rPr>
          <w:rStyle w:val="BenutzereingabenundCodeZchn"/>
        </w:rPr>
        <w:t>Grau hinterlegte Proportionalschrift</w:t>
      </w:r>
    </w:p>
    <w:p w14:paraId="1ED56EB8" w14:textId="77777777" w:rsidR="00B32B69" w:rsidRPr="00373EE9" w:rsidRDefault="00B32B69" w:rsidP="00B32B69">
      <w:r w:rsidRPr="00373EE9">
        <w:tab/>
        <w:t>Für Benutzereingaben, Quellcode und URLs</w:t>
      </w:r>
    </w:p>
    <w:p w14:paraId="7D054562" w14:textId="77777777" w:rsidR="00B32B69" w:rsidRPr="00373EE9" w:rsidRDefault="00B32B69" w:rsidP="00B32B69">
      <w:pPr>
        <w:pStyle w:val="DateinamenundPfade"/>
      </w:pPr>
      <w:r w:rsidRPr="00373EE9">
        <w:t>Graue Kursivschrift</w:t>
      </w:r>
    </w:p>
    <w:p w14:paraId="4E43B7D0" w14:textId="77777777" w:rsidR="00B32B69" w:rsidRPr="00373EE9" w:rsidRDefault="00B32B69" w:rsidP="00B32B69">
      <w:r w:rsidRPr="00373EE9">
        <w:tab/>
        <w:t>Für Dateinamen und Pfade</w:t>
      </w:r>
    </w:p>
    <w:p w14:paraId="16EF801B" w14:textId="77777777" w:rsidR="00B32B69" w:rsidRPr="00373EE9" w:rsidRDefault="00B32B69" w:rsidP="00B32B69">
      <w:pPr>
        <w:pStyle w:val="EingabefelderundNavigationsschritte"/>
      </w:pPr>
      <w:r w:rsidRPr="00373EE9">
        <w:t>Fettschrift</w:t>
      </w:r>
    </w:p>
    <w:p w14:paraId="7D12419B" w14:textId="77777777" w:rsidR="00B32B69" w:rsidRPr="00373EE9" w:rsidRDefault="00B32B69" w:rsidP="00B32B69">
      <w:r w:rsidRPr="00373EE9">
        <w:tab/>
        <w:t>Für Eingabefelder und Navigationsschritte</w:t>
      </w:r>
    </w:p>
    <w:p w14:paraId="406BC12F" w14:textId="77777777" w:rsidR="00B32B69" w:rsidRPr="00373EE9" w:rsidRDefault="00B32B69" w:rsidP="00B32B69">
      <w:pPr>
        <w:pStyle w:val="Warnungen"/>
      </w:pPr>
      <w:r w:rsidRPr="00373EE9">
        <w:t>Fettschrift dunkelrot</w:t>
      </w:r>
    </w:p>
    <w:p w14:paraId="00DEF4E1" w14:textId="77777777" w:rsidR="00B32B69" w:rsidRPr="00373EE9" w:rsidRDefault="00B32B69" w:rsidP="00B32B69">
      <w:r w:rsidRPr="00373EE9">
        <w:tab/>
        <w:t>Für Warnungen und wichtige Hinweise</w:t>
      </w:r>
    </w:p>
    <w:p w14:paraId="04651630" w14:textId="77777777" w:rsidR="00163DC4" w:rsidRPr="00373EE9" w:rsidRDefault="00CE54CA" w:rsidP="00CE54CA">
      <w:pPr>
        <w:pStyle w:val="berschrift"/>
        <w:rPr>
          <w:lang w:val="de-DE"/>
        </w:rPr>
      </w:pPr>
      <w:bookmarkStart w:id="16" w:name="_Toc489602886"/>
      <w:r w:rsidRPr="00373EE9">
        <w:rPr>
          <w:lang w:val="de-DE"/>
        </w:rPr>
        <w:t>Impressum</w:t>
      </w:r>
      <w:bookmarkEnd w:id="13"/>
      <w:bookmarkEnd w:id="14"/>
      <w:bookmarkEnd w:id="15"/>
      <w:bookmarkEnd w:id="16"/>
    </w:p>
    <w:p w14:paraId="3510D6A1" w14:textId="77777777" w:rsidR="00E41748" w:rsidRPr="00373EE9" w:rsidRDefault="00E41748" w:rsidP="00E41748">
      <w:r w:rsidRPr="00373EE9">
        <w:t>OXID eSales AG</w:t>
      </w:r>
    </w:p>
    <w:p w14:paraId="62069D62" w14:textId="77777777" w:rsidR="00E41748" w:rsidRPr="00373EE9" w:rsidRDefault="00E41748" w:rsidP="00E41748">
      <w:proofErr w:type="spellStart"/>
      <w:r w:rsidRPr="00373EE9">
        <w:t>Bertoldstraße</w:t>
      </w:r>
      <w:proofErr w:type="spellEnd"/>
      <w:r w:rsidRPr="00373EE9">
        <w:t xml:space="preserve"> 48</w:t>
      </w:r>
    </w:p>
    <w:p w14:paraId="32D0B0AD" w14:textId="77777777" w:rsidR="00E41748" w:rsidRPr="00373EE9" w:rsidRDefault="00E41748" w:rsidP="00E41748">
      <w:r w:rsidRPr="00373EE9">
        <w:t xml:space="preserve">79098 Freiburg </w:t>
      </w:r>
    </w:p>
    <w:p w14:paraId="0B16A695" w14:textId="77777777" w:rsidR="00E41748" w:rsidRPr="00373EE9" w:rsidRDefault="00E41748" w:rsidP="00E41748">
      <w:r w:rsidRPr="00373EE9">
        <w:t>Deutschland</w:t>
      </w:r>
    </w:p>
    <w:p w14:paraId="7F014B69" w14:textId="77777777" w:rsidR="00E41748" w:rsidRPr="00373EE9" w:rsidRDefault="00E41748" w:rsidP="00E41748">
      <w:r w:rsidRPr="00373EE9">
        <w:t>Fon: +49 (761) 36889 0</w:t>
      </w:r>
    </w:p>
    <w:p w14:paraId="6FB6FE91" w14:textId="77777777" w:rsidR="00E41748" w:rsidRPr="00373EE9" w:rsidRDefault="00E41748" w:rsidP="00E41748">
      <w:r w:rsidRPr="00373EE9">
        <w:t>Fax: +49 (761) 36889 29</w:t>
      </w:r>
    </w:p>
    <w:p w14:paraId="4749DC8F" w14:textId="0E4345B1" w:rsidR="00301E5A" w:rsidRDefault="00E41748" w:rsidP="00E41748">
      <w:r w:rsidRPr="00373EE9">
        <w:t>Vorstand: Roland Fesenmayr (Vorsitzender)</w:t>
      </w:r>
      <w:r w:rsidR="003A254B">
        <w:t>, Dr. Oliver Ciupke</w:t>
      </w:r>
    </w:p>
    <w:p w14:paraId="6E5123DD" w14:textId="779F31FD" w:rsidR="00E41748" w:rsidRPr="00373EE9" w:rsidRDefault="00E41748" w:rsidP="00E41748">
      <w:r w:rsidRPr="00373EE9">
        <w:t xml:space="preserve">Aufsichtsrat: </w:t>
      </w:r>
      <w:r w:rsidR="003C0621" w:rsidRPr="00373EE9">
        <w:t xml:space="preserve">Michael </w:t>
      </w:r>
      <w:proofErr w:type="spellStart"/>
      <w:r w:rsidR="003C0621" w:rsidRPr="00373EE9">
        <w:t>Schlenk</w:t>
      </w:r>
      <w:proofErr w:type="spellEnd"/>
      <w:r w:rsidR="003C0621" w:rsidRPr="00373EE9">
        <w:t xml:space="preserve"> </w:t>
      </w:r>
      <w:r w:rsidRPr="00373EE9">
        <w:t>(Vorsitzender)</w:t>
      </w:r>
    </w:p>
    <w:p w14:paraId="39D9D8B6" w14:textId="77777777" w:rsidR="00E41748" w:rsidRPr="00373EE9" w:rsidRDefault="00E41748" w:rsidP="00E41748">
      <w:r w:rsidRPr="00373EE9">
        <w:t>Sitz: Freiburg</w:t>
      </w:r>
    </w:p>
    <w:p w14:paraId="755B88AB" w14:textId="77777777" w:rsidR="00E41748" w:rsidRPr="00373EE9" w:rsidRDefault="00E41748" w:rsidP="00E41748">
      <w:r w:rsidRPr="00373EE9">
        <w:t xml:space="preserve">Amtsgericht Freiburg i. </w:t>
      </w:r>
      <w:proofErr w:type="spellStart"/>
      <w:r w:rsidRPr="00373EE9">
        <w:t>Brg</w:t>
      </w:r>
      <w:proofErr w:type="spellEnd"/>
      <w:r w:rsidRPr="00373EE9">
        <w:t>.</w:t>
      </w:r>
    </w:p>
    <w:p w14:paraId="5396FE0F" w14:textId="77777777" w:rsidR="00784518" w:rsidRPr="00373EE9" w:rsidRDefault="00E41748" w:rsidP="00E41748">
      <w:r w:rsidRPr="00373EE9">
        <w:t>HRB 701648</w:t>
      </w:r>
    </w:p>
    <w:p w14:paraId="629D5BB1" w14:textId="77777777" w:rsidR="00A500E1" w:rsidRPr="00373EE9" w:rsidRDefault="00DD2F3B" w:rsidP="00F006DD">
      <w:pPr>
        <w:pStyle w:val="berschrift"/>
        <w:rPr>
          <w:lang w:val="de-DE"/>
        </w:rPr>
      </w:pPr>
      <w:r w:rsidRPr="00373EE9">
        <w:rPr>
          <w:lang w:val="de-DE"/>
        </w:rPr>
        <w:br w:type="page"/>
      </w:r>
      <w:bookmarkStart w:id="17" w:name="_Toc158887474"/>
      <w:bookmarkStart w:id="18" w:name="_Toc165112075"/>
      <w:bookmarkStart w:id="19" w:name="_Toc185061115"/>
      <w:bookmarkStart w:id="20" w:name="_Toc189641417"/>
      <w:bookmarkStart w:id="21" w:name="_Toc489602887"/>
      <w:r w:rsidR="00A500E1" w:rsidRPr="00373EE9">
        <w:rPr>
          <w:lang w:val="de-DE"/>
        </w:rPr>
        <w:lastRenderedPageBreak/>
        <w:t>Inhalts</w:t>
      </w:r>
      <w:bookmarkEnd w:id="17"/>
      <w:bookmarkEnd w:id="18"/>
      <w:r w:rsidR="00A500E1" w:rsidRPr="00373EE9">
        <w:rPr>
          <w:lang w:val="de-DE"/>
        </w:rPr>
        <w:t>verzeichnis</w:t>
      </w:r>
      <w:bookmarkEnd w:id="19"/>
      <w:bookmarkEnd w:id="20"/>
      <w:bookmarkEnd w:id="21"/>
    </w:p>
    <w:p w14:paraId="1D0934F5" w14:textId="77777777" w:rsidR="002C3C8D" w:rsidRDefault="0059008D">
      <w:pPr>
        <w:pStyle w:val="Verzeichnis1"/>
        <w:rPr>
          <w:rFonts w:asciiTheme="minorHAnsi" w:eastAsiaTheme="minorEastAsia" w:hAnsiTheme="minorHAnsi" w:cstheme="minorBidi"/>
          <w:noProof/>
          <w:sz w:val="22"/>
          <w:szCs w:val="22"/>
        </w:rPr>
      </w:pPr>
      <w:r w:rsidRPr="00373EE9">
        <w:rPr>
          <w:rFonts w:cs="Arial"/>
          <w:b/>
          <w:bCs/>
          <w:color w:val="333333"/>
          <w:kern w:val="32"/>
          <w:szCs w:val="18"/>
        </w:rPr>
        <w:fldChar w:fldCharType="begin"/>
      </w:r>
      <w:r w:rsidR="00446FCC" w:rsidRPr="00373EE9">
        <w:rPr>
          <w:rFonts w:cs="Arial"/>
          <w:b/>
          <w:bCs/>
          <w:color w:val="333333"/>
          <w:kern w:val="32"/>
          <w:szCs w:val="18"/>
        </w:rPr>
        <w:instrText xml:space="preserve"> TOC \o "1-3" \h \z \u </w:instrText>
      </w:r>
      <w:r w:rsidRPr="00373EE9">
        <w:rPr>
          <w:rFonts w:cs="Arial"/>
          <w:b/>
          <w:bCs/>
          <w:color w:val="333333"/>
          <w:kern w:val="32"/>
          <w:szCs w:val="18"/>
        </w:rPr>
        <w:fldChar w:fldCharType="separate"/>
      </w:r>
      <w:hyperlink w:anchor="_Toc489602883" w:history="1">
        <w:r w:rsidR="002C3C8D" w:rsidRPr="007D5167">
          <w:rPr>
            <w:rStyle w:val="Hyperlink"/>
            <w:noProof/>
          </w:rPr>
          <w:t>Copyright</w:t>
        </w:r>
        <w:r w:rsidR="002C3C8D">
          <w:rPr>
            <w:noProof/>
            <w:webHidden/>
          </w:rPr>
          <w:tab/>
        </w:r>
        <w:r w:rsidR="002C3C8D">
          <w:rPr>
            <w:noProof/>
            <w:webHidden/>
          </w:rPr>
          <w:fldChar w:fldCharType="begin"/>
        </w:r>
        <w:r w:rsidR="002C3C8D">
          <w:rPr>
            <w:noProof/>
            <w:webHidden/>
          </w:rPr>
          <w:instrText xml:space="preserve"> PAGEREF _Toc489602883 \h </w:instrText>
        </w:r>
        <w:r w:rsidR="002C3C8D">
          <w:rPr>
            <w:noProof/>
            <w:webHidden/>
          </w:rPr>
        </w:r>
        <w:r w:rsidR="002C3C8D">
          <w:rPr>
            <w:noProof/>
            <w:webHidden/>
          </w:rPr>
          <w:fldChar w:fldCharType="separate"/>
        </w:r>
        <w:r w:rsidR="003B6EC4">
          <w:rPr>
            <w:noProof/>
            <w:webHidden/>
          </w:rPr>
          <w:t>2</w:t>
        </w:r>
        <w:r w:rsidR="002C3C8D">
          <w:rPr>
            <w:noProof/>
            <w:webHidden/>
          </w:rPr>
          <w:fldChar w:fldCharType="end"/>
        </w:r>
      </w:hyperlink>
    </w:p>
    <w:p w14:paraId="05414F3C" w14:textId="77777777" w:rsidR="002C3C8D" w:rsidRDefault="00490432">
      <w:pPr>
        <w:pStyle w:val="Verzeichnis1"/>
        <w:rPr>
          <w:rFonts w:asciiTheme="minorHAnsi" w:eastAsiaTheme="minorEastAsia" w:hAnsiTheme="minorHAnsi" w:cstheme="minorBidi"/>
          <w:noProof/>
          <w:sz w:val="22"/>
          <w:szCs w:val="22"/>
        </w:rPr>
      </w:pPr>
      <w:hyperlink w:anchor="_Toc489602884" w:history="1">
        <w:r w:rsidR="002C3C8D" w:rsidRPr="007D5167">
          <w:rPr>
            <w:rStyle w:val="Hyperlink"/>
            <w:noProof/>
          </w:rPr>
          <w:t>Lizenz</w:t>
        </w:r>
        <w:r w:rsidR="002C3C8D">
          <w:rPr>
            <w:noProof/>
            <w:webHidden/>
          </w:rPr>
          <w:tab/>
        </w:r>
        <w:r w:rsidR="002C3C8D">
          <w:rPr>
            <w:noProof/>
            <w:webHidden/>
          </w:rPr>
          <w:fldChar w:fldCharType="begin"/>
        </w:r>
        <w:r w:rsidR="002C3C8D">
          <w:rPr>
            <w:noProof/>
            <w:webHidden/>
          </w:rPr>
          <w:instrText xml:space="preserve"> PAGEREF _Toc489602884 \h </w:instrText>
        </w:r>
        <w:r w:rsidR="002C3C8D">
          <w:rPr>
            <w:noProof/>
            <w:webHidden/>
          </w:rPr>
        </w:r>
        <w:r w:rsidR="002C3C8D">
          <w:rPr>
            <w:noProof/>
            <w:webHidden/>
          </w:rPr>
          <w:fldChar w:fldCharType="separate"/>
        </w:r>
        <w:r w:rsidR="003B6EC4">
          <w:rPr>
            <w:noProof/>
            <w:webHidden/>
          </w:rPr>
          <w:t>2</w:t>
        </w:r>
        <w:r w:rsidR="002C3C8D">
          <w:rPr>
            <w:noProof/>
            <w:webHidden/>
          </w:rPr>
          <w:fldChar w:fldCharType="end"/>
        </w:r>
      </w:hyperlink>
    </w:p>
    <w:p w14:paraId="35895510" w14:textId="77777777" w:rsidR="002C3C8D" w:rsidRDefault="00490432">
      <w:pPr>
        <w:pStyle w:val="Verzeichnis1"/>
        <w:rPr>
          <w:rFonts w:asciiTheme="minorHAnsi" w:eastAsiaTheme="minorEastAsia" w:hAnsiTheme="minorHAnsi" w:cstheme="minorBidi"/>
          <w:noProof/>
          <w:sz w:val="22"/>
          <w:szCs w:val="22"/>
        </w:rPr>
      </w:pPr>
      <w:hyperlink w:anchor="_Toc489602885" w:history="1">
        <w:r w:rsidR="002C3C8D" w:rsidRPr="007D5167">
          <w:rPr>
            <w:rStyle w:val="Hyperlink"/>
            <w:noProof/>
          </w:rPr>
          <w:t>Konventionen</w:t>
        </w:r>
        <w:r w:rsidR="002C3C8D">
          <w:rPr>
            <w:noProof/>
            <w:webHidden/>
          </w:rPr>
          <w:tab/>
        </w:r>
        <w:r w:rsidR="002C3C8D">
          <w:rPr>
            <w:noProof/>
            <w:webHidden/>
          </w:rPr>
          <w:fldChar w:fldCharType="begin"/>
        </w:r>
        <w:r w:rsidR="002C3C8D">
          <w:rPr>
            <w:noProof/>
            <w:webHidden/>
          </w:rPr>
          <w:instrText xml:space="preserve"> PAGEREF _Toc489602885 \h </w:instrText>
        </w:r>
        <w:r w:rsidR="002C3C8D">
          <w:rPr>
            <w:noProof/>
            <w:webHidden/>
          </w:rPr>
        </w:r>
        <w:r w:rsidR="002C3C8D">
          <w:rPr>
            <w:noProof/>
            <w:webHidden/>
          </w:rPr>
          <w:fldChar w:fldCharType="separate"/>
        </w:r>
        <w:r w:rsidR="003B6EC4">
          <w:rPr>
            <w:noProof/>
            <w:webHidden/>
          </w:rPr>
          <w:t>3</w:t>
        </w:r>
        <w:r w:rsidR="002C3C8D">
          <w:rPr>
            <w:noProof/>
            <w:webHidden/>
          </w:rPr>
          <w:fldChar w:fldCharType="end"/>
        </w:r>
      </w:hyperlink>
    </w:p>
    <w:p w14:paraId="70911D5A" w14:textId="77777777" w:rsidR="002C3C8D" w:rsidRDefault="00490432">
      <w:pPr>
        <w:pStyle w:val="Verzeichnis1"/>
        <w:rPr>
          <w:rFonts w:asciiTheme="minorHAnsi" w:eastAsiaTheme="minorEastAsia" w:hAnsiTheme="minorHAnsi" w:cstheme="minorBidi"/>
          <w:noProof/>
          <w:sz w:val="22"/>
          <w:szCs w:val="22"/>
        </w:rPr>
      </w:pPr>
      <w:hyperlink w:anchor="_Toc489602886" w:history="1">
        <w:r w:rsidR="002C3C8D" w:rsidRPr="007D5167">
          <w:rPr>
            <w:rStyle w:val="Hyperlink"/>
            <w:noProof/>
          </w:rPr>
          <w:t>Impressum</w:t>
        </w:r>
        <w:r w:rsidR="002C3C8D">
          <w:rPr>
            <w:noProof/>
            <w:webHidden/>
          </w:rPr>
          <w:tab/>
        </w:r>
        <w:r w:rsidR="002C3C8D">
          <w:rPr>
            <w:noProof/>
            <w:webHidden/>
          </w:rPr>
          <w:fldChar w:fldCharType="begin"/>
        </w:r>
        <w:r w:rsidR="002C3C8D">
          <w:rPr>
            <w:noProof/>
            <w:webHidden/>
          </w:rPr>
          <w:instrText xml:space="preserve"> PAGEREF _Toc489602886 \h </w:instrText>
        </w:r>
        <w:r w:rsidR="002C3C8D">
          <w:rPr>
            <w:noProof/>
            <w:webHidden/>
          </w:rPr>
        </w:r>
        <w:r w:rsidR="002C3C8D">
          <w:rPr>
            <w:noProof/>
            <w:webHidden/>
          </w:rPr>
          <w:fldChar w:fldCharType="separate"/>
        </w:r>
        <w:r w:rsidR="003B6EC4">
          <w:rPr>
            <w:noProof/>
            <w:webHidden/>
          </w:rPr>
          <w:t>3</w:t>
        </w:r>
        <w:r w:rsidR="002C3C8D">
          <w:rPr>
            <w:noProof/>
            <w:webHidden/>
          </w:rPr>
          <w:fldChar w:fldCharType="end"/>
        </w:r>
      </w:hyperlink>
    </w:p>
    <w:p w14:paraId="0A1FFE09" w14:textId="77777777" w:rsidR="002C3C8D" w:rsidRDefault="00490432">
      <w:pPr>
        <w:pStyle w:val="Verzeichnis1"/>
        <w:rPr>
          <w:rFonts w:asciiTheme="minorHAnsi" w:eastAsiaTheme="minorEastAsia" w:hAnsiTheme="minorHAnsi" w:cstheme="minorBidi"/>
          <w:noProof/>
          <w:sz w:val="22"/>
          <w:szCs w:val="22"/>
        </w:rPr>
      </w:pPr>
      <w:hyperlink w:anchor="_Toc489602887" w:history="1">
        <w:r w:rsidR="002C3C8D" w:rsidRPr="007D5167">
          <w:rPr>
            <w:rStyle w:val="Hyperlink"/>
            <w:noProof/>
          </w:rPr>
          <w:t>Inhaltsverzeichnis</w:t>
        </w:r>
        <w:r w:rsidR="002C3C8D">
          <w:rPr>
            <w:noProof/>
            <w:webHidden/>
          </w:rPr>
          <w:tab/>
        </w:r>
        <w:r w:rsidR="002C3C8D">
          <w:rPr>
            <w:noProof/>
            <w:webHidden/>
          </w:rPr>
          <w:fldChar w:fldCharType="begin"/>
        </w:r>
        <w:r w:rsidR="002C3C8D">
          <w:rPr>
            <w:noProof/>
            <w:webHidden/>
          </w:rPr>
          <w:instrText xml:space="preserve"> PAGEREF _Toc489602887 \h </w:instrText>
        </w:r>
        <w:r w:rsidR="002C3C8D">
          <w:rPr>
            <w:noProof/>
            <w:webHidden/>
          </w:rPr>
        </w:r>
        <w:r w:rsidR="002C3C8D">
          <w:rPr>
            <w:noProof/>
            <w:webHidden/>
          </w:rPr>
          <w:fldChar w:fldCharType="separate"/>
        </w:r>
        <w:r w:rsidR="003B6EC4">
          <w:rPr>
            <w:noProof/>
            <w:webHidden/>
          </w:rPr>
          <w:t>4</w:t>
        </w:r>
        <w:r w:rsidR="002C3C8D">
          <w:rPr>
            <w:noProof/>
            <w:webHidden/>
          </w:rPr>
          <w:fldChar w:fldCharType="end"/>
        </w:r>
      </w:hyperlink>
    </w:p>
    <w:p w14:paraId="086147F6" w14:textId="77777777" w:rsidR="002C3C8D" w:rsidRDefault="00490432">
      <w:pPr>
        <w:pStyle w:val="Verzeichnis1"/>
        <w:tabs>
          <w:tab w:val="left" w:pos="400"/>
        </w:tabs>
        <w:rPr>
          <w:rFonts w:asciiTheme="minorHAnsi" w:eastAsiaTheme="minorEastAsia" w:hAnsiTheme="minorHAnsi" w:cstheme="minorBidi"/>
          <w:noProof/>
          <w:sz w:val="22"/>
          <w:szCs w:val="22"/>
        </w:rPr>
      </w:pPr>
      <w:hyperlink w:anchor="_Toc489602888" w:history="1">
        <w:r w:rsidR="002C3C8D" w:rsidRPr="007D5167">
          <w:rPr>
            <w:rStyle w:val="Hyperlink"/>
            <w:noProof/>
          </w:rPr>
          <w:t>1</w:t>
        </w:r>
        <w:r w:rsidR="002C3C8D">
          <w:rPr>
            <w:rFonts w:asciiTheme="minorHAnsi" w:eastAsiaTheme="minorEastAsia" w:hAnsiTheme="minorHAnsi" w:cstheme="minorBidi"/>
            <w:noProof/>
            <w:sz w:val="22"/>
            <w:szCs w:val="22"/>
          </w:rPr>
          <w:tab/>
        </w:r>
        <w:r w:rsidR="002C3C8D" w:rsidRPr="007D5167">
          <w:rPr>
            <w:rStyle w:val="Hyperlink"/>
            <w:noProof/>
          </w:rPr>
          <w:t>Einführung</w:t>
        </w:r>
        <w:r w:rsidR="002C3C8D">
          <w:rPr>
            <w:noProof/>
            <w:webHidden/>
          </w:rPr>
          <w:tab/>
        </w:r>
        <w:r w:rsidR="002C3C8D">
          <w:rPr>
            <w:noProof/>
            <w:webHidden/>
          </w:rPr>
          <w:fldChar w:fldCharType="begin"/>
        </w:r>
        <w:r w:rsidR="002C3C8D">
          <w:rPr>
            <w:noProof/>
            <w:webHidden/>
          </w:rPr>
          <w:instrText xml:space="preserve"> PAGEREF _Toc489602888 \h </w:instrText>
        </w:r>
        <w:r w:rsidR="002C3C8D">
          <w:rPr>
            <w:noProof/>
            <w:webHidden/>
          </w:rPr>
        </w:r>
        <w:r w:rsidR="002C3C8D">
          <w:rPr>
            <w:noProof/>
            <w:webHidden/>
          </w:rPr>
          <w:fldChar w:fldCharType="separate"/>
        </w:r>
        <w:r w:rsidR="003B6EC4">
          <w:rPr>
            <w:noProof/>
            <w:webHidden/>
          </w:rPr>
          <w:t>5</w:t>
        </w:r>
        <w:r w:rsidR="002C3C8D">
          <w:rPr>
            <w:noProof/>
            <w:webHidden/>
          </w:rPr>
          <w:fldChar w:fldCharType="end"/>
        </w:r>
      </w:hyperlink>
    </w:p>
    <w:p w14:paraId="17124DAF" w14:textId="77777777" w:rsidR="002C3C8D" w:rsidRDefault="00490432">
      <w:pPr>
        <w:pStyle w:val="Verzeichnis1"/>
        <w:tabs>
          <w:tab w:val="left" w:pos="400"/>
        </w:tabs>
        <w:rPr>
          <w:rFonts w:asciiTheme="minorHAnsi" w:eastAsiaTheme="minorEastAsia" w:hAnsiTheme="minorHAnsi" w:cstheme="minorBidi"/>
          <w:noProof/>
          <w:sz w:val="22"/>
          <w:szCs w:val="22"/>
        </w:rPr>
      </w:pPr>
      <w:hyperlink w:anchor="_Toc489602889" w:history="1">
        <w:r w:rsidR="002C3C8D" w:rsidRPr="007D5167">
          <w:rPr>
            <w:rStyle w:val="Hyperlink"/>
            <w:noProof/>
          </w:rPr>
          <w:t>2</w:t>
        </w:r>
        <w:r w:rsidR="002C3C8D">
          <w:rPr>
            <w:rFonts w:asciiTheme="minorHAnsi" w:eastAsiaTheme="minorEastAsia" w:hAnsiTheme="minorHAnsi" w:cstheme="minorBidi"/>
            <w:noProof/>
            <w:sz w:val="22"/>
            <w:szCs w:val="22"/>
          </w:rPr>
          <w:tab/>
        </w:r>
        <w:r w:rsidR="002C3C8D" w:rsidRPr="007D5167">
          <w:rPr>
            <w:rStyle w:val="Hyperlink"/>
            <w:noProof/>
          </w:rPr>
          <w:t>Systemvoraussetzungen</w:t>
        </w:r>
        <w:r w:rsidR="002C3C8D">
          <w:rPr>
            <w:noProof/>
            <w:webHidden/>
          </w:rPr>
          <w:tab/>
        </w:r>
        <w:r w:rsidR="002C3C8D">
          <w:rPr>
            <w:noProof/>
            <w:webHidden/>
          </w:rPr>
          <w:fldChar w:fldCharType="begin"/>
        </w:r>
        <w:r w:rsidR="002C3C8D">
          <w:rPr>
            <w:noProof/>
            <w:webHidden/>
          </w:rPr>
          <w:instrText xml:space="preserve"> PAGEREF _Toc489602889 \h </w:instrText>
        </w:r>
        <w:r w:rsidR="002C3C8D">
          <w:rPr>
            <w:noProof/>
            <w:webHidden/>
          </w:rPr>
        </w:r>
        <w:r w:rsidR="002C3C8D">
          <w:rPr>
            <w:noProof/>
            <w:webHidden/>
          </w:rPr>
          <w:fldChar w:fldCharType="separate"/>
        </w:r>
        <w:r w:rsidR="003B6EC4">
          <w:rPr>
            <w:noProof/>
            <w:webHidden/>
          </w:rPr>
          <w:t>6</w:t>
        </w:r>
        <w:r w:rsidR="002C3C8D">
          <w:rPr>
            <w:noProof/>
            <w:webHidden/>
          </w:rPr>
          <w:fldChar w:fldCharType="end"/>
        </w:r>
      </w:hyperlink>
    </w:p>
    <w:p w14:paraId="343AF796" w14:textId="77777777" w:rsidR="002C3C8D" w:rsidRDefault="00490432">
      <w:pPr>
        <w:pStyle w:val="Verzeichnis1"/>
        <w:tabs>
          <w:tab w:val="left" w:pos="400"/>
        </w:tabs>
        <w:rPr>
          <w:rFonts w:asciiTheme="minorHAnsi" w:eastAsiaTheme="minorEastAsia" w:hAnsiTheme="minorHAnsi" w:cstheme="minorBidi"/>
          <w:noProof/>
          <w:sz w:val="22"/>
          <w:szCs w:val="22"/>
        </w:rPr>
      </w:pPr>
      <w:hyperlink w:anchor="_Toc489602890" w:history="1">
        <w:r w:rsidR="002C3C8D" w:rsidRPr="007D5167">
          <w:rPr>
            <w:rStyle w:val="Hyperlink"/>
            <w:noProof/>
          </w:rPr>
          <w:t>3</w:t>
        </w:r>
        <w:r w:rsidR="002C3C8D">
          <w:rPr>
            <w:rFonts w:asciiTheme="minorHAnsi" w:eastAsiaTheme="minorEastAsia" w:hAnsiTheme="minorHAnsi" w:cstheme="minorBidi"/>
            <w:noProof/>
            <w:sz w:val="22"/>
            <w:szCs w:val="22"/>
          </w:rPr>
          <w:tab/>
        </w:r>
        <w:r w:rsidR="002C3C8D" w:rsidRPr="007D5167">
          <w:rPr>
            <w:rStyle w:val="Hyperlink"/>
            <w:noProof/>
          </w:rPr>
          <w:t>Installation</w:t>
        </w:r>
        <w:r w:rsidR="002C3C8D">
          <w:rPr>
            <w:noProof/>
            <w:webHidden/>
          </w:rPr>
          <w:tab/>
        </w:r>
        <w:r w:rsidR="002C3C8D">
          <w:rPr>
            <w:noProof/>
            <w:webHidden/>
          </w:rPr>
          <w:fldChar w:fldCharType="begin"/>
        </w:r>
        <w:r w:rsidR="002C3C8D">
          <w:rPr>
            <w:noProof/>
            <w:webHidden/>
          </w:rPr>
          <w:instrText xml:space="preserve"> PAGEREF _Toc489602890 \h </w:instrText>
        </w:r>
        <w:r w:rsidR="002C3C8D">
          <w:rPr>
            <w:noProof/>
            <w:webHidden/>
          </w:rPr>
        </w:r>
        <w:r w:rsidR="002C3C8D">
          <w:rPr>
            <w:noProof/>
            <w:webHidden/>
          </w:rPr>
          <w:fldChar w:fldCharType="separate"/>
        </w:r>
        <w:r w:rsidR="003B6EC4">
          <w:rPr>
            <w:noProof/>
            <w:webHidden/>
          </w:rPr>
          <w:t>6</w:t>
        </w:r>
        <w:r w:rsidR="002C3C8D">
          <w:rPr>
            <w:noProof/>
            <w:webHidden/>
          </w:rPr>
          <w:fldChar w:fldCharType="end"/>
        </w:r>
      </w:hyperlink>
    </w:p>
    <w:p w14:paraId="5538F422" w14:textId="77777777" w:rsidR="002C3C8D" w:rsidRDefault="00490432">
      <w:pPr>
        <w:pStyle w:val="Verzeichnis2"/>
        <w:rPr>
          <w:rFonts w:asciiTheme="minorHAnsi" w:eastAsiaTheme="minorEastAsia" w:hAnsiTheme="minorHAnsi" w:cstheme="minorBidi"/>
          <w:noProof/>
          <w:sz w:val="22"/>
          <w:szCs w:val="22"/>
        </w:rPr>
      </w:pPr>
      <w:hyperlink w:anchor="_Toc489602891" w:history="1">
        <w:r w:rsidR="002C3C8D" w:rsidRPr="007D5167">
          <w:rPr>
            <w:rStyle w:val="Hyperlink"/>
            <w:noProof/>
          </w:rPr>
          <w:t>3.1</w:t>
        </w:r>
        <w:r w:rsidR="002C3C8D">
          <w:rPr>
            <w:rFonts w:asciiTheme="minorHAnsi" w:eastAsiaTheme="minorEastAsia" w:hAnsiTheme="minorHAnsi" w:cstheme="minorBidi"/>
            <w:noProof/>
            <w:sz w:val="22"/>
            <w:szCs w:val="22"/>
          </w:rPr>
          <w:tab/>
        </w:r>
        <w:r w:rsidR="002C3C8D" w:rsidRPr="007D5167">
          <w:rPr>
            <w:rStyle w:val="Hyperlink"/>
            <w:noProof/>
          </w:rPr>
          <w:t>Schreibrechte von /modules/oe/oepaypal/logs ändern</w:t>
        </w:r>
        <w:r w:rsidR="002C3C8D">
          <w:rPr>
            <w:noProof/>
            <w:webHidden/>
          </w:rPr>
          <w:tab/>
        </w:r>
        <w:r w:rsidR="002C3C8D">
          <w:rPr>
            <w:noProof/>
            <w:webHidden/>
          </w:rPr>
          <w:fldChar w:fldCharType="begin"/>
        </w:r>
        <w:r w:rsidR="002C3C8D">
          <w:rPr>
            <w:noProof/>
            <w:webHidden/>
          </w:rPr>
          <w:instrText xml:space="preserve"> PAGEREF _Toc489602891 \h </w:instrText>
        </w:r>
        <w:r w:rsidR="002C3C8D">
          <w:rPr>
            <w:noProof/>
            <w:webHidden/>
          </w:rPr>
        </w:r>
        <w:r w:rsidR="002C3C8D">
          <w:rPr>
            <w:noProof/>
            <w:webHidden/>
          </w:rPr>
          <w:fldChar w:fldCharType="separate"/>
        </w:r>
        <w:r w:rsidR="003B6EC4">
          <w:rPr>
            <w:noProof/>
            <w:webHidden/>
          </w:rPr>
          <w:t>6</w:t>
        </w:r>
        <w:r w:rsidR="002C3C8D">
          <w:rPr>
            <w:noProof/>
            <w:webHidden/>
          </w:rPr>
          <w:fldChar w:fldCharType="end"/>
        </w:r>
      </w:hyperlink>
    </w:p>
    <w:p w14:paraId="04FA9080" w14:textId="77777777" w:rsidR="002C3C8D" w:rsidRDefault="00490432">
      <w:pPr>
        <w:pStyle w:val="Verzeichnis2"/>
        <w:rPr>
          <w:rFonts w:asciiTheme="minorHAnsi" w:eastAsiaTheme="minorEastAsia" w:hAnsiTheme="minorHAnsi" w:cstheme="minorBidi"/>
          <w:noProof/>
          <w:sz w:val="22"/>
          <w:szCs w:val="22"/>
        </w:rPr>
      </w:pPr>
      <w:hyperlink w:anchor="_Toc489602892" w:history="1">
        <w:r w:rsidR="002C3C8D" w:rsidRPr="007D5167">
          <w:rPr>
            <w:rStyle w:val="Hyperlink"/>
            <w:noProof/>
          </w:rPr>
          <w:t>3.2</w:t>
        </w:r>
        <w:r w:rsidR="002C3C8D">
          <w:rPr>
            <w:rFonts w:asciiTheme="minorHAnsi" w:eastAsiaTheme="minorEastAsia" w:hAnsiTheme="minorHAnsi" w:cstheme="minorBidi"/>
            <w:noProof/>
            <w:sz w:val="22"/>
            <w:szCs w:val="22"/>
          </w:rPr>
          <w:tab/>
        </w:r>
        <w:r w:rsidR="002C3C8D" w:rsidRPr="007D5167">
          <w:rPr>
            <w:rStyle w:val="Hyperlink"/>
            <w:noProof/>
          </w:rPr>
          <w:t>Modul aktivieren</w:t>
        </w:r>
        <w:r w:rsidR="002C3C8D">
          <w:rPr>
            <w:noProof/>
            <w:webHidden/>
          </w:rPr>
          <w:tab/>
        </w:r>
        <w:r w:rsidR="002C3C8D">
          <w:rPr>
            <w:noProof/>
            <w:webHidden/>
          </w:rPr>
          <w:fldChar w:fldCharType="begin"/>
        </w:r>
        <w:r w:rsidR="002C3C8D">
          <w:rPr>
            <w:noProof/>
            <w:webHidden/>
          </w:rPr>
          <w:instrText xml:space="preserve"> PAGEREF _Toc489602892 \h </w:instrText>
        </w:r>
        <w:r w:rsidR="002C3C8D">
          <w:rPr>
            <w:noProof/>
            <w:webHidden/>
          </w:rPr>
        </w:r>
        <w:r w:rsidR="002C3C8D">
          <w:rPr>
            <w:noProof/>
            <w:webHidden/>
          </w:rPr>
          <w:fldChar w:fldCharType="separate"/>
        </w:r>
        <w:r w:rsidR="003B6EC4">
          <w:rPr>
            <w:noProof/>
            <w:webHidden/>
          </w:rPr>
          <w:t>6</w:t>
        </w:r>
        <w:r w:rsidR="002C3C8D">
          <w:rPr>
            <w:noProof/>
            <w:webHidden/>
          </w:rPr>
          <w:fldChar w:fldCharType="end"/>
        </w:r>
      </w:hyperlink>
    </w:p>
    <w:p w14:paraId="1B86314E" w14:textId="77777777" w:rsidR="002C3C8D" w:rsidRDefault="00490432">
      <w:pPr>
        <w:pStyle w:val="Verzeichnis2"/>
        <w:rPr>
          <w:rFonts w:asciiTheme="minorHAnsi" w:eastAsiaTheme="minorEastAsia" w:hAnsiTheme="minorHAnsi" w:cstheme="minorBidi"/>
          <w:noProof/>
          <w:sz w:val="22"/>
          <w:szCs w:val="22"/>
        </w:rPr>
      </w:pPr>
      <w:hyperlink w:anchor="_Toc489602893" w:history="1">
        <w:r w:rsidR="002C3C8D" w:rsidRPr="007D5167">
          <w:rPr>
            <w:rStyle w:val="Hyperlink"/>
            <w:noProof/>
          </w:rPr>
          <w:t>3.3</w:t>
        </w:r>
        <w:r w:rsidR="002C3C8D">
          <w:rPr>
            <w:rFonts w:asciiTheme="minorHAnsi" w:eastAsiaTheme="minorEastAsia" w:hAnsiTheme="minorHAnsi" w:cstheme="minorBidi"/>
            <w:noProof/>
            <w:sz w:val="22"/>
            <w:szCs w:val="22"/>
          </w:rPr>
          <w:tab/>
        </w:r>
        <w:r w:rsidR="002C3C8D" w:rsidRPr="007D5167">
          <w:rPr>
            <w:rStyle w:val="Hyperlink"/>
            <w:noProof/>
          </w:rPr>
          <w:t>Temporäre Dateien löschen</w:t>
        </w:r>
        <w:r w:rsidR="002C3C8D">
          <w:rPr>
            <w:noProof/>
            <w:webHidden/>
          </w:rPr>
          <w:tab/>
        </w:r>
        <w:r w:rsidR="002C3C8D">
          <w:rPr>
            <w:noProof/>
            <w:webHidden/>
          </w:rPr>
          <w:fldChar w:fldCharType="begin"/>
        </w:r>
        <w:r w:rsidR="002C3C8D">
          <w:rPr>
            <w:noProof/>
            <w:webHidden/>
          </w:rPr>
          <w:instrText xml:space="preserve"> PAGEREF _Toc489602893 \h </w:instrText>
        </w:r>
        <w:r w:rsidR="002C3C8D">
          <w:rPr>
            <w:noProof/>
            <w:webHidden/>
          </w:rPr>
        </w:r>
        <w:r w:rsidR="002C3C8D">
          <w:rPr>
            <w:noProof/>
            <w:webHidden/>
          </w:rPr>
          <w:fldChar w:fldCharType="separate"/>
        </w:r>
        <w:r w:rsidR="003B6EC4">
          <w:rPr>
            <w:noProof/>
            <w:webHidden/>
          </w:rPr>
          <w:t>6</w:t>
        </w:r>
        <w:r w:rsidR="002C3C8D">
          <w:rPr>
            <w:noProof/>
            <w:webHidden/>
          </w:rPr>
          <w:fldChar w:fldCharType="end"/>
        </w:r>
      </w:hyperlink>
    </w:p>
    <w:p w14:paraId="061E36A9" w14:textId="77777777" w:rsidR="002C3C8D" w:rsidRDefault="00490432">
      <w:pPr>
        <w:pStyle w:val="Verzeichnis1"/>
        <w:tabs>
          <w:tab w:val="left" w:pos="400"/>
        </w:tabs>
        <w:rPr>
          <w:rFonts w:asciiTheme="minorHAnsi" w:eastAsiaTheme="minorEastAsia" w:hAnsiTheme="minorHAnsi" w:cstheme="minorBidi"/>
          <w:noProof/>
          <w:sz w:val="22"/>
          <w:szCs w:val="22"/>
        </w:rPr>
      </w:pPr>
      <w:hyperlink w:anchor="_Toc489602894" w:history="1">
        <w:r w:rsidR="002C3C8D" w:rsidRPr="007D5167">
          <w:rPr>
            <w:rStyle w:val="Hyperlink"/>
            <w:noProof/>
          </w:rPr>
          <w:t>4</w:t>
        </w:r>
        <w:r w:rsidR="002C3C8D">
          <w:rPr>
            <w:rFonts w:asciiTheme="minorHAnsi" w:eastAsiaTheme="minorEastAsia" w:hAnsiTheme="minorHAnsi" w:cstheme="minorBidi"/>
            <w:noProof/>
            <w:sz w:val="22"/>
            <w:szCs w:val="22"/>
          </w:rPr>
          <w:tab/>
        </w:r>
        <w:r w:rsidR="002C3C8D" w:rsidRPr="007D5167">
          <w:rPr>
            <w:rStyle w:val="Hyperlink"/>
            <w:noProof/>
          </w:rPr>
          <w:t>Konfiguration</w:t>
        </w:r>
        <w:r w:rsidR="002C3C8D">
          <w:rPr>
            <w:noProof/>
            <w:webHidden/>
          </w:rPr>
          <w:tab/>
        </w:r>
        <w:r w:rsidR="002C3C8D">
          <w:rPr>
            <w:noProof/>
            <w:webHidden/>
          </w:rPr>
          <w:fldChar w:fldCharType="begin"/>
        </w:r>
        <w:r w:rsidR="002C3C8D">
          <w:rPr>
            <w:noProof/>
            <w:webHidden/>
          </w:rPr>
          <w:instrText xml:space="preserve"> PAGEREF _Toc489602894 \h </w:instrText>
        </w:r>
        <w:r w:rsidR="002C3C8D">
          <w:rPr>
            <w:noProof/>
            <w:webHidden/>
          </w:rPr>
        </w:r>
        <w:r w:rsidR="002C3C8D">
          <w:rPr>
            <w:noProof/>
            <w:webHidden/>
          </w:rPr>
          <w:fldChar w:fldCharType="separate"/>
        </w:r>
        <w:r w:rsidR="003B6EC4">
          <w:rPr>
            <w:noProof/>
            <w:webHidden/>
          </w:rPr>
          <w:t>6</w:t>
        </w:r>
        <w:r w:rsidR="002C3C8D">
          <w:rPr>
            <w:noProof/>
            <w:webHidden/>
          </w:rPr>
          <w:fldChar w:fldCharType="end"/>
        </w:r>
      </w:hyperlink>
    </w:p>
    <w:p w14:paraId="5023A325" w14:textId="77777777" w:rsidR="002C3C8D" w:rsidRDefault="00490432">
      <w:pPr>
        <w:pStyle w:val="Verzeichnis2"/>
        <w:rPr>
          <w:rFonts w:asciiTheme="minorHAnsi" w:eastAsiaTheme="minorEastAsia" w:hAnsiTheme="minorHAnsi" w:cstheme="minorBidi"/>
          <w:noProof/>
          <w:sz w:val="22"/>
          <w:szCs w:val="22"/>
        </w:rPr>
      </w:pPr>
      <w:hyperlink w:anchor="_Toc489602895" w:history="1">
        <w:r w:rsidR="002C3C8D" w:rsidRPr="007D5167">
          <w:rPr>
            <w:rStyle w:val="Hyperlink"/>
            <w:noProof/>
          </w:rPr>
          <w:t>4.1</w:t>
        </w:r>
        <w:r w:rsidR="002C3C8D">
          <w:rPr>
            <w:rFonts w:asciiTheme="minorHAnsi" w:eastAsiaTheme="minorEastAsia" w:hAnsiTheme="minorHAnsi" w:cstheme="minorBidi"/>
            <w:noProof/>
            <w:sz w:val="22"/>
            <w:szCs w:val="22"/>
          </w:rPr>
          <w:tab/>
        </w:r>
        <w:r w:rsidR="002C3C8D" w:rsidRPr="007D5167">
          <w:rPr>
            <w:rStyle w:val="Hyperlink"/>
            <w:noProof/>
          </w:rPr>
          <w:t>Zahlungsart PayPal einrichten</w:t>
        </w:r>
        <w:r w:rsidR="002C3C8D">
          <w:rPr>
            <w:noProof/>
            <w:webHidden/>
          </w:rPr>
          <w:tab/>
        </w:r>
        <w:r w:rsidR="002C3C8D">
          <w:rPr>
            <w:noProof/>
            <w:webHidden/>
          </w:rPr>
          <w:fldChar w:fldCharType="begin"/>
        </w:r>
        <w:r w:rsidR="002C3C8D">
          <w:rPr>
            <w:noProof/>
            <w:webHidden/>
          </w:rPr>
          <w:instrText xml:space="preserve"> PAGEREF _Toc489602895 \h </w:instrText>
        </w:r>
        <w:r w:rsidR="002C3C8D">
          <w:rPr>
            <w:noProof/>
            <w:webHidden/>
          </w:rPr>
        </w:r>
        <w:r w:rsidR="002C3C8D">
          <w:rPr>
            <w:noProof/>
            <w:webHidden/>
          </w:rPr>
          <w:fldChar w:fldCharType="separate"/>
        </w:r>
        <w:r w:rsidR="003B6EC4">
          <w:rPr>
            <w:noProof/>
            <w:webHidden/>
          </w:rPr>
          <w:t>6</w:t>
        </w:r>
        <w:r w:rsidR="002C3C8D">
          <w:rPr>
            <w:noProof/>
            <w:webHidden/>
          </w:rPr>
          <w:fldChar w:fldCharType="end"/>
        </w:r>
      </w:hyperlink>
    </w:p>
    <w:p w14:paraId="0236B3AA" w14:textId="77777777" w:rsidR="002C3C8D" w:rsidRDefault="00490432">
      <w:pPr>
        <w:pStyle w:val="Verzeichnis2"/>
        <w:rPr>
          <w:rFonts w:asciiTheme="minorHAnsi" w:eastAsiaTheme="minorEastAsia" w:hAnsiTheme="minorHAnsi" w:cstheme="minorBidi"/>
          <w:noProof/>
          <w:sz w:val="22"/>
          <w:szCs w:val="22"/>
        </w:rPr>
      </w:pPr>
      <w:hyperlink w:anchor="_Toc489602896" w:history="1">
        <w:r w:rsidR="002C3C8D" w:rsidRPr="007D5167">
          <w:rPr>
            <w:rStyle w:val="Hyperlink"/>
            <w:noProof/>
          </w:rPr>
          <w:t>4.2</w:t>
        </w:r>
        <w:r w:rsidR="002C3C8D">
          <w:rPr>
            <w:rFonts w:asciiTheme="minorHAnsi" w:eastAsiaTheme="minorEastAsia" w:hAnsiTheme="minorHAnsi" w:cstheme="minorBidi"/>
            <w:noProof/>
            <w:sz w:val="22"/>
            <w:szCs w:val="22"/>
          </w:rPr>
          <w:tab/>
        </w:r>
        <w:r w:rsidR="002C3C8D" w:rsidRPr="007D5167">
          <w:rPr>
            <w:rStyle w:val="Hyperlink"/>
            <w:noProof/>
          </w:rPr>
          <w:t>Moduleinstellungen</w:t>
        </w:r>
        <w:r w:rsidR="002C3C8D">
          <w:rPr>
            <w:noProof/>
            <w:webHidden/>
          </w:rPr>
          <w:tab/>
        </w:r>
        <w:r w:rsidR="002C3C8D">
          <w:rPr>
            <w:noProof/>
            <w:webHidden/>
          </w:rPr>
          <w:fldChar w:fldCharType="begin"/>
        </w:r>
        <w:r w:rsidR="002C3C8D">
          <w:rPr>
            <w:noProof/>
            <w:webHidden/>
          </w:rPr>
          <w:instrText xml:space="preserve"> PAGEREF _Toc489602896 \h </w:instrText>
        </w:r>
        <w:r w:rsidR="002C3C8D">
          <w:rPr>
            <w:noProof/>
            <w:webHidden/>
          </w:rPr>
        </w:r>
        <w:r w:rsidR="002C3C8D">
          <w:rPr>
            <w:noProof/>
            <w:webHidden/>
          </w:rPr>
          <w:fldChar w:fldCharType="separate"/>
        </w:r>
        <w:r w:rsidR="003B6EC4">
          <w:rPr>
            <w:noProof/>
            <w:webHidden/>
          </w:rPr>
          <w:t>7</w:t>
        </w:r>
        <w:r w:rsidR="002C3C8D">
          <w:rPr>
            <w:noProof/>
            <w:webHidden/>
          </w:rPr>
          <w:fldChar w:fldCharType="end"/>
        </w:r>
      </w:hyperlink>
    </w:p>
    <w:p w14:paraId="07971F7B" w14:textId="77777777" w:rsidR="002C3C8D" w:rsidRDefault="00490432">
      <w:pPr>
        <w:pStyle w:val="Verzeichnis3"/>
        <w:tabs>
          <w:tab w:val="left" w:pos="1100"/>
          <w:tab w:val="right" w:leader="dot" w:pos="9627"/>
        </w:tabs>
        <w:rPr>
          <w:rFonts w:asciiTheme="minorHAnsi" w:eastAsiaTheme="minorEastAsia" w:hAnsiTheme="minorHAnsi" w:cstheme="minorBidi"/>
          <w:noProof/>
          <w:sz w:val="22"/>
          <w:szCs w:val="22"/>
        </w:rPr>
      </w:pPr>
      <w:hyperlink w:anchor="_Toc489602897" w:history="1">
        <w:r w:rsidR="002C3C8D" w:rsidRPr="007D5167">
          <w:rPr>
            <w:rStyle w:val="Hyperlink"/>
            <w:noProof/>
          </w:rPr>
          <w:t>4.2.1</w:t>
        </w:r>
        <w:r w:rsidR="002C3C8D">
          <w:rPr>
            <w:rFonts w:asciiTheme="minorHAnsi" w:eastAsiaTheme="minorEastAsia" w:hAnsiTheme="minorHAnsi" w:cstheme="minorBidi"/>
            <w:noProof/>
            <w:sz w:val="22"/>
            <w:szCs w:val="22"/>
          </w:rPr>
          <w:tab/>
        </w:r>
        <w:r w:rsidR="002C3C8D" w:rsidRPr="007D5167">
          <w:rPr>
            <w:rStyle w:val="Hyperlink"/>
            <w:noProof/>
          </w:rPr>
          <w:t>Integration von PayPal</w:t>
        </w:r>
        <w:r w:rsidR="002C3C8D">
          <w:rPr>
            <w:noProof/>
            <w:webHidden/>
          </w:rPr>
          <w:tab/>
        </w:r>
        <w:r w:rsidR="002C3C8D">
          <w:rPr>
            <w:noProof/>
            <w:webHidden/>
          </w:rPr>
          <w:fldChar w:fldCharType="begin"/>
        </w:r>
        <w:r w:rsidR="002C3C8D">
          <w:rPr>
            <w:noProof/>
            <w:webHidden/>
          </w:rPr>
          <w:instrText xml:space="preserve"> PAGEREF _Toc489602897 \h </w:instrText>
        </w:r>
        <w:r w:rsidR="002C3C8D">
          <w:rPr>
            <w:noProof/>
            <w:webHidden/>
          </w:rPr>
        </w:r>
        <w:r w:rsidR="002C3C8D">
          <w:rPr>
            <w:noProof/>
            <w:webHidden/>
          </w:rPr>
          <w:fldChar w:fldCharType="separate"/>
        </w:r>
        <w:r w:rsidR="003B6EC4">
          <w:rPr>
            <w:noProof/>
            <w:webHidden/>
          </w:rPr>
          <w:t>7</w:t>
        </w:r>
        <w:r w:rsidR="002C3C8D">
          <w:rPr>
            <w:noProof/>
            <w:webHidden/>
          </w:rPr>
          <w:fldChar w:fldCharType="end"/>
        </w:r>
      </w:hyperlink>
    </w:p>
    <w:p w14:paraId="4B9F774B" w14:textId="77777777" w:rsidR="002C3C8D" w:rsidRDefault="00490432">
      <w:pPr>
        <w:pStyle w:val="Verzeichnis3"/>
        <w:tabs>
          <w:tab w:val="left" w:pos="1100"/>
          <w:tab w:val="right" w:leader="dot" w:pos="9627"/>
        </w:tabs>
        <w:rPr>
          <w:rFonts w:asciiTheme="minorHAnsi" w:eastAsiaTheme="minorEastAsia" w:hAnsiTheme="minorHAnsi" w:cstheme="minorBidi"/>
          <w:noProof/>
          <w:sz w:val="22"/>
          <w:szCs w:val="22"/>
        </w:rPr>
      </w:pPr>
      <w:hyperlink w:anchor="_Toc489602898" w:history="1">
        <w:r w:rsidR="002C3C8D" w:rsidRPr="007D5167">
          <w:rPr>
            <w:rStyle w:val="Hyperlink"/>
            <w:noProof/>
          </w:rPr>
          <w:t>4.2.2</w:t>
        </w:r>
        <w:r w:rsidR="002C3C8D">
          <w:rPr>
            <w:rFonts w:asciiTheme="minorHAnsi" w:eastAsiaTheme="minorEastAsia" w:hAnsiTheme="minorHAnsi" w:cstheme="minorBidi"/>
            <w:noProof/>
            <w:sz w:val="22"/>
            <w:szCs w:val="22"/>
          </w:rPr>
          <w:tab/>
        </w:r>
        <w:r w:rsidR="002C3C8D" w:rsidRPr="007D5167">
          <w:rPr>
            <w:rStyle w:val="Hyperlink"/>
            <w:noProof/>
          </w:rPr>
          <w:t>Anzeige auf PayPal-Zahlungsseite</w:t>
        </w:r>
        <w:r w:rsidR="002C3C8D">
          <w:rPr>
            <w:noProof/>
            <w:webHidden/>
          </w:rPr>
          <w:tab/>
        </w:r>
        <w:r w:rsidR="002C3C8D">
          <w:rPr>
            <w:noProof/>
            <w:webHidden/>
          </w:rPr>
          <w:fldChar w:fldCharType="begin"/>
        </w:r>
        <w:r w:rsidR="002C3C8D">
          <w:rPr>
            <w:noProof/>
            <w:webHidden/>
          </w:rPr>
          <w:instrText xml:space="preserve"> PAGEREF _Toc489602898 \h </w:instrText>
        </w:r>
        <w:r w:rsidR="002C3C8D">
          <w:rPr>
            <w:noProof/>
            <w:webHidden/>
          </w:rPr>
        </w:r>
        <w:r w:rsidR="002C3C8D">
          <w:rPr>
            <w:noProof/>
            <w:webHidden/>
          </w:rPr>
          <w:fldChar w:fldCharType="separate"/>
        </w:r>
        <w:r w:rsidR="003B6EC4">
          <w:rPr>
            <w:noProof/>
            <w:webHidden/>
          </w:rPr>
          <w:t>7</w:t>
        </w:r>
        <w:r w:rsidR="002C3C8D">
          <w:rPr>
            <w:noProof/>
            <w:webHidden/>
          </w:rPr>
          <w:fldChar w:fldCharType="end"/>
        </w:r>
      </w:hyperlink>
    </w:p>
    <w:p w14:paraId="3FB05F43" w14:textId="77777777" w:rsidR="002C3C8D" w:rsidRDefault="00490432">
      <w:pPr>
        <w:pStyle w:val="Verzeichnis3"/>
        <w:tabs>
          <w:tab w:val="left" w:pos="1100"/>
          <w:tab w:val="right" w:leader="dot" w:pos="9627"/>
        </w:tabs>
        <w:rPr>
          <w:rFonts w:asciiTheme="minorHAnsi" w:eastAsiaTheme="minorEastAsia" w:hAnsiTheme="minorHAnsi" w:cstheme="minorBidi"/>
          <w:noProof/>
          <w:sz w:val="22"/>
          <w:szCs w:val="22"/>
        </w:rPr>
      </w:pPr>
      <w:hyperlink w:anchor="_Toc489602899" w:history="1">
        <w:r w:rsidR="002C3C8D" w:rsidRPr="007D5167">
          <w:rPr>
            <w:rStyle w:val="Hyperlink"/>
            <w:noProof/>
          </w:rPr>
          <w:t>4.2.3</w:t>
        </w:r>
        <w:r w:rsidR="002C3C8D">
          <w:rPr>
            <w:rFonts w:asciiTheme="minorHAnsi" w:eastAsiaTheme="minorEastAsia" w:hAnsiTheme="minorHAnsi" w:cstheme="minorBidi"/>
            <w:noProof/>
            <w:sz w:val="22"/>
            <w:szCs w:val="22"/>
          </w:rPr>
          <w:tab/>
        </w:r>
        <w:r w:rsidR="002C3C8D" w:rsidRPr="007D5167">
          <w:rPr>
            <w:rStyle w:val="Hyperlink"/>
            <w:noProof/>
          </w:rPr>
          <w:t>Warenkorb auf PayPal-Zahlungsseite</w:t>
        </w:r>
        <w:r w:rsidR="002C3C8D">
          <w:rPr>
            <w:noProof/>
            <w:webHidden/>
          </w:rPr>
          <w:tab/>
        </w:r>
        <w:r w:rsidR="002C3C8D">
          <w:rPr>
            <w:noProof/>
            <w:webHidden/>
          </w:rPr>
          <w:fldChar w:fldCharType="begin"/>
        </w:r>
        <w:r w:rsidR="002C3C8D">
          <w:rPr>
            <w:noProof/>
            <w:webHidden/>
          </w:rPr>
          <w:instrText xml:space="preserve"> PAGEREF _Toc489602899 \h </w:instrText>
        </w:r>
        <w:r w:rsidR="002C3C8D">
          <w:rPr>
            <w:noProof/>
            <w:webHidden/>
          </w:rPr>
        </w:r>
        <w:r w:rsidR="002C3C8D">
          <w:rPr>
            <w:noProof/>
            <w:webHidden/>
          </w:rPr>
          <w:fldChar w:fldCharType="separate"/>
        </w:r>
        <w:r w:rsidR="003B6EC4">
          <w:rPr>
            <w:noProof/>
            <w:webHidden/>
          </w:rPr>
          <w:t>8</w:t>
        </w:r>
        <w:r w:rsidR="002C3C8D">
          <w:rPr>
            <w:noProof/>
            <w:webHidden/>
          </w:rPr>
          <w:fldChar w:fldCharType="end"/>
        </w:r>
      </w:hyperlink>
    </w:p>
    <w:p w14:paraId="6C4374E3" w14:textId="77777777" w:rsidR="002C3C8D" w:rsidRDefault="00490432">
      <w:pPr>
        <w:pStyle w:val="Verzeichnis3"/>
        <w:tabs>
          <w:tab w:val="left" w:pos="1100"/>
          <w:tab w:val="right" w:leader="dot" w:pos="9627"/>
        </w:tabs>
        <w:rPr>
          <w:rFonts w:asciiTheme="minorHAnsi" w:eastAsiaTheme="minorEastAsia" w:hAnsiTheme="minorHAnsi" w:cstheme="minorBidi"/>
          <w:noProof/>
          <w:sz w:val="22"/>
          <w:szCs w:val="22"/>
        </w:rPr>
      </w:pPr>
      <w:hyperlink w:anchor="_Toc489602900" w:history="1">
        <w:r w:rsidR="002C3C8D" w:rsidRPr="007D5167">
          <w:rPr>
            <w:rStyle w:val="Hyperlink"/>
            <w:noProof/>
          </w:rPr>
          <w:t>4.2.4</w:t>
        </w:r>
        <w:r w:rsidR="002C3C8D">
          <w:rPr>
            <w:rFonts w:asciiTheme="minorHAnsi" w:eastAsiaTheme="minorEastAsia" w:hAnsiTheme="minorHAnsi" w:cstheme="minorBidi"/>
            <w:noProof/>
            <w:sz w:val="22"/>
            <w:szCs w:val="22"/>
          </w:rPr>
          <w:tab/>
        </w:r>
        <w:r w:rsidR="002C3C8D" w:rsidRPr="007D5167">
          <w:rPr>
            <w:rStyle w:val="Hyperlink"/>
            <w:noProof/>
          </w:rPr>
          <w:t>Geldeinzug</w:t>
        </w:r>
        <w:r w:rsidR="002C3C8D">
          <w:rPr>
            <w:noProof/>
            <w:webHidden/>
          </w:rPr>
          <w:tab/>
        </w:r>
        <w:r w:rsidR="002C3C8D">
          <w:rPr>
            <w:noProof/>
            <w:webHidden/>
          </w:rPr>
          <w:fldChar w:fldCharType="begin"/>
        </w:r>
        <w:r w:rsidR="002C3C8D">
          <w:rPr>
            <w:noProof/>
            <w:webHidden/>
          </w:rPr>
          <w:instrText xml:space="preserve"> PAGEREF _Toc489602900 \h </w:instrText>
        </w:r>
        <w:r w:rsidR="002C3C8D">
          <w:rPr>
            <w:noProof/>
            <w:webHidden/>
          </w:rPr>
        </w:r>
        <w:r w:rsidR="002C3C8D">
          <w:rPr>
            <w:noProof/>
            <w:webHidden/>
          </w:rPr>
          <w:fldChar w:fldCharType="separate"/>
        </w:r>
        <w:r w:rsidR="003B6EC4">
          <w:rPr>
            <w:noProof/>
            <w:webHidden/>
          </w:rPr>
          <w:t>8</w:t>
        </w:r>
        <w:r w:rsidR="002C3C8D">
          <w:rPr>
            <w:noProof/>
            <w:webHidden/>
          </w:rPr>
          <w:fldChar w:fldCharType="end"/>
        </w:r>
      </w:hyperlink>
    </w:p>
    <w:p w14:paraId="72E829B7" w14:textId="77777777" w:rsidR="002C3C8D" w:rsidRDefault="00490432">
      <w:pPr>
        <w:pStyle w:val="Verzeichnis3"/>
        <w:tabs>
          <w:tab w:val="left" w:pos="1100"/>
          <w:tab w:val="right" w:leader="dot" w:pos="9627"/>
        </w:tabs>
        <w:rPr>
          <w:rFonts w:asciiTheme="minorHAnsi" w:eastAsiaTheme="minorEastAsia" w:hAnsiTheme="minorHAnsi" w:cstheme="minorBidi"/>
          <w:noProof/>
          <w:sz w:val="22"/>
          <w:szCs w:val="22"/>
        </w:rPr>
      </w:pPr>
      <w:hyperlink w:anchor="_Toc489602901" w:history="1">
        <w:r w:rsidR="002C3C8D" w:rsidRPr="007D5167">
          <w:rPr>
            <w:rStyle w:val="Hyperlink"/>
            <w:noProof/>
          </w:rPr>
          <w:t>4.2.5</w:t>
        </w:r>
        <w:r w:rsidR="002C3C8D">
          <w:rPr>
            <w:rFonts w:asciiTheme="minorHAnsi" w:eastAsiaTheme="minorEastAsia" w:hAnsiTheme="minorHAnsi" w:cstheme="minorBidi"/>
            <w:noProof/>
            <w:sz w:val="22"/>
            <w:szCs w:val="22"/>
          </w:rPr>
          <w:tab/>
        </w:r>
        <w:r w:rsidR="002C3C8D" w:rsidRPr="007D5167">
          <w:rPr>
            <w:rStyle w:val="Hyperlink"/>
            <w:noProof/>
          </w:rPr>
          <w:t>API-Signatur</w:t>
        </w:r>
        <w:r w:rsidR="002C3C8D">
          <w:rPr>
            <w:noProof/>
            <w:webHidden/>
          </w:rPr>
          <w:tab/>
        </w:r>
        <w:r w:rsidR="002C3C8D">
          <w:rPr>
            <w:noProof/>
            <w:webHidden/>
          </w:rPr>
          <w:fldChar w:fldCharType="begin"/>
        </w:r>
        <w:r w:rsidR="002C3C8D">
          <w:rPr>
            <w:noProof/>
            <w:webHidden/>
          </w:rPr>
          <w:instrText xml:space="preserve"> PAGEREF _Toc489602901 \h </w:instrText>
        </w:r>
        <w:r w:rsidR="002C3C8D">
          <w:rPr>
            <w:noProof/>
            <w:webHidden/>
          </w:rPr>
        </w:r>
        <w:r w:rsidR="002C3C8D">
          <w:rPr>
            <w:noProof/>
            <w:webHidden/>
          </w:rPr>
          <w:fldChar w:fldCharType="separate"/>
        </w:r>
        <w:r w:rsidR="003B6EC4">
          <w:rPr>
            <w:noProof/>
            <w:webHidden/>
          </w:rPr>
          <w:t>8</w:t>
        </w:r>
        <w:r w:rsidR="002C3C8D">
          <w:rPr>
            <w:noProof/>
            <w:webHidden/>
          </w:rPr>
          <w:fldChar w:fldCharType="end"/>
        </w:r>
      </w:hyperlink>
    </w:p>
    <w:p w14:paraId="4F95380F" w14:textId="77777777" w:rsidR="002C3C8D" w:rsidRDefault="00490432">
      <w:pPr>
        <w:pStyle w:val="Verzeichnis3"/>
        <w:tabs>
          <w:tab w:val="left" w:pos="1100"/>
          <w:tab w:val="right" w:leader="dot" w:pos="9627"/>
        </w:tabs>
        <w:rPr>
          <w:rFonts w:asciiTheme="minorHAnsi" w:eastAsiaTheme="minorEastAsia" w:hAnsiTheme="minorHAnsi" w:cstheme="minorBidi"/>
          <w:noProof/>
          <w:sz w:val="22"/>
          <w:szCs w:val="22"/>
        </w:rPr>
      </w:pPr>
      <w:hyperlink w:anchor="_Toc489602902" w:history="1">
        <w:r w:rsidR="002C3C8D" w:rsidRPr="007D5167">
          <w:rPr>
            <w:rStyle w:val="Hyperlink"/>
            <w:noProof/>
          </w:rPr>
          <w:t>4.2.6</w:t>
        </w:r>
        <w:r w:rsidR="002C3C8D">
          <w:rPr>
            <w:rFonts w:asciiTheme="minorHAnsi" w:eastAsiaTheme="minorEastAsia" w:hAnsiTheme="minorHAnsi" w:cstheme="minorBidi"/>
            <w:noProof/>
            <w:sz w:val="22"/>
            <w:szCs w:val="22"/>
          </w:rPr>
          <w:tab/>
        </w:r>
        <w:r w:rsidR="002C3C8D" w:rsidRPr="007D5167">
          <w:rPr>
            <w:rStyle w:val="Hyperlink"/>
            <w:noProof/>
          </w:rPr>
          <w:t>Einstellungen für Entwicklung</w:t>
        </w:r>
        <w:r w:rsidR="002C3C8D">
          <w:rPr>
            <w:noProof/>
            <w:webHidden/>
          </w:rPr>
          <w:tab/>
        </w:r>
        <w:r w:rsidR="002C3C8D">
          <w:rPr>
            <w:noProof/>
            <w:webHidden/>
          </w:rPr>
          <w:fldChar w:fldCharType="begin"/>
        </w:r>
        <w:r w:rsidR="002C3C8D">
          <w:rPr>
            <w:noProof/>
            <w:webHidden/>
          </w:rPr>
          <w:instrText xml:space="preserve"> PAGEREF _Toc489602902 \h </w:instrText>
        </w:r>
        <w:r w:rsidR="002C3C8D">
          <w:rPr>
            <w:noProof/>
            <w:webHidden/>
          </w:rPr>
        </w:r>
        <w:r w:rsidR="002C3C8D">
          <w:rPr>
            <w:noProof/>
            <w:webHidden/>
          </w:rPr>
          <w:fldChar w:fldCharType="separate"/>
        </w:r>
        <w:r w:rsidR="003B6EC4">
          <w:rPr>
            <w:noProof/>
            <w:webHidden/>
          </w:rPr>
          <w:t>8</w:t>
        </w:r>
        <w:r w:rsidR="002C3C8D">
          <w:rPr>
            <w:noProof/>
            <w:webHidden/>
          </w:rPr>
          <w:fldChar w:fldCharType="end"/>
        </w:r>
      </w:hyperlink>
    </w:p>
    <w:p w14:paraId="2A94648D" w14:textId="77777777" w:rsidR="002C3C8D" w:rsidRDefault="00490432">
      <w:pPr>
        <w:pStyle w:val="Verzeichnis1"/>
        <w:tabs>
          <w:tab w:val="left" w:pos="400"/>
        </w:tabs>
        <w:rPr>
          <w:rFonts w:asciiTheme="minorHAnsi" w:eastAsiaTheme="minorEastAsia" w:hAnsiTheme="minorHAnsi" w:cstheme="minorBidi"/>
          <w:noProof/>
          <w:sz w:val="22"/>
          <w:szCs w:val="22"/>
        </w:rPr>
      </w:pPr>
      <w:hyperlink w:anchor="_Toc489602903" w:history="1">
        <w:r w:rsidR="002C3C8D" w:rsidRPr="007D5167">
          <w:rPr>
            <w:rStyle w:val="Hyperlink"/>
            <w:noProof/>
          </w:rPr>
          <w:t>5</w:t>
        </w:r>
        <w:r w:rsidR="002C3C8D">
          <w:rPr>
            <w:rFonts w:asciiTheme="minorHAnsi" w:eastAsiaTheme="minorEastAsia" w:hAnsiTheme="minorHAnsi" w:cstheme="minorBidi"/>
            <w:noProof/>
            <w:sz w:val="22"/>
            <w:szCs w:val="22"/>
          </w:rPr>
          <w:tab/>
        </w:r>
        <w:r w:rsidR="002C3C8D" w:rsidRPr="007D5167">
          <w:rPr>
            <w:rStyle w:val="Hyperlink"/>
            <w:noProof/>
          </w:rPr>
          <w:t>Funktionsbeschreibung</w:t>
        </w:r>
        <w:r w:rsidR="002C3C8D">
          <w:rPr>
            <w:noProof/>
            <w:webHidden/>
          </w:rPr>
          <w:tab/>
        </w:r>
        <w:r w:rsidR="002C3C8D">
          <w:rPr>
            <w:noProof/>
            <w:webHidden/>
          </w:rPr>
          <w:fldChar w:fldCharType="begin"/>
        </w:r>
        <w:r w:rsidR="002C3C8D">
          <w:rPr>
            <w:noProof/>
            <w:webHidden/>
          </w:rPr>
          <w:instrText xml:space="preserve"> PAGEREF _Toc489602903 \h </w:instrText>
        </w:r>
        <w:r w:rsidR="002C3C8D">
          <w:rPr>
            <w:noProof/>
            <w:webHidden/>
          </w:rPr>
        </w:r>
        <w:r w:rsidR="002C3C8D">
          <w:rPr>
            <w:noProof/>
            <w:webHidden/>
          </w:rPr>
          <w:fldChar w:fldCharType="separate"/>
        </w:r>
        <w:r w:rsidR="003B6EC4">
          <w:rPr>
            <w:noProof/>
            <w:webHidden/>
          </w:rPr>
          <w:t>9</w:t>
        </w:r>
        <w:r w:rsidR="002C3C8D">
          <w:rPr>
            <w:noProof/>
            <w:webHidden/>
          </w:rPr>
          <w:fldChar w:fldCharType="end"/>
        </w:r>
      </w:hyperlink>
    </w:p>
    <w:p w14:paraId="19E24B8B" w14:textId="77777777" w:rsidR="002C3C8D" w:rsidRDefault="00490432">
      <w:pPr>
        <w:pStyle w:val="Verzeichnis2"/>
        <w:rPr>
          <w:rFonts w:asciiTheme="minorHAnsi" w:eastAsiaTheme="minorEastAsia" w:hAnsiTheme="minorHAnsi" w:cstheme="minorBidi"/>
          <w:noProof/>
          <w:sz w:val="22"/>
          <w:szCs w:val="22"/>
        </w:rPr>
      </w:pPr>
      <w:hyperlink w:anchor="_Toc489602904" w:history="1">
        <w:r w:rsidR="002C3C8D" w:rsidRPr="007D5167">
          <w:rPr>
            <w:rStyle w:val="Hyperlink"/>
            <w:noProof/>
          </w:rPr>
          <w:t>5.1</w:t>
        </w:r>
        <w:r w:rsidR="002C3C8D">
          <w:rPr>
            <w:rFonts w:asciiTheme="minorHAnsi" w:eastAsiaTheme="minorEastAsia" w:hAnsiTheme="minorHAnsi" w:cstheme="minorBidi"/>
            <w:noProof/>
            <w:sz w:val="22"/>
            <w:szCs w:val="22"/>
          </w:rPr>
          <w:tab/>
        </w:r>
        <w:r w:rsidR="002C3C8D" w:rsidRPr="007D5167">
          <w:rPr>
            <w:rStyle w:val="Hyperlink"/>
            <w:noProof/>
          </w:rPr>
          <w:t>PayPal im Bestellprozess</w:t>
        </w:r>
        <w:r w:rsidR="002C3C8D">
          <w:rPr>
            <w:noProof/>
            <w:webHidden/>
          </w:rPr>
          <w:tab/>
        </w:r>
        <w:r w:rsidR="002C3C8D">
          <w:rPr>
            <w:noProof/>
            <w:webHidden/>
          </w:rPr>
          <w:fldChar w:fldCharType="begin"/>
        </w:r>
        <w:r w:rsidR="002C3C8D">
          <w:rPr>
            <w:noProof/>
            <w:webHidden/>
          </w:rPr>
          <w:instrText xml:space="preserve"> PAGEREF _Toc489602904 \h </w:instrText>
        </w:r>
        <w:r w:rsidR="002C3C8D">
          <w:rPr>
            <w:noProof/>
            <w:webHidden/>
          </w:rPr>
        </w:r>
        <w:r w:rsidR="002C3C8D">
          <w:rPr>
            <w:noProof/>
            <w:webHidden/>
          </w:rPr>
          <w:fldChar w:fldCharType="separate"/>
        </w:r>
        <w:r w:rsidR="003B6EC4">
          <w:rPr>
            <w:noProof/>
            <w:webHidden/>
          </w:rPr>
          <w:t>9</w:t>
        </w:r>
        <w:r w:rsidR="002C3C8D">
          <w:rPr>
            <w:noProof/>
            <w:webHidden/>
          </w:rPr>
          <w:fldChar w:fldCharType="end"/>
        </w:r>
      </w:hyperlink>
    </w:p>
    <w:p w14:paraId="1978D091" w14:textId="77777777" w:rsidR="002C3C8D" w:rsidRDefault="00490432">
      <w:pPr>
        <w:pStyle w:val="Verzeichnis2"/>
        <w:rPr>
          <w:rFonts w:asciiTheme="minorHAnsi" w:eastAsiaTheme="minorEastAsia" w:hAnsiTheme="minorHAnsi" w:cstheme="minorBidi"/>
          <w:noProof/>
          <w:sz w:val="22"/>
          <w:szCs w:val="22"/>
        </w:rPr>
      </w:pPr>
      <w:hyperlink w:anchor="_Toc489602905" w:history="1">
        <w:r w:rsidR="002C3C8D" w:rsidRPr="007D5167">
          <w:rPr>
            <w:rStyle w:val="Hyperlink"/>
            <w:noProof/>
          </w:rPr>
          <w:t>5.2</w:t>
        </w:r>
        <w:r w:rsidR="002C3C8D">
          <w:rPr>
            <w:rFonts w:asciiTheme="minorHAnsi" w:eastAsiaTheme="minorEastAsia" w:hAnsiTheme="minorHAnsi" w:cstheme="minorBidi"/>
            <w:noProof/>
            <w:sz w:val="22"/>
            <w:szCs w:val="22"/>
          </w:rPr>
          <w:tab/>
        </w:r>
        <w:r w:rsidR="002C3C8D" w:rsidRPr="007D5167">
          <w:rPr>
            <w:rStyle w:val="Hyperlink"/>
            <w:noProof/>
          </w:rPr>
          <w:t>PayPal bei der Bestellung</w:t>
        </w:r>
        <w:r w:rsidR="002C3C8D">
          <w:rPr>
            <w:noProof/>
            <w:webHidden/>
          </w:rPr>
          <w:tab/>
        </w:r>
        <w:r w:rsidR="002C3C8D">
          <w:rPr>
            <w:noProof/>
            <w:webHidden/>
          </w:rPr>
          <w:fldChar w:fldCharType="begin"/>
        </w:r>
        <w:r w:rsidR="002C3C8D">
          <w:rPr>
            <w:noProof/>
            <w:webHidden/>
          </w:rPr>
          <w:instrText xml:space="preserve"> PAGEREF _Toc489602905 \h </w:instrText>
        </w:r>
        <w:r w:rsidR="002C3C8D">
          <w:rPr>
            <w:noProof/>
            <w:webHidden/>
          </w:rPr>
        </w:r>
        <w:r w:rsidR="002C3C8D">
          <w:rPr>
            <w:noProof/>
            <w:webHidden/>
          </w:rPr>
          <w:fldChar w:fldCharType="separate"/>
        </w:r>
        <w:r w:rsidR="003B6EC4">
          <w:rPr>
            <w:noProof/>
            <w:webHidden/>
          </w:rPr>
          <w:t>13</w:t>
        </w:r>
        <w:r w:rsidR="002C3C8D">
          <w:rPr>
            <w:noProof/>
            <w:webHidden/>
          </w:rPr>
          <w:fldChar w:fldCharType="end"/>
        </w:r>
      </w:hyperlink>
    </w:p>
    <w:p w14:paraId="4AE5FF93" w14:textId="77777777" w:rsidR="002C3C8D" w:rsidRDefault="00490432">
      <w:pPr>
        <w:pStyle w:val="Verzeichnis1"/>
        <w:tabs>
          <w:tab w:val="left" w:pos="400"/>
        </w:tabs>
        <w:rPr>
          <w:rFonts w:asciiTheme="minorHAnsi" w:eastAsiaTheme="minorEastAsia" w:hAnsiTheme="minorHAnsi" w:cstheme="minorBidi"/>
          <w:noProof/>
          <w:sz w:val="22"/>
          <w:szCs w:val="22"/>
        </w:rPr>
      </w:pPr>
      <w:hyperlink w:anchor="_Toc489602906" w:history="1">
        <w:r w:rsidR="002C3C8D" w:rsidRPr="007D5167">
          <w:rPr>
            <w:rStyle w:val="Hyperlink"/>
            <w:noProof/>
          </w:rPr>
          <w:t>6</w:t>
        </w:r>
        <w:r w:rsidR="002C3C8D">
          <w:rPr>
            <w:rFonts w:asciiTheme="minorHAnsi" w:eastAsiaTheme="minorEastAsia" w:hAnsiTheme="minorHAnsi" w:cstheme="minorBidi"/>
            <w:noProof/>
            <w:sz w:val="22"/>
            <w:szCs w:val="22"/>
          </w:rPr>
          <w:tab/>
        </w:r>
        <w:r w:rsidR="002C3C8D" w:rsidRPr="007D5167">
          <w:rPr>
            <w:rStyle w:val="Hyperlink"/>
            <w:noProof/>
          </w:rPr>
          <w:t>Hinweise</w:t>
        </w:r>
        <w:r w:rsidR="002C3C8D">
          <w:rPr>
            <w:noProof/>
            <w:webHidden/>
          </w:rPr>
          <w:tab/>
        </w:r>
        <w:r w:rsidR="002C3C8D">
          <w:rPr>
            <w:noProof/>
            <w:webHidden/>
          </w:rPr>
          <w:fldChar w:fldCharType="begin"/>
        </w:r>
        <w:r w:rsidR="002C3C8D">
          <w:rPr>
            <w:noProof/>
            <w:webHidden/>
          </w:rPr>
          <w:instrText xml:space="preserve"> PAGEREF _Toc489602906 \h </w:instrText>
        </w:r>
        <w:r w:rsidR="002C3C8D">
          <w:rPr>
            <w:noProof/>
            <w:webHidden/>
          </w:rPr>
        </w:r>
        <w:r w:rsidR="002C3C8D">
          <w:rPr>
            <w:noProof/>
            <w:webHidden/>
          </w:rPr>
          <w:fldChar w:fldCharType="separate"/>
        </w:r>
        <w:r w:rsidR="003B6EC4">
          <w:rPr>
            <w:noProof/>
            <w:webHidden/>
          </w:rPr>
          <w:t>14</w:t>
        </w:r>
        <w:r w:rsidR="002C3C8D">
          <w:rPr>
            <w:noProof/>
            <w:webHidden/>
          </w:rPr>
          <w:fldChar w:fldCharType="end"/>
        </w:r>
      </w:hyperlink>
    </w:p>
    <w:p w14:paraId="748A8D61" w14:textId="77777777" w:rsidR="002C3C8D" w:rsidRDefault="00490432">
      <w:pPr>
        <w:pStyle w:val="Verzeichnis2"/>
        <w:rPr>
          <w:rFonts w:asciiTheme="minorHAnsi" w:eastAsiaTheme="minorEastAsia" w:hAnsiTheme="minorHAnsi" w:cstheme="minorBidi"/>
          <w:noProof/>
          <w:sz w:val="22"/>
          <w:szCs w:val="22"/>
        </w:rPr>
      </w:pPr>
      <w:hyperlink w:anchor="_Toc489602907" w:history="1">
        <w:r w:rsidR="002C3C8D" w:rsidRPr="007D5167">
          <w:rPr>
            <w:rStyle w:val="Hyperlink"/>
            <w:noProof/>
          </w:rPr>
          <w:t>6.1</w:t>
        </w:r>
        <w:r w:rsidR="002C3C8D">
          <w:rPr>
            <w:rFonts w:asciiTheme="minorHAnsi" w:eastAsiaTheme="minorEastAsia" w:hAnsiTheme="minorHAnsi" w:cstheme="minorBidi"/>
            <w:noProof/>
            <w:sz w:val="22"/>
            <w:szCs w:val="22"/>
          </w:rPr>
          <w:tab/>
        </w:r>
        <w:r w:rsidR="002C3C8D" w:rsidRPr="007D5167">
          <w:rPr>
            <w:rStyle w:val="Hyperlink"/>
            <w:noProof/>
          </w:rPr>
          <w:t>Änderungen an PayPal-Logos</w:t>
        </w:r>
        <w:r w:rsidR="002C3C8D">
          <w:rPr>
            <w:noProof/>
            <w:webHidden/>
          </w:rPr>
          <w:tab/>
        </w:r>
        <w:r w:rsidR="002C3C8D">
          <w:rPr>
            <w:noProof/>
            <w:webHidden/>
          </w:rPr>
          <w:fldChar w:fldCharType="begin"/>
        </w:r>
        <w:r w:rsidR="002C3C8D">
          <w:rPr>
            <w:noProof/>
            <w:webHidden/>
          </w:rPr>
          <w:instrText xml:space="preserve"> PAGEREF _Toc489602907 \h </w:instrText>
        </w:r>
        <w:r w:rsidR="002C3C8D">
          <w:rPr>
            <w:noProof/>
            <w:webHidden/>
          </w:rPr>
        </w:r>
        <w:r w:rsidR="002C3C8D">
          <w:rPr>
            <w:noProof/>
            <w:webHidden/>
          </w:rPr>
          <w:fldChar w:fldCharType="separate"/>
        </w:r>
        <w:r w:rsidR="003B6EC4">
          <w:rPr>
            <w:noProof/>
            <w:webHidden/>
          </w:rPr>
          <w:t>14</w:t>
        </w:r>
        <w:r w:rsidR="002C3C8D">
          <w:rPr>
            <w:noProof/>
            <w:webHidden/>
          </w:rPr>
          <w:fldChar w:fldCharType="end"/>
        </w:r>
      </w:hyperlink>
    </w:p>
    <w:p w14:paraId="1CF978FE" w14:textId="77777777" w:rsidR="00A500E1" w:rsidRPr="00373EE9" w:rsidRDefault="0059008D" w:rsidP="00A500E1">
      <w:r w:rsidRPr="00373EE9">
        <w:rPr>
          <w:rFonts w:cs="Arial"/>
          <w:b/>
          <w:bCs/>
          <w:color w:val="333333"/>
          <w:kern w:val="32"/>
          <w:szCs w:val="18"/>
        </w:rPr>
        <w:fldChar w:fldCharType="end"/>
      </w:r>
    </w:p>
    <w:p w14:paraId="0F262A8A" w14:textId="77777777" w:rsidR="008F6728" w:rsidRPr="00373EE9" w:rsidRDefault="00A500E1" w:rsidP="00A500E1">
      <w:pPr>
        <w:pStyle w:val="berschrift1"/>
        <w:numPr>
          <w:ilvl w:val="0"/>
          <w:numId w:val="0"/>
        </w:numPr>
        <w:rPr>
          <w:lang w:val="de-DE"/>
        </w:rPr>
      </w:pPr>
      <w:r w:rsidRPr="00373EE9">
        <w:rPr>
          <w:lang w:val="de-DE"/>
        </w:rPr>
        <w:br w:type="page"/>
      </w:r>
    </w:p>
    <w:p w14:paraId="526FABAC" w14:textId="4C37B3A2" w:rsidR="008F6728" w:rsidRPr="00373EE9" w:rsidRDefault="008F6728" w:rsidP="008F6728">
      <w:pPr>
        <w:pStyle w:val="berschrift1"/>
        <w:rPr>
          <w:lang w:val="de-DE"/>
        </w:rPr>
      </w:pPr>
      <w:bookmarkStart w:id="22" w:name="_Toc489602888"/>
      <w:r w:rsidRPr="00373EE9">
        <w:rPr>
          <w:lang w:val="de-DE"/>
        </w:rPr>
        <w:lastRenderedPageBreak/>
        <w:t>Einführung</w:t>
      </w:r>
      <w:bookmarkEnd w:id="22"/>
    </w:p>
    <w:p w14:paraId="79B4F1BA" w14:textId="1E6C0AE3" w:rsidR="00CA274B" w:rsidRDefault="0063243E" w:rsidP="008F6728">
      <w:r>
        <w:t xml:space="preserve">Das Modul PayPal integriert </w:t>
      </w:r>
      <w:r w:rsidR="00715B07">
        <w:t xml:space="preserve">die </w:t>
      </w:r>
      <w:r w:rsidR="004F6416">
        <w:t xml:space="preserve">schnelle und sichere Zahlung mit </w:t>
      </w:r>
      <w:r w:rsidR="00715B07">
        <w:t>PayPal in den OXID eShop.</w:t>
      </w:r>
      <w:r w:rsidR="004F6416">
        <w:t xml:space="preserve"> Das ermög</w:t>
      </w:r>
      <w:r w:rsidR="008837ED">
        <w:softHyphen/>
      </w:r>
      <w:r w:rsidR="004F6416">
        <w:t>licht dem</w:t>
      </w:r>
      <w:r w:rsidR="00895F92">
        <w:t xml:space="preserve"> Kunden das </w:t>
      </w:r>
      <w:r w:rsidR="004F6416">
        <w:t xml:space="preserve">Bezahlen </w:t>
      </w:r>
      <w:r w:rsidR="005E715D">
        <w:t>d</w:t>
      </w:r>
      <w:r w:rsidR="000427B1">
        <w:t xml:space="preserve">er Bestellung </w:t>
      </w:r>
      <w:r w:rsidR="00AA7FC7">
        <w:t xml:space="preserve">mit den Zahlungs- und Adressinformationen aus </w:t>
      </w:r>
    </w:p>
    <w:p w14:paraId="6B555C72" w14:textId="76A479D8" w:rsidR="00AA7FC7" w:rsidRDefault="005E715D" w:rsidP="008F6728">
      <w:r>
        <w:t>sein</w:t>
      </w:r>
      <w:r w:rsidR="00AA7FC7">
        <w:t>em</w:t>
      </w:r>
      <w:r w:rsidR="00895F92">
        <w:t xml:space="preserve"> PayPal-Konto</w:t>
      </w:r>
      <w:r w:rsidR="00AA7FC7">
        <w:t xml:space="preserve">, ohne diese im Shop selbst eingeben zu müssen. </w:t>
      </w:r>
      <w:r w:rsidR="004F6416">
        <w:t xml:space="preserve">Shopbetreiber </w:t>
      </w:r>
      <w:r w:rsidR="00AA7FC7">
        <w:t>hingegen sind</w:t>
      </w:r>
      <w:r w:rsidR="004F6416">
        <w:t xml:space="preserve"> ge</w:t>
      </w:r>
      <w:r w:rsidR="008837ED">
        <w:softHyphen/>
      </w:r>
      <w:r w:rsidR="004F6416">
        <w:t xml:space="preserve">gen Zahlungsausfälle </w:t>
      </w:r>
      <w:r w:rsidR="00AA7FC7">
        <w:t>geschützt, da die Zahlungsanforderung</w:t>
      </w:r>
      <w:r w:rsidR="00F834E9">
        <w:t xml:space="preserve"> </w:t>
      </w:r>
      <w:r w:rsidR="00AA7FC7">
        <w:t xml:space="preserve">in </w:t>
      </w:r>
      <w:r w:rsidR="00F834E9">
        <w:t xml:space="preserve">Echtzeit </w:t>
      </w:r>
      <w:r w:rsidR="00AA7FC7">
        <w:t>geprüft und bestätigt wird</w:t>
      </w:r>
      <w:r w:rsidR="004F6416">
        <w:t xml:space="preserve">. </w:t>
      </w:r>
    </w:p>
    <w:p w14:paraId="5B40FACC" w14:textId="2736DAC2" w:rsidR="00AA7FC7" w:rsidRDefault="00AA7FC7" w:rsidP="008F6728"/>
    <w:p w14:paraId="00BB7111" w14:textId="407BEC3B" w:rsidR="00D54A69" w:rsidRDefault="004F6416" w:rsidP="008F6728">
      <w:r>
        <w:t xml:space="preserve">Der Zahlungsverkehr wird </w:t>
      </w:r>
      <w:r w:rsidR="00F834E9">
        <w:t>von</w:t>
      </w:r>
      <w:r>
        <w:t xml:space="preserve"> </w:t>
      </w:r>
      <w:r w:rsidR="00F834E9">
        <w:t>einem</w:t>
      </w:r>
      <w:r>
        <w:t xml:space="preserve"> der weltweit führenden Zahlungsanbieter</w:t>
      </w:r>
      <w:r w:rsidR="00F834E9">
        <w:t xml:space="preserve"> </w:t>
      </w:r>
      <w:r w:rsidR="000427B1">
        <w:t>abgewickelt</w:t>
      </w:r>
      <w:r w:rsidR="00F834E9">
        <w:t>.</w:t>
      </w:r>
      <w:r>
        <w:t xml:space="preserve"> </w:t>
      </w:r>
      <w:r w:rsidR="004366EB">
        <w:t>Allein i</w:t>
      </w:r>
      <w:r w:rsidR="00824F16">
        <w:t>n Deutschland vertrauen mehr als 12 Millionen Kunden PayPal als sicheres Zahlungsmittel im Internet.</w:t>
      </w:r>
    </w:p>
    <w:p w14:paraId="31ED5964" w14:textId="34CFC3ED" w:rsidR="00D54A69" w:rsidRDefault="00D54A69" w:rsidP="008F6728"/>
    <w:p w14:paraId="47119EDD" w14:textId="219C1D30" w:rsidR="008F6728" w:rsidRDefault="00B90A7F" w:rsidP="008F6728">
      <w:r>
        <w:rPr>
          <w:noProof/>
        </w:rPr>
        <w:drawing>
          <wp:anchor distT="0" distB="0" distL="114300" distR="114300" simplePos="0" relativeHeight="251658240" behindDoc="0" locked="0" layoutInCell="1" allowOverlap="1" wp14:anchorId="2FD2D690" wp14:editId="68472286">
            <wp:simplePos x="0" y="0"/>
            <wp:positionH relativeFrom="column">
              <wp:posOffset>4262120</wp:posOffset>
            </wp:positionH>
            <wp:positionV relativeFrom="page">
              <wp:posOffset>3303270</wp:posOffset>
            </wp:positionV>
            <wp:extent cx="1543050" cy="374015"/>
            <wp:effectExtent l="0" t="0" r="0" b="698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yPal.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43050" cy="374015"/>
                    </a:xfrm>
                    <a:prstGeom prst="rect">
                      <a:avLst/>
                    </a:prstGeom>
                  </pic:spPr>
                </pic:pic>
              </a:graphicData>
            </a:graphic>
            <wp14:sizeRelV relativeFrom="margin">
              <wp14:pctHeight>0</wp14:pctHeight>
            </wp14:sizeRelV>
          </wp:anchor>
        </w:drawing>
      </w:r>
      <w:r w:rsidR="00B50F3E">
        <w:t>Titel</w:t>
      </w:r>
      <w:r w:rsidR="007C4DE3">
        <w:t xml:space="preserve"> des Moduls</w:t>
      </w:r>
      <w:r w:rsidR="00B50F3E">
        <w:t>: PayPal</w:t>
      </w:r>
    </w:p>
    <w:p w14:paraId="6BC45356" w14:textId="62688178" w:rsidR="00F8231B" w:rsidRDefault="00F8231B" w:rsidP="00F45EB9">
      <w:pPr>
        <w:tabs>
          <w:tab w:val="left" w:pos="1134"/>
        </w:tabs>
      </w:pPr>
      <w:r>
        <w:t xml:space="preserve">Version: </w:t>
      </w:r>
      <w:r w:rsidR="00F45EB9">
        <w:tab/>
      </w:r>
      <w:r w:rsidR="00513212" w:rsidRPr="00BC4DB0">
        <w:t>5</w:t>
      </w:r>
      <w:r>
        <w:t>.</w:t>
      </w:r>
      <w:r w:rsidR="009A35D8">
        <w:t>2</w:t>
      </w:r>
    </w:p>
    <w:p w14:paraId="6F2F99E4" w14:textId="06B6DC1B" w:rsidR="00B50F3E" w:rsidRDefault="00B50F3E" w:rsidP="00F45EB9">
      <w:pPr>
        <w:tabs>
          <w:tab w:val="left" w:pos="1134"/>
        </w:tabs>
      </w:pPr>
      <w:r>
        <w:t xml:space="preserve">Kategorie: </w:t>
      </w:r>
      <w:r w:rsidR="00F45EB9">
        <w:tab/>
      </w:r>
      <w:r w:rsidR="00E15E47">
        <w:t xml:space="preserve">OXID </w:t>
      </w:r>
      <w:proofErr w:type="spellStart"/>
      <w:r w:rsidR="00E15E47">
        <w:t>eFire</w:t>
      </w:r>
      <w:proofErr w:type="spellEnd"/>
      <w:r w:rsidR="00E15E47">
        <w:t xml:space="preserve"> Extension - </w:t>
      </w:r>
      <w:r w:rsidR="00F8231B">
        <w:t>Zahlung im Online-Shop</w:t>
      </w:r>
    </w:p>
    <w:p w14:paraId="06C61544" w14:textId="3026A78A" w:rsidR="004A2938" w:rsidRDefault="00E15E47" w:rsidP="00F45EB9">
      <w:pPr>
        <w:tabs>
          <w:tab w:val="left" w:pos="1134"/>
        </w:tabs>
      </w:pPr>
      <w:r>
        <w:t xml:space="preserve">Hersteller: </w:t>
      </w:r>
      <w:r w:rsidR="00F45EB9">
        <w:tab/>
      </w:r>
      <w:r>
        <w:t>OXID eSales AG</w:t>
      </w:r>
    </w:p>
    <w:p w14:paraId="382F5B24" w14:textId="55F627A8" w:rsidR="004A2938" w:rsidRDefault="00F45EB9" w:rsidP="00F45EB9">
      <w:pPr>
        <w:tabs>
          <w:tab w:val="left" w:pos="1134"/>
        </w:tabs>
        <w:ind w:firstLine="993"/>
      </w:pPr>
      <w:r>
        <w:tab/>
      </w:r>
      <w:r w:rsidR="00B50F3E">
        <w:t xml:space="preserve">Internet: </w:t>
      </w:r>
      <w:hyperlink r:id="rId14" w:history="1">
        <w:r w:rsidR="00B50F3E" w:rsidRPr="00CC0959">
          <w:rPr>
            <w:rStyle w:val="Hyperlink"/>
          </w:rPr>
          <w:t>www.oxid-esales.com</w:t>
        </w:r>
      </w:hyperlink>
    </w:p>
    <w:p w14:paraId="558A7FCC" w14:textId="5F5C3FA8" w:rsidR="00B50F3E" w:rsidRDefault="00F45EB9" w:rsidP="00F45EB9">
      <w:pPr>
        <w:tabs>
          <w:tab w:val="left" w:pos="1134"/>
        </w:tabs>
        <w:ind w:firstLine="993"/>
      </w:pPr>
      <w:r>
        <w:tab/>
      </w:r>
      <w:r w:rsidR="00B50F3E">
        <w:t xml:space="preserve">E-Mail: </w:t>
      </w:r>
      <w:hyperlink r:id="rId15" w:history="1">
        <w:r w:rsidR="00B50F3E" w:rsidRPr="00CC0959">
          <w:rPr>
            <w:rStyle w:val="Hyperlink"/>
          </w:rPr>
          <w:t>info@oxid-esales.com</w:t>
        </w:r>
      </w:hyperlink>
    </w:p>
    <w:p w14:paraId="2DDC1F56" w14:textId="77777777" w:rsidR="00243A34" w:rsidRDefault="00243A34" w:rsidP="008F6728"/>
    <w:p w14:paraId="051632A2" w14:textId="77777777" w:rsidR="00864E44" w:rsidRDefault="00864E44" w:rsidP="004D3789"/>
    <w:p w14:paraId="5D3811BC" w14:textId="232AC912" w:rsidR="004D3789" w:rsidRDefault="00F8231B" w:rsidP="004D3789">
      <w:r>
        <w:t xml:space="preserve">Das </w:t>
      </w:r>
      <w:r w:rsidR="00D135E5">
        <w:t>Modul PayPal wurde von OXID eSales in Zusammenarbeit mit PayPal konzipiert</w:t>
      </w:r>
      <w:r>
        <w:t>. Anders als bei vor</w:t>
      </w:r>
      <w:r w:rsidR="008837ED">
        <w:softHyphen/>
      </w:r>
      <w:r>
        <w:t>hergehenden Versionen des Moduls</w:t>
      </w:r>
      <w:r w:rsidR="004D3789">
        <w:t>,</w:t>
      </w:r>
      <w:r>
        <w:t xml:space="preserve"> benötigt der Kunde </w:t>
      </w:r>
      <w:r w:rsidR="00B551BD">
        <w:t xml:space="preserve">ab der Version 3.0.0 </w:t>
      </w:r>
      <w:r>
        <w:t xml:space="preserve">keinen Account in OXID </w:t>
      </w:r>
      <w:proofErr w:type="spellStart"/>
      <w:r>
        <w:t>eFire</w:t>
      </w:r>
      <w:proofErr w:type="spellEnd"/>
      <w:r>
        <w:t>.</w:t>
      </w:r>
      <w:r w:rsidR="004D3789">
        <w:t xml:space="preserve"> Die Kommunikation zwischen OXID eShop und PayPal erfolgt direkt</w:t>
      </w:r>
      <w:r w:rsidR="00F93EBB">
        <w:t xml:space="preserve"> über das </w:t>
      </w:r>
      <w:proofErr w:type="spellStart"/>
      <w:r w:rsidR="00C47CC9">
        <w:t>Standalone</w:t>
      </w:r>
      <w:proofErr w:type="spellEnd"/>
      <w:r w:rsidR="00C47CC9">
        <w:t>-</w:t>
      </w:r>
      <w:r w:rsidR="00F93EBB">
        <w:t>Modul</w:t>
      </w:r>
      <w:r w:rsidR="004D3789">
        <w:t>. Der Quellcode des Moduls ist nicht verschlüsselt. Es gelten die zu Anfang des Benutzerhandbuches genannten Lizenzbe</w:t>
      </w:r>
      <w:r w:rsidR="008837ED">
        <w:softHyphen/>
      </w:r>
      <w:r w:rsidR="004D3789">
        <w:t>stimmungen</w:t>
      </w:r>
      <w:r w:rsidR="00940AFB">
        <w:t xml:space="preserve"> in Abhängigkeit</w:t>
      </w:r>
      <w:r w:rsidR="004D3789">
        <w:t xml:space="preserve"> von der eingesetzten Shop-Edition.</w:t>
      </w:r>
    </w:p>
    <w:p w14:paraId="2DE06C0B" w14:textId="5BD388E8" w:rsidR="00F8231B" w:rsidRDefault="00F8231B" w:rsidP="008F6728"/>
    <w:p w14:paraId="67E629D0" w14:textId="2766EB6B" w:rsidR="004D3789" w:rsidRDefault="009172E6" w:rsidP="008F6728">
      <w:r>
        <w:t>Die Funktionen des Moduls im Überblick:</w:t>
      </w:r>
    </w:p>
    <w:p w14:paraId="1B8DEF2D" w14:textId="77777777" w:rsidR="004D3789" w:rsidRDefault="004D3789" w:rsidP="008F6728"/>
    <w:p w14:paraId="5D7FDFD8" w14:textId="3DC44859" w:rsidR="004A2938" w:rsidRDefault="009172E6" w:rsidP="009172E6">
      <w:pPr>
        <w:pStyle w:val="Listenabsatz"/>
        <w:numPr>
          <w:ilvl w:val="0"/>
          <w:numId w:val="40"/>
        </w:numPr>
      </w:pPr>
      <w:r>
        <w:t>Die Bezahlung mit PayPal ist je Shop konfigurierbar</w:t>
      </w:r>
      <w:r w:rsidR="005D0DC1">
        <w:t>, so dass bei einer Enterprise Edition für ein</w:t>
      </w:r>
      <w:r w:rsidR="008837ED">
        <w:softHyphen/>
      </w:r>
      <w:r w:rsidR="005D0DC1">
        <w:t xml:space="preserve">zelne </w:t>
      </w:r>
      <w:proofErr w:type="spellStart"/>
      <w:r w:rsidR="005D0DC1">
        <w:t>Sub</w:t>
      </w:r>
      <w:r w:rsidR="007B7AC0">
        <w:t>s</w:t>
      </w:r>
      <w:r w:rsidR="005D0DC1">
        <w:t>hops</w:t>
      </w:r>
      <w:proofErr w:type="spellEnd"/>
      <w:r w:rsidR="005D0DC1">
        <w:t xml:space="preserve"> unterschiedliche Einstellungen vorgenommen werden können</w:t>
      </w:r>
      <w:r>
        <w:t xml:space="preserve">. </w:t>
      </w:r>
    </w:p>
    <w:p w14:paraId="093B7A57" w14:textId="77777777" w:rsidR="009172E6" w:rsidRDefault="009172E6" w:rsidP="009172E6">
      <w:pPr>
        <w:pStyle w:val="Listenabsatz"/>
        <w:numPr>
          <w:ilvl w:val="0"/>
          <w:numId w:val="40"/>
        </w:numPr>
      </w:pPr>
      <w:r>
        <w:t>PayPal wird im Bestellprozess als Zahlungsart angeboten.</w:t>
      </w:r>
    </w:p>
    <w:p w14:paraId="11379F3F" w14:textId="637448D9" w:rsidR="009172E6" w:rsidRDefault="009172E6" w:rsidP="009172E6">
      <w:pPr>
        <w:pStyle w:val="Listenabsatz"/>
        <w:numPr>
          <w:ilvl w:val="0"/>
          <w:numId w:val="40"/>
        </w:numPr>
      </w:pPr>
      <w:r>
        <w:t xml:space="preserve">Express-Kauf mit PayPal ist aus </w:t>
      </w:r>
      <w:r w:rsidR="007C4DE3">
        <w:t xml:space="preserve">dem </w:t>
      </w:r>
      <w:r>
        <w:t xml:space="preserve">Warenkorb, </w:t>
      </w:r>
      <w:r w:rsidR="007C4DE3">
        <w:t xml:space="preserve">dem </w:t>
      </w:r>
      <w:r>
        <w:t xml:space="preserve">Mini-Warenkorb und </w:t>
      </w:r>
      <w:r w:rsidR="007C4DE3">
        <w:t xml:space="preserve">der </w:t>
      </w:r>
      <w:r>
        <w:t>Artikel-Detailseite heraus möglich.</w:t>
      </w:r>
    </w:p>
    <w:p w14:paraId="64FBA189" w14:textId="33E30772" w:rsidR="00E54E2A" w:rsidRDefault="0020361E" w:rsidP="009172E6">
      <w:pPr>
        <w:pStyle w:val="Listenabsatz"/>
        <w:numPr>
          <w:ilvl w:val="0"/>
          <w:numId w:val="40"/>
        </w:numPr>
      </w:pPr>
      <w:r>
        <w:t xml:space="preserve">Der Name des Shops </w:t>
      </w:r>
      <w:r w:rsidR="00C8455C">
        <w:t>o</w:t>
      </w:r>
      <w:r>
        <w:t>d</w:t>
      </w:r>
      <w:r w:rsidR="00C8455C">
        <w:t>er</w:t>
      </w:r>
      <w:r>
        <w:t xml:space="preserve"> ein Logo können auf der PayPal-Zahlungsseite angezeigt werden.</w:t>
      </w:r>
    </w:p>
    <w:p w14:paraId="36DE0471" w14:textId="7E5D45E1" w:rsidR="0020361E" w:rsidRDefault="0020361E" w:rsidP="009172E6">
      <w:pPr>
        <w:pStyle w:val="Listenabsatz"/>
        <w:numPr>
          <w:ilvl w:val="0"/>
          <w:numId w:val="40"/>
        </w:numPr>
      </w:pPr>
      <w:r>
        <w:t>Der Inhalt des Warenkorbs kann zur PayPal-Zahlungsseite übertragen werden.</w:t>
      </w:r>
    </w:p>
    <w:p w14:paraId="30C3563B" w14:textId="38C84DE1" w:rsidR="00873797" w:rsidRDefault="00873797" w:rsidP="00873797">
      <w:pPr>
        <w:pStyle w:val="Listenabsatz"/>
        <w:numPr>
          <w:ilvl w:val="0"/>
          <w:numId w:val="40"/>
        </w:numPr>
      </w:pPr>
      <w:r>
        <w:t xml:space="preserve">Die PayPal-Zahlungsseite ist hinsichtlich der Farbgebung </w:t>
      </w:r>
      <w:r w:rsidR="00C10754">
        <w:t xml:space="preserve">der Warenkorbumrandung </w:t>
      </w:r>
      <w:r>
        <w:t>individualisierbar.</w:t>
      </w:r>
    </w:p>
    <w:p w14:paraId="5593C31C" w14:textId="2FF01620" w:rsidR="00E54E2A" w:rsidRDefault="00F86628" w:rsidP="009172E6">
      <w:pPr>
        <w:pStyle w:val="Listenabsatz"/>
        <w:numPr>
          <w:ilvl w:val="0"/>
          <w:numId w:val="40"/>
        </w:numPr>
      </w:pPr>
      <w:r>
        <w:t>Der Zeitpunkt des Geldtransfers kann definiert werden. Dabei ist ein sofortiger Einzug</w:t>
      </w:r>
      <w:r w:rsidR="006C45BA">
        <w:t xml:space="preserve"> des Rech</w:t>
      </w:r>
      <w:r w:rsidR="008837ED">
        <w:softHyphen/>
      </w:r>
      <w:r w:rsidR="006C45BA">
        <w:t>nungsbetrages</w:t>
      </w:r>
      <w:r>
        <w:t xml:space="preserve">, ein späterer Einzug </w:t>
      </w:r>
      <w:r w:rsidR="00CE2AD2">
        <w:t>vor bzw. nach</w:t>
      </w:r>
      <w:r>
        <w:t xml:space="preserve"> Versand der Ware oder die automatische Wahl zwischen diesen beiden Methoden</w:t>
      </w:r>
      <w:r w:rsidR="006C45BA">
        <w:t>,</w:t>
      </w:r>
      <w:r>
        <w:t xml:space="preserve"> abhängig von einem definierten Restlagerbestand</w:t>
      </w:r>
      <w:r w:rsidR="006C45BA">
        <w:t>,</w:t>
      </w:r>
      <w:r>
        <w:t xml:space="preserve"> möglich.</w:t>
      </w:r>
    </w:p>
    <w:p w14:paraId="1E774085" w14:textId="1393E32B" w:rsidR="00F86628" w:rsidRDefault="000F0BC9" w:rsidP="009172E6">
      <w:pPr>
        <w:pStyle w:val="Listenabsatz"/>
        <w:numPr>
          <w:ilvl w:val="0"/>
          <w:numId w:val="40"/>
        </w:numPr>
      </w:pPr>
      <w:r>
        <w:t xml:space="preserve">Bei den Bestellungen, die mit PayPal bezahlt werden, können </w:t>
      </w:r>
      <w:r w:rsidR="00A1303A">
        <w:t>B</w:t>
      </w:r>
      <w:r>
        <w:t xml:space="preserve">eträge eingezogen oder erstattet werden. Dabei sind </w:t>
      </w:r>
      <w:r w:rsidR="006F4B1C">
        <w:t>b</w:t>
      </w:r>
      <w:r w:rsidR="003662FC">
        <w:t>is zu 10</w:t>
      </w:r>
      <w:r>
        <w:t xml:space="preserve"> Teilbeträge möglich.</w:t>
      </w:r>
    </w:p>
    <w:p w14:paraId="1BA705B6" w14:textId="00E8741E" w:rsidR="000F0BC9" w:rsidRDefault="000F0BC9" w:rsidP="009172E6">
      <w:pPr>
        <w:pStyle w:val="Listenabsatz"/>
        <w:numPr>
          <w:ilvl w:val="0"/>
          <w:numId w:val="40"/>
        </w:numPr>
      </w:pPr>
      <w:r>
        <w:t>Je Bestellung kann eine Übersicht der PayPal-Transaktionen eingesehen werden.</w:t>
      </w:r>
    </w:p>
    <w:p w14:paraId="44624ADA" w14:textId="0D859A76" w:rsidR="004A2938" w:rsidRDefault="004A2938" w:rsidP="00F613BB"/>
    <w:p w14:paraId="4A77271A" w14:textId="77777777" w:rsidR="003D1824" w:rsidRDefault="003D1824">
      <w:pPr>
        <w:spacing w:line="240" w:lineRule="auto"/>
      </w:pPr>
      <w:r>
        <w:br w:type="page"/>
      </w:r>
    </w:p>
    <w:p w14:paraId="0625B40A" w14:textId="0469060D" w:rsidR="00B50F3E" w:rsidRDefault="00A6479B" w:rsidP="00A6479B">
      <w:pPr>
        <w:pStyle w:val="berschrift1"/>
      </w:pPr>
      <w:bookmarkStart w:id="23" w:name="_Toc489602889"/>
      <w:proofErr w:type="spellStart"/>
      <w:r>
        <w:lastRenderedPageBreak/>
        <w:t>Systemvoraussetzung</w:t>
      </w:r>
      <w:r w:rsidR="002E743F">
        <w:t>en</w:t>
      </w:r>
      <w:bookmarkEnd w:id="23"/>
      <w:proofErr w:type="spellEnd"/>
    </w:p>
    <w:p w14:paraId="7F76C162" w14:textId="77777777" w:rsidR="00220296" w:rsidRPr="00373EE9" w:rsidRDefault="00220296" w:rsidP="00220296">
      <w:r w:rsidRPr="00373EE9">
        <w:rPr>
          <w:szCs w:val="18"/>
        </w:rPr>
        <w:t xml:space="preserve">Für die Verwendung des Moduls PayPal sind unten stehende Systemvoraussetzungen notwendig. Darüber hinaus </w:t>
      </w:r>
      <w:r w:rsidRPr="00373EE9">
        <w:t>funktioniert das Modul PayPal nur, wenn der OXID eShop für den SSL-Modus konfiguriert wurde.</w:t>
      </w:r>
      <w:r w:rsidRPr="00373EE9">
        <w:rPr>
          <w:szCs w:val="18"/>
        </w:rPr>
        <w:br/>
      </w:r>
    </w:p>
    <w:p w14:paraId="09E5C2EB" w14:textId="0B7F8CE3" w:rsidR="00220296" w:rsidRPr="00373EE9" w:rsidRDefault="00220296" w:rsidP="00220296">
      <w:pPr>
        <w:pStyle w:val="Listenabsatz"/>
        <w:numPr>
          <w:ilvl w:val="0"/>
          <w:numId w:val="7"/>
        </w:numPr>
      </w:pPr>
      <w:r w:rsidRPr="00373EE9">
        <w:t>PHP 5.</w:t>
      </w:r>
      <w:r w:rsidR="00882AA1">
        <w:t>6</w:t>
      </w:r>
      <w:r w:rsidR="00A81F66">
        <w:t xml:space="preserve"> und höher</w:t>
      </w:r>
    </w:p>
    <w:p w14:paraId="4E735DA7" w14:textId="77777777" w:rsidR="00220296" w:rsidRPr="00373EE9" w:rsidRDefault="00220296" w:rsidP="00220296">
      <w:pPr>
        <w:pStyle w:val="Listenabsatz"/>
        <w:numPr>
          <w:ilvl w:val="0"/>
          <w:numId w:val="7"/>
        </w:numPr>
      </w:pPr>
      <w:proofErr w:type="spellStart"/>
      <w:r w:rsidRPr="00373EE9">
        <w:t>cURL</w:t>
      </w:r>
      <w:proofErr w:type="spellEnd"/>
      <w:r w:rsidRPr="00373EE9">
        <w:t xml:space="preserve"> </w:t>
      </w:r>
    </w:p>
    <w:p w14:paraId="7D6C2F6E" w14:textId="77D09AE7" w:rsidR="00220296" w:rsidRPr="00373EE9" w:rsidRDefault="00220296" w:rsidP="00220296">
      <w:pPr>
        <w:pStyle w:val="Listenabsatz"/>
        <w:numPr>
          <w:ilvl w:val="0"/>
          <w:numId w:val="7"/>
        </w:numPr>
      </w:pPr>
      <w:proofErr w:type="spellStart"/>
      <w:r w:rsidRPr="00373EE9">
        <w:t>OpenSSL</w:t>
      </w:r>
      <w:proofErr w:type="spellEnd"/>
      <w:r w:rsidRPr="00373EE9">
        <w:t xml:space="preserve"> </w:t>
      </w:r>
    </w:p>
    <w:p w14:paraId="517D476A" w14:textId="29CCF7EC" w:rsidR="00A6479B" w:rsidRDefault="00A6479B" w:rsidP="00A6479B">
      <w:pPr>
        <w:pStyle w:val="berschrift1"/>
      </w:pPr>
      <w:bookmarkStart w:id="24" w:name="_Toc489602890"/>
      <w:r>
        <w:t>Installation</w:t>
      </w:r>
      <w:bookmarkEnd w:id="24"/>
    </w:p>
    <w:p w14:paraId="778A4C79" w14:textId="0953B51B" w:rsidR="00513212" w:rsidRDefault="00A500E1" w:rsidP="00472533">
      <w:r w:rsidRPr="00373EE9">
        <w:t>Diese</w:t>
      </w:r>
      <w:r w:rsidR="006961D9">
        <w:t>r</w:t>
      </w:r>
      <w:r w:rsidRPr="00373EE9">
        <w:t xml:space="preserve"> </w:t>
      </w:r>
      <w:r w:rsidR="006961D9">
        <w:t>Abschnitt</w:t>
      </w:r>
      <w:r w:rsidRPr="00373EE9">
        <w:t xml:space="preserve"> beschreibt die </w:t>
      </w:r>
      <w:r w:rsidR="00E728AF" w:rsidRPr="00373EE9">
        <w:t>I</w:t>
      </w:r>
      <w:r w:rsidRPr="00373EE9">
        <w:t>nstallation des Moduls</w:t>
      </w:r>
      <w:r w:rsidR="00886043" w:rsidRPr="00373EE9">
        <w:t xml:space="preserve"> PayPal</w:t>
      </w:r>
      <w:r w:rsidRPr="00373EE9">
        <w:t xml:space="preserve"> für </w:t>
      </w:r>
      <w:r w:rsidR="002F68E4" w:rsidRPr="00373EE9">
        <w:t>d</w:t>
      </w:r>
      <w:r w:rsidR="00E728AF" w:rsidRPr="00373EE9">
        <w:t>e</w:t>
      </w:r>
      <w:r w:rsidR="002F68E4" w:rsidRPr="00373EE9">
        <w:t>n</w:t>
      </w:r>
      <w:r w:rsidR="00E728AF" w:rsidRPr="00373EE9">
        <w:t xml:space="preserve"> OXID eShop Version </w:t>
      </w:r>
      <w:r w:rsidR="009318F7">
        <w:t>6.0.0</w:t>
      </w:r>
      <w:r w:rsidR="00C412DF" w:rsidRPr="00373EE9">
        <w:t>.</w:t>
      </w:r>
      <w:r w:rsidR="00886043" w:rsidRPr="00373EE9">
        <w:t xml:space="preserve"> </w:t>
      </w:r>
      <w:r w:rsidR="00F35900" w:rsidRPr="00373EE9">
        <w:t>Befolgen Sie die Anleitung Schritt für Schritt.</w:t>
      </w:r>
    </w:p>
    <w:p w14:paraId="15A51BEC" w14:textId="77777777" w:rsidR="00BC4DB0" w:rsidRDefault="00BC4DB0" w:rsidP="00472533"/>
    <w:p w14:paraId="6B57780B" w14:textId="244DAFD2" w:rsidR="00BC4DB0" w:rsidRPr="00BC4DB0" w:rsidRDefault="00BC4DB0" w:rsidP="00472533">
      <w:pPr>
        <w:rPr>
          <w:rFonts w:eastAsia="Calibri"/>
        </w:rPr>
      </w:pPr>
      <w:r w:rsidRPr="00BC4DB0">
        <w:rPr>
          <w:rFonts w:eastAsia="Calibri"/>
        </w:rPr>
        <w:t xml:space="preserve">Wurde der Shop als OXID eShop </w:t>
      </w:r>
      <w:proofErr w:type="spellStart"/>
      <w:r w:rsidRPr="00BC4DB0">
        <w:rPr>
          <w:rFonts w:eastAsia="Calibri"/>
        </w:rPr>
        <w:t>Compilation</w:t>
      </w:r>
      <w:proofErr w:type="spellEnd"/>
      <w:r w:rsidRPr="00BC4DB0">
        <w:rPr>
          <w:rFonts w:eastAsia="Calibri"/>
        </w:rPr>
        <w:t xml:space="preserve"> aufgesetzt, ist die passende Version der OXID </w:t>
      </w:r>
      <w:proofErr w:type="spellStart"/>
      <w:r w:rsidRPr="00BC4DB0">
        <w:rPr>
          <w:rFonts w:eastAsia="Calibri"/>
        </w:rPr>
        <w:t>eFire</w:t>
      </w:r>
      <w:proofErr w:type="spellEnd"/>
      <w:r w:rsidRPr="00BC4DB0">
        <w:rPr>
          <w:rFonts w:eastAsia="Calibri"/>
        </w:rPr>
        <w:t xml:space="preserve"> Extension PayPal bereits integriert. Sie muss lediglich im Administrationsbereich des Shops aktiviert und konfiguriert werden. Für den Fall, dass das Modul manuell in den Shop integriert werden muss, beachten Sie bitte die Hinweise in der Datei </w:t>
      </w:r>
      <w:hyperlink r:id="rId16" w:history="1">
        <w:r w:rsidRPr="004F3B00">
          <w:rPr>
            <w:rStyle w:val="Hyperlink"/>
            <w:rFonts w:eastAsia="Calibri"/>
          </w:rPr>
          <w:t>README.md</w:t>
        </w:r>
      </w:hyperlink>
      <w:r w:rsidRPr="00BC4DB0">
        <w:rPr>
          <w:rFonts w:eastAsia="Calibri"/>
        </w:rPr>
        <w:t xml:space="preserve"> des Moduls.</w:t>
      </w:r>
    </w:p>
    <w:p w14:paraId="529953A2" w14:textId="11883D8D" w:rsidR="00A500E1" w:rsidRPr="00D26963" w:rsidRDefault="00A500E1" w:rsidP="009A1536">
      <w:pPr>
        <w:pStyle w:val="berschrift2"/>
        <w:ind w:hanging="1997"/>
      </w:pPr>
      <w:bookmarkStart w:id="25" w:name="_Toc363138679"/>
      <w:bookmarkStart w:id="26" w:name="_Toc363138699"/>
      <w:bookmarkStart w:id="27" w:name="_Toc367197245"/>
      <w:bookmarkStart w:id="28" w:name="_Toc367275681"/>
      <w:bookmarkStart w:id="29" w:name="_Toc368046713"/>
      <w:bookmarkStart w:id="30" w:name="_Toc368047567"/>
      <w:bookmarkStart w:id="31" w:name="_Toc368048478"/>
      <w:bookmarkStart w:id="32" w:name="_Toc368386934"/>
      <w:bookmarkStart w:id="33" w:name="_Toc337645509"/>
      <w:bookmarkStart w:id="34" w:name="_Toc337651797"/>
      <w:bookmarkStart w:id="35" w:name="_Toc349642075"/>
      <w:bookmarkStart w:id="36" w:name="_Toc349643154"/>
      <w:bookmarkStart w:id="37" w:name="_Toc354657452"/>
      <w:bookmarkStart w:id="38" w:name="_Toc355611714"/>
      <w:bookmarkStart w:id="39" w:name="_Toc363138680"/>
      <w:bookmarkStart w:id="40" w:name="_Toc363138700"/>
      <w:bookmarkStart w:id="41" w:name="_Toc367197246"/>
      <w:bookmarkStart w:id="42" w:name="_Toc367275682"/>
      <w:bookmarkStart w:id="43" w:name="_Toc368046714"/>
      <w:bookmarkStart w:id="44" w:name="_Toc368047568"/>
      <w:bookmarkStart w:id="45" w:name="_Toc368048479"/>
      <w:bookmarkStart w:id="46" w:name="_Toc368386935"/>
      <w:bookmarkStart w:id="47" w:name="_Toc48960289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roofErr w:type="spellStart"/>
      <w:r w:rsidRPr="00D26963">
        <w:t>Schreibrechte</w:t>
      </w:r>
      <w:proofErr w:type="spellEnd"/>
      <w:r w:rsidRPr="00D26963">
        <w:t xml:space="preserve"> von /modules/</w:t>
      </w:r>
      <w:proofErr w:type="spellStart"/>
      <w:r w:rsidR="00AD538F" w:rsidRPr="00D26963">
        <w:t>oe</w:t>
      </w:r>
      <w:proofErr w:type="spellEnd"/>
      <w:r w:rsidR="00AD538F" w:rsidRPr="00D26963">
        <w:t>/</w:t>
      </w:r>
      <w:proofErr w:type="spellStart"/>
      <w:r w:rsidR="008E14E9" w:rsidRPr="00D26963">
        <w:t>oepaypal</w:t>
      </w:r>
      <w:proofErr w:type="spellEnd"/>
      <w:r w:rsidR="008E14E9" w:rsidRPr="00D26963">
        <w:t>/</w:t>
      </w:r>
      <w:r w:rsidRPr="00D26963">
        <w:t>log</w:t>
      </w:r>
      <w:r w:rsidR="008E14E9" w:rsidRPr="00D26963">
        <w:t>s</w:t>
      </w:r>
      <w:r w:rsidRPr="00D26963">
        <w:t xml:space="preserve"> </w:t>
      </w:r>
      <w:proofErr w:type="spellStart"/>
      <w:r w:rsidRPr="00D26963">
        <w:t>ändern</w:t>
      </w:r>
      <w:bookmarkEnd w:id="47"/>
      <w:proofErr w:type="spellEnd"/>
      <w:r w:rsidRPr="00D26963">
        <w:t xml:space="preserve"> </w:t>
      </w:r>
    </w:p>
    <w:p w14:paraId="5F2A50D5" w14:textId="47ABAC06" w:rsidR="0059008D" w:rsidRPr="00373EE9" w:rsidRDefault="00A500E1" w:rsidP="005E2656">
      <w:r w:rsidRPr="00373EE9">
        <w:t xml:space="preserve">Ändern Sie die Schreibrechte von </w:t>
      </w:r>
      <w:r w:rsidRPr="00373EE9">
        <w:rPr>
          <w:rStyle w:val="DateinamenundPfadeZchn"/>
        </w:rPr>
        <w:t>/</w:t>
      </w:r>
      <w:proofErr w:type="spellStart"/>
      <w:r w:rsidRPr="00373EE9">
        <w:rPr>
          <w:rStyle w:val="DateinamenundPfadeZchn"/>
        </w:rPr>
        <w:t>modules</w:t>
      </w:r>
      <w:proofErr w:type="spellEnd"/>
      <w:r w:rsidRPr="00373EE9">
        <w:rPr>
          <w:rStyle w:val="DateinamenundPfadeZchn"/>
        </w:rPr>
        <w:t>/</w:t>
      </w:r>
      <w:proofErr w:type="spellStart"/>
      <w:r w:rsidR="00AD538F" w:rsidRPr="00373EE9">
        <w:rPr>
          <w:rStyle w:val="DateinamenundPfadeZchn"/>
        </w:rPr>
        <w:t>oe</w:t>
      </w:r>
      <w:proofErr w:type="spellEnd"/>
      <w:r w:rsidR="00AD538F" w:rsidRPr="00373EE9">
        <w:rPr>
          <w:rStyle w:val="DateinamenundPfadeZchn"/>
        </w:rPr>
        <w:t>/</w:t>
      </w:r>
      <w:proofErr w:type="spellStart"/>
      <w:r w:rsidR="008E14E9" w:rsidRPr="00373EE9">
        <w:rPr>
          <w:rStyle w:val="DateinamenundPfadeZchn"/>
        </w:rPr>
        <w:t>oepaypal</w:t>
      </w:r>
      <w:proofErr w:type="spellEnd"/>
      <w:r w:rsidR="008E14E9" w:rsidRPr="00373EE9">
        <w:rPr>
          <w:rStyle w:val="DateinamenundPfadeZchn"/>
        </w:rPr>
        <w:t>/</w:t>
      </w:r>
      <w:proofErr w:type="spellStart"/>
      <w:r w:rsidRPr="00373EE9">
        <w:rPr>
          <w:rStyle w:val="DateinamenundPfadeZchn"/>
        </w:rPr>
        <w:t>log</w:t>
      </w:r>
      <w:r w:rsidR="008E14E9" w:rsidRPr="00373EE9">
        <w:rPr>
          <w:rStyle w:val="DateinamenundPfadeZchn"/>
        </w:rPr>
        <w:t>s</w:t>
      </w:r>
      <w:proofErr w:type="spellEnd"/>
      <w:r w:rsidR="001F6BAD" w:rsidRPr="00373EE9">
        <w:t>.</w:t>
      </w:r>
      <w:r w:rsidRPr="00373EE9">
        <w:t xml:space="preserve"> Geben Sie</w:t>
      </w:r>
      <w:r w:rsidR="00851BBE" w:rsidRPr="00373EE9">
        <w:t xml:space="preserve"> volle Schreibrechte für Be</w:t>
      </w:r>
      <w:r w:rsidR="001E7C5D" w:rsidRPr="00373EE9">
        <w:t>sitz</w:t>
      </w:r>
      <w:r w:rsidR="00851BBE" w:rsidRPr="00373EE9">
        <w:t xml:space="preserve">er, </w:t>
      </w:r>
      <w:r w:rsidRPr="00373EE9">
        <w:t>Gruppe</w:t>
      </w:r>
      <w:r w:rsidR="00851BBE" w:rsidRPr="00373EE9">
        <w:t xml:space="preserve"> und ö</w:t>
      </w:r>
      <w:r w:rsidRPr="00373EE9">
        <w:t>ffentlich (</w:t>
      </w:r>
      <w:r w:rsidR="00663AF5" w:rsidRPr="00373EE9">
        <w:t>755 oder 777</w:t>
      </w:r>
      <w:r w:rsidRPr="00373EE9">
        <w:t>).</w:t>
      </w:r>
    </w:p>
    <w:p w14:paraId="74B6A91B" w14:textId="06839DE3" w:rsidR="009167F2" w:rsidRPr="00373EE9" w:rsidRDefault="004A6B6A" w:rsidP="009A1536">
      <w:pPr>
        <w:pStyle w:val="berschrift2"/>
        <w:ind w:hanging="1997"/>
        <w:rPr>
          <w:lang w:val="de-DE"/>
        </w:rPr>
      </w:pPr>
      <w:bookmarkStart w:id="48" w:name="_Toc337651802"/>
      <w:bookmarkStart w:id="49" w:name="_Toc349642080"/>
      <w:bookmarkStart w:id="50" w:name="_Toc349643159"/>
      <w:bookmarkStart w:id="51" w:name="_Toc354657457"/>
      <w:bookmarkStart w:id="52" w:name="_Toc355611719"/>
      <w:bookmarkStart w:id="53" w:name="_Toc363138684"/>
      <w:bookmarkStart w:id="54" w:name="_Toc363138704"/>
      <w:bookmarkStart w:id="55" w:name="_Toc367197250"/>
      <w:bookmarkStart w:id="56" w:name="_Toc367275686"/>
      <w:bookmarkStart w:id="57" w:name="_Toc368046718"/>
      <w:bookmarkStart w:id="58" w:name="_Toc368047572"/>
      <w:bookmarkStart w:id="59" w:name="_Toc368048483"/>
      <w:bookmarkStart w:id="60" w:name="_Toc368386939"/>
      <w:bookmarkStart w:id="61" w:name="_Ref196626926"/>
      <w:bookmarkStart w:id="62" w:name="_Toc489602892"/>
      <w:bookmarkStart w:id="63" w:name="_Ref196626940"/>
      <w:bookmarkEnd w:id="48"/>
      <w:bookmarkEnd w:id="49"/>
      <w:bookmarkEnd w:id="50"/>
      <w:bookmarkEnd w:id="51"/>
      <w:bookmarkEnd w:id="52"/>
      <w:bookmarkEnd w:id="53"/>
      <w:bookmarkEnd w:id="54"/>
      <w:bookmarkEnd w:id="55"/>
      <w:bookmarkEnd w:id="56"/>
      <w:bookmarkEnd w:id="57"/>
      <w:bookmarkEnd w:id="58"/>
      <w:bookmarkEnd w:id="59"/>
      <w:bookmarkEnd w:id="60"/>
      <w:r w:rsidRPr="00373EE9">
        <w:rPr>
          <w:lang w:val="de-DE"/>
        </w:rPr>
        <w:t xml:space="preserve">Modul </w:t>
      </w:r>
      <w:bookmarkEnd w:id="61"/>
      <w:r w:rsidRPr="00373EE9">
        <w:rPr>
          <w:lang w:val="de-DE"/>
        </w:rPr>
        <w:t>aktivieren</w:t>
      </w:r>
      <w:bookmarkEnd w:id="62"/>
    </w:p>
    <w:p w14:paraId="73FC3EF8" w14:textId="16D8C2A2" w:rsidR="004A6B6A" w:rsidRPr="00373EE9" w:rsidRDefault="004A6B6A" w:rsidP="004A6B6A">
      <w:r w:rsidRPr="00373EE9">
        <w:t xml:space="preserve">Das Modul PayPal muss im Shop aktiviert werden. In der Registerkarte </w:t>
      </w:r>
      <w:r w:rsidRPr="00373EE9">
        <w:rPr>
          <w:rStyle w:val="EingabefelderundNavigationsschritteZchn"/>
        </w:rPr>
        <w:t>Stamm</w:t>
      </w:r>
      <w:r w:rsidRPr="00373EE9">
        <w:t xml:space="preserve"> </w:t>
      </w:r>
      <w:r w:rsidR="00597359" w:rsidRPr="00373EE9">
        <w:t xml:space="preserve">des Moduls </w:t>
      </w:r>
      <w:r w:rsidRPr="00373EE9">
        <w:t xml:space="preserve">drücken Sie auf die Schaltfläche </w:t>
      </w:r>
      <w:r w:rsidRPr="00373EE9">
        <w:rPr>
          <w:rStyle w:val="EingabefelderundNavigationsschritteZchn"/>
        </w:rPr>
        <w:t>Aktivieren</w:t>
      </w:r>
      <w:r w:rsidRPr="00373EE9">
        <w:t>.</w:t>
      </w:r>
    </w:p>
    <w:p w14:paraId="2F089FE3" w14:textId="77777777" w:rsidR="00A500E1" w:rsidRPr="00373EE9" w:rsidRDefault="00A500E1" w:rsidP="009A1536">
      <w:pPr>
        <w:pStyle w:val="berschrift2"/>
        <w:ind w:hanging="1997"/>
      </w:pPr>
      <w:bookmarkStart w:id="64" w:name="_Toc489602893"/>
      <w:proofErr w:type="spellStart"/>
      <w:r w:rsidRPr="00373EE9">
        <w:t>Temporäre</w:t>
      </w:r>
      <w:proofErr w:type="spellEnd"/>
      <w:r w:rsidRPr="00373EE9">
        <w:t xml:space="preserve"> </w:t>
      </w:r>
      <w:proofErr w:type="spellStart"/>
      <w:r w:rsidRPr="00373EE9">
        <w:t>Dateien</w:t>
      </w:r>
      <w:proofErr w:type="spellEnd"/>
      <w:r w:rsidRPr="00373EE9">
        <w:t xml:space="preserve"> </w:t>
      </w:r>
      <w:proofErr w:type="spellStart"/>
      <w:r w:rsidRPr="00373EE9">
        <w:t>löschen</w:t>
      </w:r>
      <w:bookmarkEnd w:id="63"/>
      <w:bookmarkEnd w:id="64"/>
      <w:proofErr w:type="spellEnd"/>
    </w:p>
    <w:p w14:paraId="5C467E7D" w14:textId="054ECF5B" w:rsidR="003460AF" w:rsidRPr="00373EE9" w:rsidRDefault="003460AF" w:rsidP="00B56FA3">
      <w:r w:rsidRPr="00373EE9">
        <w:t xml:space="preserve">Löschen Sie alle Dateien und Ordner außer der </w:t>
      </w:r>
      <w:r w:rsidRPr="00373EE9">
        <w:rPr>
          <w:rStyle w:val="DateinamenundPfadeZchn"/>
        </w:rPr>
        <w:t>.</w:t>
      </w:r>
      <w:proofErr w:type="spellStart"/>
      <w:r w:rsidRPr="00373EE9">
        <w:rPr>
          <w:rStyle w:val="DateinamenundPfadeZchn"/>
        </w:rPr>
        <w:t>htaccess</w:t>
      </w:r>
      <w:proofErr w:type="spellEnd"/>
      <w:r w:rsidRPr="00373EE9">
        <w:t xml:space="preserve"> aus dem Verzeichnis </w:t>
      </w:r>
      <w:r w:rsidRPr="00373EE9">
        <w:rPr>
          <w:rStyle w:val="DateinamenundPfadeZchn"/>
        </w:rPr>
        <w:t>/</w:t>
      </w:r>
      <w:proofErr w:type="spellStart"/>
      <w:r w:rsidRPr="00373EE9">
        <w:rPr>
          <w:rStyle w:val="DateinamenundPfadeZchn"/>
        </w:rPr>
        <w:t>tmp</w:t>
      </w:r>
      <w:proofErr w:type="spellEnd"/>
      <w:r w:rsidRPr="00373EE9">
        <w:rPr>
          <w:rFonts w:ascii="Verdana,BoldItalic" w:hAnsi="Verdana,BoldItalic" w:cs="Verdana,BoldItalic"/>
          <w:b/>
          <w:bCs/>
          <w:i/>
          <w:iCs/>
          <w:color w:val="404040"/>
        </w:rPr>
        <w:t xml:space="preserve"> </w:t>
      </w:r>
      <w:r w:rsidRPr="00373EE9">
        <w:t>des Shops.</w:t>
      </w:r>
    </w:p>
    <w:p w14:paraId="7353192D" w14:textId="20922C5C" w:rsidR="00D90423" w:rsidRDefault="00D90423" w:rsidP="00D90423">
      <w:pPr>
        <w:pStyle w:val="berschrift1"/>
      </w:pPr>
      <w:bookmarkStart w:id="65" w:name="_Toc489602894"/>
      <w:proofErr w:type="spellStart"/>
      <w:r>
        <w:t>Konfiguration</w:t>
      </w:r>
      <w:bookmarkEnd w:id="65"/>
      <w:proofErr w:type="spellEnd"/>
    </w:p>
    <w:p w14:paraId="699D4B4C" w14:textId="29E49300" w:rsidR="008C2176" w:rsidRDefault="00C10D90" w:rsidP="00D90423">
      <w:r>
        <w:t xml:space="preserve">Damit Kunden im OXID eShop mit PayPal bezahlen können, muss die zugehörige Zahlungsart konfiguriert werden. </w:t>
      </w:r>
      <w:r w:rsidR="00975B2F">
        <w:t>In den Einstellungen des Moduls wird festgelegt, wie die Bezahlung mit PayPal im OXID eShop funktionieren soll.</w:t>
      </w:r>
    </w:p>
    <w:p w14:paraId="33ECEA0D" w14:textId="77777777" w:rsidR="00D90423" w:rsidRPr="00373EE9" w:rsidRDefault="00D90423" w:rsidP="00556FB1">
      <w:pPr>
        <w:pStyle w:val="berschrift2"/>
        <w:ind w:hanging="1997"/>
      </w:pPr>
      <w:bookmarkStart w:id="66" w:name="_Toc489602895"/>
      <w:proofErr w:type="spellStart"/>
      <w:r w:rsidRPr="00373EE9">
        <w:t>Zahlungsart</w:t>
      </w:r>
      <w:proofErr w:type="spellEnd"/>
      <w:r w:rsidRPr="00373EE9">
        <w:t xml:space="preserve"> PayPal </w:t>
      </w:r>
      <w:proofErr w:type="spellStart"/>
      <w:r w:rsidRPr="00373EE9">
        <w:t>einrichten</w:t>
      </w:r>
      <w:bookmarkEnd w:id="66"/>
      <w:proofErr w:type="spellEnd"/>
    </w:p>
    <w:p w14:paraId="66F72E7A" w14:textId="3214B557" w:rsidR="00D72387" w:rsidRPr="00373EE9" w:rsidRDefault="00D90423" w:rsidP="00D72387">
      <w:pPr>
        <w:ind w:left="360"/>
      </w:pPr>
      <w:r w:rsidRPr="00373EE9">
        <w:t xml:space="preserve">Konfigurieren Sie die Zahlungsart nach Ihren Wünschen. </w:t>
      </w:r>
      <w:r w:rsidR="00641EDB">
        <w:t xml:space="preserve">Detaillierte </w:t>
      </w:r>
      <w:r w:rsidR="007D2B32">
        <w:t xml:space="preserve">Informationen finden Sie in der Dokumentation und Hilfe: </w:t>
      </w:r>
      <w:r w:rsidR="007D2B32" w:rsidRPr="00BB18AA">
        <w:rPr>
          <w:rStyle w:val="BenutzereingabenundCodeZchn"/>
        </w:rPr>
        <w:t>http</w:t>
      </w:r>
      <w:r w:rsidR="00F25726">
        <w:rPr>
          <w:rStyle w:val="BenutzereingabenundCodeZchn"/>
        </w:rPr>
        <w:t>s</w:t>
      </w:r>
      <w:r w:rsidR="007D2B32" w:rsidRPr="00BB18AA">
        <w:rPr>
          <w:rStyle w:val="BenutzereingabenundCodeZchn"/>
        </w:rPr>
        <w:t>://</w:t>
      </w:r>
      <w:r w:rsidR="00F25726" w:rsidRPr="00F25726">
        <w:rPr>
          <w:rStyle w:val="BenutzereingabenundCodeZchn"/>
        </w:rPr>
        <w:t>docs.oxid-esales.com/eshop/de/6.0/einrichtung/zahlungsarten/zahlungsarten.html</w:t>
      </w:r>
      <w:r w:rsidR="007D2B32">
        <w:t>.</w:t>
      </w:r>
      <w:r w:rsidR="00D72387">
        <w:t xml:space="preserve"> Ä</w:t>
      </w:r>
      <w:r w:rsidR="00D72387" w:rsidRPr="00373EE9">
        <w:t xml:space="preserve">ndern Sie </w:t>
      </w:r>
      <w:r w:rsidR="00D72387">
        <w:t xml:space="preserve">bitte ggf. </w:t>
      </w:r>
      <w:r w:rsidR="00D72387" w:rsidRPr="00373EE9">
        <w:t xml:space="preserve">den </w:t>
      </w:r>
      <w:r w:rsidR="00D72387" w:rsidRPr="00373EE9">
        <w:rPr>
          <w:rStyle w:val="EingabefelderundNavigationsschritteZchn"/>
        </w:rPr>
        <w:t>Einkaufswert (€)</w:t>
      </w:r>
      <w:r w:rsidR="00D72387" w:rsidRPr="00373EE9">
        <w:t xml:space="preserve"> in </w:t>
      </w:r>
      <w:r w:rsidR="00D72387" w:rsidRPr="007F11D5">
        <w:rPr>
          <w:rStyle w:val="EingabefelderundNavigationsschritteZchn"/>
          <w:b w:val="0"/>
        </w:rPr>
        <w:t>0</w:t>
      </w:r>
      <w:r w:rsidR="00D72387" w:rsidRPr="00373EE9">
        <w:t xml:space="preserve"> bis </w:t>
      </w:r>
      <w:r w:rsidR="00D72387" w:rsidRPr="007F11D5">
        <w:rPr>
          <w:rStyle w:val="EingabefelderundNavigationsschritteZchn"/>
          <w:b w:val="0"/>
        </w:rPr>
        <w:t>10000</w:t>
      </w:r>
      <w:r w:rsidR="00D72387" w:rsidRPr="00373EE9">
        <w:t>.</w:t>
      </w:r>
      <w:bookmarkStart w:id="67" w:name="_GoBack"/>
      <w:bookmarkEnd w:id="67"/>
    </w:p>
    <w:p w14:paraId="22DBCC2B" w14:textId="1F36D3C6" w:rsidR="00D90423" w:rsidRPr="00373EE9" w:rsidRDefault="00D90423" w:rsidP="00D72387">
      <w:pPr>
        <w:ind w:left="360"/>
      </w:pPr>
    </w:p>
    <w:p w14:paraId="6534401F" w14:textId="77777777" w:rsidR="00D90423" w:rsidRPr="00373EE9" w:rsidRDefault="00D90423" w:rsidP="00D90423"/>
    <w:p w14:paraId="208CCF70" w14:textId="77777777" w:rsidR="00D90423" w:rsidRPr="00373EE9" w:rsidRDefault="00D90423" w:rsidP="00D90423">
      <w:r w:rsidRPr="00373EE9">
        <w:t>In einer Standardinstallation des Shops kann PayPal in nur zwei Schritten eingerichtet werden:</w:t>
      </w:r>
    </w:p>
    <w:p w14:paraId="54FEBDEC" w14:textId="31A626ED" w:rsidR="00D90423" w:rsidRPr="00373EE9" w:rsidRDefault="00D90423" w:rsidP="00D90423">
      <w:pPr>
        <w:pStyle w:val="Listenabsatz"/>
        <w:numPr>
          <w:ilvl w:val="0"/>
          <w:numId w:val="32"/>
        </w:numPr>
      </w:pPr>
      <w:r w:rsidRPr="00373EE9">
        <w:t xml:space="preserve">Unter </w:t>
      </w:r>
      <w:proofErr w:type="spellStart"/>
      <w:r w:rsidRPr="00373EE9">
        <w:rPr>
          <w:rStyle w:val="EingabefelderundNavigationsschritteZchn"/>
        </w:rPr>
        <w:t>Shopeinstellungen</w:t>
      </w:r>
      <w:proofErr w:type="spellEnd"/>
      <w:r w:rsidRPr="00373EE9">
        <w:t xml:space="preserve"> -&gt; </w:t>
      </w:r>
      <w:r w:rsidRPr="00373EE9">
        <w:rPr>
          <w:rStyle w:val="EingabefelderundNavigationsschritteZchn"/>
        </w:rPr>
        <w:t>Zahlungsarten</w:t>
      </w:r>
      <w:r w:rsidRPr="00373EE9">
        <w:t xml:space="preserve"> wird mindestens die Benutzergruppe Inlandskunde der Zahlungsart PayPal zugewiesen. </w:t>
      </w:r>
    </w:p>
    <w:p w14:paraId="55F9D772" w14:textId="29D8BEF0" w:rsidR="00D90423" w:rsidRDefault="00D90423" w:rsidP="00D90423">
      <w:pPr>
        <w:pStyle w:val="Listenabsatz"/>
        <w:numPr>
          <w:ilvl w:val="0"/>
          <w:numId w:val="32"/>
        </w:numPr>
      </w:pPr>
      <w:r w:rsidRPr="00373EE9">
        <w:t xml:space="preserve">Unter </w:t>
      </w:r>
      <w:proofErr w:type="spellStart"/>
      <w:r w:rsidRPr="00373EE9">
        <w:rPr>
          <w:rStyle w:val="EingabefelderundNavigationsschritteZchn"/>
        </w:rPr>
        <w:t>Shopeinstellungen</w:t>
      </w:r>
      <w:proofErr w:type="spellEnd"/>
      <w:r w:rsidRPr="00373EE9">
        <w:t xml:space="preserve"> -&gt; </w:t>
      </w:r>
      <w:r w:rsidRPr="00373EE9">
        <w:rPr>
          <w:rStyle w:val="EingabefelderundNavigationsschritteZchn"/>
        </w:rPr>
        <w:t>Versandarten</w:t>
      </w:r>
      <w:r w:rsidRPr="00373EE9">
        <w:t xml:space="preserve"> wird die Zahlungsart PayPal den jeweiligen Versandarten, zum Beispiel Standard, zugewiesen.</w:t>
      </w:r>
    </w:p>
    <w:p w14:paraId="0C614687" w14:textId="77777777" w:rsidR="00A97AD3" w:rsidRDefault="00A97AD3" w:rsidP="00A97AD3"/>
    <w:p w14:paraId="2DE9F44B" w14:textId="47F8C411" w:rsidR="00A97AD3" w:rsidRDefault="00A97AD3" w:rsidP="00A97AD3">
      <w:r>
        <w:t xml:space="preserve">Definieren Sie </w:t>
      </w:r>
      <w:r w:rsidR="008159BD">
        <w:t xml:space="preserve">bitte </w:t>
      </w:r>
      <w:r>
        <w:t xml:space="preserve">eine Versandart als Standard für die </w:t>
      </w:r>
      <w:r w:rsidR="00CB5405">
        <w:t>Bez</w:t>
      </w:r>
      <w:r>
        <w:t>ahlung mit PayPal. Diese Versandart wird be</w:t>
      </w:r>
      <w:r w:rsidR="008837ED">
        <w:softHyphen/>
      </w:r>
      <w:r>
        <w:t xml:space="preserve">nötigt und verwendet, wenn Kunden mit einem mobilen Endgerät in Ihrem Shop bestellen. Die </w:t>
      </w:r>
      <w:r w:rsidR="00F00574">
        <w:t>entspre</w:t>
      </w:r>
      <w:r w:rsidR="008837ED">
        <w:softHyphen/>
      </w:r>
      <w:r w:rsidR="00F00574">
        <w:t xml:space="preserve">chende </w:t>
      </w:r>
      <w:r>
        <w:t xml:space="preserve">Option finden Sie auf der Registerkarte </w:t>
      </w:r>
      <w:r w:rsidRPr="00A97AD3">
        <w:rPr>
          <w:rStyle w:val="EingabefelderundNavigationsschritteZchn"/>
        </w:rPr>
        <w:t>Stamm</w:t>
      </w:r>
      <w:r>
        <w:t xml:space="preserve"> der Versandarten.</w:t>
      </w:r>
    </w:p>
    <w:p w14:paraId="2A0843B5" w14:textId="6511681E" w:rsidR="00D90423" w:rsidRPr="00373EE9" w:rsidRDefault="00D90423" w:rsidP="00556FB1">
      <w:pPr>
        <w:pStyle w:val="berschrift2"/>
        <w:ind w:hanging="1997"/>
      </w:pPr>
      <w:bookmarkStart w:id="68" w:name="_Toc489602896"/>
      <w:bookmarkStart w:id="69" w:name="_Ref231203733"/>
      <w:proofErr w:type="spellStart"/>
      <w:r w:rsidRPr="00373EE9">
        <w:t>Modul</w:t>
      </w:r>
      <w:r w:rsidR="00167A1B">
        <w:t>einstellungen</w:t>
      </w:r>
      <w:bookmarkEnd w:id="68"/>
      <w:proofErr w:type="spellEnd"/>
    </w:p>
    <w:p w14:paraId="7EDA85A7" w14:textId="1DF51277" w:rsidR="00D90423" w:rsidRPr="00373EE9" w:rsidRDefault="00D90423" w:rsidP="00D90423">
      <w:r w:rsidRPr="00373EE9">
        <w:t xml:space="preserve">Gehen Sie im Administrationsbereich des Shops zu </w:t>
      </w:r>
      <w:r w:rsidRPr="00373EE9">
        <w:rPr>
          <w:rStyle w:val="EingabefelderundNavigationsschritteZchn"/>
        </w:rPr>
        <w:t>Erweiterungen</w:t>
      </w:r>
      <w:r w:rsidRPr="00373EE9">
        <w:t xml:space="preserve"> -&gt; </w:t>
      </w:r>
      <w:r w:rsidRPr="00373EE9">
        <w:rPr>
          <w:rStyle w:val="EingabefelderundNavigationsschritteZchn"/>
        </w:rPr>
        <w:t>Module</w:t>
      </w:r>
      <w:r w:rsidRPr="00373EE9">
        <w:t xml:space="preserve"> und wählen Sie das Modul </w:t>
      </w:r>
      <w:r w:rsidR="0055138B">
        <w:t xml:space="preserve">PayPal </w:t>
      </w:r>
      <w:r w:rsidRPr="00373EE9">
        <w:t xml:space="preserve">aus. Auf der Registerkarte </w:t>
      </w:r>
      <w:proofErr w:type="spellStart"/>
      <w:r w:rsidRPr="00373EE9">
        <w:rPr>
          <w:rStyle w:val="EingabefelderundNavigationsschritteZchn"/>
        </w:rPr>
        <w:t>Einstell</w:t>
      </w:r>
      <w:proofErr w:type="spellEnd"/>
      <w:r w:rsidRPr="00373EE9">
        <w:rPr>
          <w:rStyle w:val="EingabefelderundNavigationsschritteZchn"/>
        </w:rPr>
        <w:t>.</w:t>
      </w:r>
      <w:r w:rsidRPr="00373EE9">
        <w:t xml:space="preserve"> </w:t>
      </w:r>
      <w:proofErr w:type="gramStart"/>
      <w:r w:rsidRPr="00373EE9">
        <w:t>kann</w:t>
      </w:r>
      <w:proofErr w:type="gramEnd"/>
      <w:r w:rsidRPr="00373EE9">
        <w:t xml:space="preserve"> das Modul </w:t>
      </w:r>
      <w:r w:rsidR="00232338">
        <w:t xml:space="preserve">konfiguriert werden. </w:t>
      </w:r>
      <w:r w:rsidR="00390F1F" w:rsidRPr="00373EE9">
        <w:t xml:space="preserve">Zu den einzelnen Einstellungen </w:t>
      </w:r>
      <w:r w:rsidR="00390F1F">
        <w:t>lass</w:t>
      </w:r>
      <w:r w:rsidR="00390F1F" w:rsidRPr="00373EE9">
        <w:t xml:space="preserve">en </w:t>
      </w:r>
      <w:r w:rsidR="00390F1F">
        <w:t>sich Hilfetexte auf</w:t>
      </w:r>
      <w:r w:rsidR="00390F1F" w:rsidRPr="00373EE9">
        <w:t>rufen.</w:t>
      </w:r>
    </w:p>
    <w:p w14:paraId="594F4493" w14:textId="08C86CF6" w:rsidR="007E5A50" w:rsidRDefault="007E5A50" w:rsidP="00290742">
      <w:pPr>
        <w:pStyle w:val="berschrift3"/>
      </w:pPr>
      <w:bookmarkStart w:id="70" w:name="_Toc489602897"/>
      <w:r>
        <w:t>Integration von PayPal</w:t>
      </w:r>
      <w:bookmarkEnd w:id="70"/>
    </w:p>
    <w:p w14:paraId="5106B130" w14:textId="5751E48A" w:rsidR="007E5A50" w:rsidRPr="007E5A50" w:rsidRDefault="007E5A50" w:rsidP="007E5A50">
      <w:pPr>
        <w:rPr>
          <w:lang w:val="en-GB"/>
        </w:rPr>
      </w:pPr>
      <w:r>
        <w:t>In diesem Bereich finden Sie einige Einstellungen, wie das Bezahlen mit PayPal in den OXID eShop inte</w:t>
      </w:r>
      <w:r w:rsidR="008837ED">
        <w:softHyphen/>
      </w:r>
      <w:r>
        <w:t>griert wird. Mit PayPal Basis wird PayPal am Ende des Bestellprozesses als Zahlungsart angeboten. Wählt der Kunde diese Zahlungsart, bestätigt er auf der PayPal-Zahlungsseite den Kauf und wird anschließend in den Shop zurückgeleitet. PayPal Express bietet die Möglichkeit, dass der Kunde schon im ersten Bestellschritt direkt zur PayPal-Zahlungsseite wechseln kann. Dort bestätigt er den Kauf und gelangt wieder in den Shop zurück. Der Shop übernimmt dabei die für den Kauf relevanten Kundendaten. Auch für den Mini-Warenkorb und die Artikel-Detailseite kann die Schaltfläche für PayPal Express aktiviert werden.</w:t>
      </w:r>
    </w:p>
    <w:p w14:paraId="2046637D" w14:textId="38FE2772" w:rsidR="00D90423" w:rsidRDefault="00D90423" w:rsidP="00290742">
      <w:pPr>
        <w:pStyle w:val="berschrift3"/>
      </w:pPr>
      <w:bookmarkStart w:id="71" w:name="_Toc489602898"/>
      <w:proofErr w:type="spellStart"/>
      <w:r w:rsidRPr="00373EE9">
        <w:t>A</w:t>
      </w:r>
      <w:r w:rsidR="001C360F">
        <w:t>nzeige</w:t>
      </w:r>
      <w:proofErr w:type="spellEnd"/>
      <w:r w:rsidR="001C360F">
        <w:t xml:space="preserve"> auf PayPal-</w:t>
      </w:r>
      <w:proofErr w:type="spellStart"/>
      <w:r w:rsidR="001C360F">
        <w:t>Zahlungsseite</w:t>
      </w:r>
      <w:bookmarkEnd w:id="71"/>
      <w:proofErr w:type="spellEnd"/>
    </w:p>
    <w:p w14:paraId="724CC88F" w14:textId="77777777" w:rsidR="000E29B3" w:rsidRDefault="000E29B3" w:rsidP="0002538D"/>
    <w:p w14:paraId="0A393A37" w14:textId="10831736" w:rsidR="00EB7D80" w:rsidRDefault="00390137" w:rsidP="0002538D">
      <w:r>
        <w:t xml:space="preserve">Geben Sie hier den Namen des Shops an, der auf der PayPal-Zahlungsseite angezeigt werden soll. </w:t>
      </w:r>
      <w:r w:rsidR="000E7664">
        <w:t>Mit e</w:t>
      </w:r>
      <w:r>
        <w:t>in</w:t>
      </w:r>
      <w:r w:rsidR="000E7664">
        <w:t>em</w:t>
      </w:r>
      <w:r>
        <w:t xml:space="preserve"> hexadezimale</w:t>
      </w:r>
      <w:r w:rsidR="000E7664">
        <w:t>n</w:t>
      </w:r>
      <w:r>
        <w:t xml:space="preserve"> Code </w:t>
      </w:r>
      <w:r w:rsidR="000E7664">
        <w:t xml:space="preserve">kann </w:t>
      </w:r>
      <w:r>
        <w:t xml:space="preserve">die </w:t>
      </w:r>
      <w:r w:rsidR="00504A16">
        <w:t>Warenkorbumrandungs</w:t>
      </w:r>
      <w:r>
        <w:t>farbe für die PayPal-Zahlungsseite</w:t>
      </w:r>
      <w:r w:rsidR="000E7664">
        <w:t xml:space="preserve"> definiert werden</w:t>
      </w:r>
      <w:r>
        <w:t>.</w:t>
      </w:r>
      <w:r w:rsidR="0000022B">
        <w:t xml:space="preserve"> Diese wird nach dem Schema </w:t>
      </w:r>
      <w:r w:rsidR="0000022B" w:rsidRPr="0000022B">
        <w:t>RRGGBB</w:t>
      </w:r>
      <w:r w:rsidR="0000022B">
        <w:t xml:space="preserve"> angegeben. Beispiel: Für einen Rahmen mit einem dunkelblauen Farbverlauf verwenden Sie </w:t>
      </w:r>
      <w:r w:rsidR="0000022B" w:rsidRPr="0000022B">
        <w:t>000088</w:t>
      </w:r>
      <w:r w:rsidR="0000022B">
        <w:t>.</w:t>
      </w:r>
      <w:r>
        <w:t xml:space="preserve"> </w:t>
      </w:r>
      <w:r w:rsidR="000D05F6">
        <w:t xml:space="preserve">Informationen zur hexadezimalen Farbangabe finden Sie hier: </w:t>
      </w:r>
      <w:r w:rsidR="000D05F6" w:rsidRPr="000D05F6">
        <w:rPr>
          <w:rStyle w:val="BenutzereingabenundCodeZchn"/>
        </w:rPr>
        <w:t>http://de.wikipedia.org/wiki/Hexadezimale_Farbdefinition</w:t>
      </w:r>
      <w:r w:rsidR="000D05F6">
        <w:t>.</w:t>
      </w:r>
    </w:p>
    <w:p w14:paraId="4BADA068" w14:textId="77777777" w:rsidR="006D015F" w:rsidRDefault="006D015F" w:rsidP="0002538D"/>
    <w:p w14:paraId="44781717" w14:textId="0DACF818" w:rsidR="00B01755" w:rsidRDefault="006B2C53" w:rsidP="0002538D">
      <w:r>
        <w:t>Eine weitere Einstellung ermöglicht</w:t>
      </w:r>
      <w:r w:rsidR="00B01755">
        <w:t xml:space="preserve"> es</w:t>
      </w:r>
      <w:r>
        <w:t xml:space="preserve">, </w:t>
      </w:r>
      <w:r w:rsidR="00B01755">
        <w:t xml:space="preserve">ein Logo des Shops </w:t>
      </w:r>
      <w:r w:rsidR="006C12C8">
        <w:t xml:space="preserve">anstatt des Namens </w:t>
      </w:r>
      <w:r>
        <w:t xml:space="preserve">auf der PayPal-Zahlungsseite </w:t>
      </w:r>
      <w:r w:rsidR="00B01755">
        <w:t>anzuzeigen</w:t>
      </w:r>
      <w:r>
        <w:t xml:space="preserve">. </w:t>
      </w:r>
      <w:r w:rsidR="00B01755">
        <w:t xml:space="preserve">Die Grafik dafür sollte eine maximale Größe (Breite*Höhe) von 190px*60px haben und im Verzeichnis </w:t>
      </w:r>
      <w:r w:rsidR="00B01755" w:rsidRPr="00B01755">
        <w:rPr>
          <w:rStyle w:val="DateinamenundPfadeZchn"/>
        </w:rPr>
        <w:t>/out/{</w:t>
      </w:r>
      <w:proofErr w:type="spellStart"/>
      <w:r w:rsidR="00B01755" w:rsidRPr="00B01755">
        <w:rPr>
          <w:rStyle w:val="DateinamenundPfadeZchn"/>
        </w:rPr>
        <w:t>theme</w:t>
      </w:r>
      <w:proofErr w:type="spellEnd"/>
      <w:r w:rsidR="00B01755" w:rsidRPr="00B01755">
        <w:rPr>
          <w:rStyle w:val="DateinamenundPfadeZchn"/>
        </w:rPr>
        <w:t>}/</w:t>
      </w:r>
      <w:proofErr w:type="spellStart"/>
      <w:r w:rsidR="00B01755" w:rsidRPr="00B01755">
        <w:rPr>
          <w:rStyle w:val="DateinamenundPfadeZchn"/>
        </w:rPr>
        <w:t>img</w:t>
      </w:r>
      <w:proofErr w:type="spellEnd"/>
      <w:r w:rsidR="00B01755">
        <w:t xml:space="preserve"> gespeichert sein. Für jedes verwendete Theme muss die Datei im jeweiligen Ver</w:t>
      </w:r>
      <w:r w:rsidR="008837ED">
        <w:softHyphen/>
      </w:r>
      <w:r w:rsidR="00B01755">
        <w:t>zeichnis existieren.</w:t>
      </w:r>
    </w:p>
    <w:p w14:paraId="6E060C6C" w14:textId="77777777" w:rsidR="00B01755" w:rsidRDefault="00B01755" w:rsidP="0002538D"/>
    <w:p w14:paraId="161E8476" w14:textId="57E2A356" w:rsidR="00B01755" w:rsidRDefault="006B2C53" w:rsidP="00B01755">
      <w:r>
        <w:t xml:space="preserve">Das Shop-Logo </w:t>
      </w:r>
      <w:r w:rsidR="00B01755">
        <w:t xml:space="preserve">kann das </w:t>
      </w:r>
      <w:r>
        <w:t xml:space="preserve">standardmäßig im Shop </w:t>
      </w:r>
      <w:r w:rsidR="00BE225F">
        <w:t>verwendet</w:t>
      </w:r>
      <w:r w:rsidR="00B01755">
        <w:t>e sein</w:t>
      </w:r>
      <w:r>
        <w:t xml:space="preserve">. </w:t>
      </w:r>
      <w:r w:rsidR="00B01755">
        <w:t>Die</w:t>
      </w:r>
      <w:r w:rsidR="006D015F">
        <w:t>s</w:t>
      </w:r>
      <w:r w:rsidR="00B01755">
        <w:t>es</w:t>
      </w:r>
      <w:r w:rsidR="006D015F">
        <w:t xml:space="preserve"> wird mit dem Parameter "</w:t>
      </w:r>
      <w:proofErr w:type="spellStart"/>
      <w:r w:rsidR="006D015F">
        <w:t>sShopLogo</w:t>
      </w:r>
      <w:proofErr w:type="spellEnd"/>
      <w:r w:rsidR="006D015F">
        <w:t xml:space="preserve">" in der Konfigurationsdatei </w:t>
      </w:r>
      <w:proofErr w:type="spellStart"/>
      <w:r w:rsidR="006D015F" w:rsidRPr="00B01755">
        <w:rPr>
          <w:rStyle w:val="DateinamenundPfadeZchn"/>
        </w:rPr>
        <w:t>config.inc.php</w:t>
      </w:r>
      <w:proofErr w:type="spellEnd"/>
      <w:r w:rsidR="006D015F">
        <w:t xml:space="preserve"> definiert. </w:t>
      </w:r>
      <w:r>
        <w:t>Es kann aber auch ein spezielles Shop-Logo</w:t>
      </w:r>
      <w:r w:rsidR="00A274F1">
        <w:t xml:space="preserve"> </w:t>
      </w:r>
      <w:r w:rsidR="006D015F">
        <w:t>auf der PayPal-Zahlungsseite angezeigt werden</w:t>
      </w:r>
      <w:r w:rsidR="002A0E69">
        <w:t>, dessen Dateiname hier angegeben wird</w:t>
      </w:r>
      <w:r w:rsidR="006D015F">
        <w:t>.</w:t>
      </w:r>
      <w:r w:rsidR="006A5CF6">
        <w:t xml:space="preserve"> </w:t>
      </w:r>
    </w:p>
    <w:p w14:paraId="7C531BAC" w14:textId="2BC9084D" w:rsidR="008E6FF6" w:rsidRDefault="008E6FF6" w:rsidP="00533CED">
      <w:pPr>
        <w:pStyle w:val="berschrift3"/>
        <w:ind w:left="737" w:hanging="737"/>
      </w:pPr>
      <w:bookmarkStart w:id="72" w:name="_Toc489602899"/>
      <w:proofErr w:type="spellStart"/>
      <w:r w:rsidRPr="008E6FF6">
        <w:lastRenderedPageBreak/>
        <w:t>Warenkorb</w:t>
      </w:r>
      <w:proofErr w:type="spellEnd"/>
      <w:r w:rsidRPr="008E6FF6">
        <w:t xml:space="preserve"> auf PayPal-</w:t>
      </w:r>
      <w:proofErr w:type="spellStart"/>
      <w:r w:rsidRPr="008E6FF6">
        <w:t>Zahlungsseite</w:t>
      </w:r>
      <w:bookmarkEnd w:id="72"/>
      <w:proofErr w:type="spellEnd"/>
    </w:p>
    <w:p w14:paraId="48735412" w14:textId="63ABF73C" w:rsidR="00533CED" w:rsidRDefault="007447EB" w:rsidP="00533CED">
      <w:r>
        <w:t>Artikel, die sich im Warenkorb befinden, lassen sich auf der PayPal-Zahlungsseite mit Titel, Artikelnum</w:t>
      </w:r>
      <w:r w:rsidR="008837ED">
        <w:softHyphen/>
      </w:r>
      <w:r>
        <w:t>mer und Artikelpreis anzeigen.</w:t>
      </w:r>
      <w:r w:rsidR="00BE34A0">
        <w:t xml:space="preserve"> Dies ist eine generelle Einstellung, welcher der Kunde </w:t>
      </w:r>
      <w:r w:rsidR="00CF6A76">
        <w:t xml:space="preserve">jedoch </w:t>
      </w:r>
      <w:r w:rsidR="00BE34A0">
        <w:t>bei der Be</w:t>
      </w:r>
      <w:r w:rsidR="008837ED">
        <w:softHyphen/>
      </w:r>
      <w:r w:rsidR="00BE34A0">
        <w:t xml:space="preserve">stellung zustimmen muss. </w:t>
      </w:r>
      <w:r w:rsidR="009B016D">
        <w:t xml:space="preserve">Ob er dabei explizit ein Häkchen setzen muss oder ob die Option zur Anzeige des Warenkorbs auf der PayPal-Zahlungsseite bereits aktiviert ist, </w:t>
      </w:r>
      <w:r w:rsidR="004D6FE9">
        <w:t>kann ebenfalls festge</w:t>
      </w:r>
      <w:r w:rsidR="001D0B72">
        <w:t>le</w:t>
      </w:r>
      <w:r w:rsidR="004D6FE9">
        <w:t>gt werden.</w:t>
      </w:r>
      <w:r w:rsidR="004E0637">
        <w:t xml:space="preserve"> </w:t>
      </w:r>
      <w:r w:rsidR="00811A34">
        <w:t xml:space="preserve">Wir empfehlen, </w:t>
      </w:r>
      <w:r w:rsidR="00A80DD9">
        <w:t>dass der</w:t>
      </w:r>
      <w:r w:rsidR="00811A34">
        <w:t xml:space="preserve"> Warenkorb zu PayPal zu übertragen </w:t>
      </w:r>
      <w:r w:rsidR="00A80DD9">
        <w:t xml:space="preserve">wird </w:t>
      </w:r>
      <w:r w:rsidR="00811A34">
        <w:t>und die Option zur Zustimmung des Kun</w:t>
      </w:r>
      <w:r w:rsidR="008837ED">
        <w:softHyphen/>
      </w:r>
      <w:r w:rsidR="00811A34">
        <w:t>den standardmäßig aktivier</w:t>
      </w:r>
      <w:r w:rsidR="00A80DD9">
        <w:t>t ist</w:t>
      </w:r>
      <w:r w:rsidR="00811A34">
        <w:t>.</w:t>
      </w:r>
    </w:p>
    <w:p w14:paraId="5A5DBB0D" w14:textId="77777777" w:rsidR="00533CED" w:rsidRDefault="00533CED" w:rsidP="00533CED">
      <w:pPr>
        <w:pStyle w:val="berschrift3"/>
        <w:ind w:left="737" w:hanging="737"/>
      </w:pPr>
      <w:bookmarkStart w:id="73" w:name="_Toc489602900"/>
      <w:proofErr w:type="spellStart"/>
      <w:r w:rsidRPr="00373EE9">
        <w:t>Geldeinzug</w:t>
      </w:r>
      <w:bookmarkEnd w:id="73"/>
      <w:proofErr w:type="spellEnd"/>
    </w:p>
    <w:p w14:paraId="78CAC377" w14:textId="07D9F200" w:rsidR="00361487" w:rsidRDefault="00F31E03" w:rsidP="00533CED">
      <w:r>
        <w:t xml:space="preserve">Für den Zeitpunkt, zu dem das Geld eingezogen wird, gibt es </w:t>
      </w:r>
      <w:r w:rsidR="00EE43BD">
        <w:t>grundsätzlich</w:t>
      </w:r>
      <w:r w:rsidR="00425397">
        <w:t xml:space="preserve"> zwei </w:t>
      </w:r>
      <w:r w:rsidR="000B0B00">
        <w:t>Methoden</w:t>
      </w:r>
      <w:r>
        <w:t xml:space="preserve">. </w:t>
      </w:r>
      <w:r w:rsidR="00EE43BD">
        <w:t>PayPal</w:t>
      </w:r>
      <w:r>
        <w:t xml:space="preserve"> kann </w:t>
      </w:r>
      <w:r w:rsidR="00EE43BD">
        <w:t xml:space="preserve">den Betrag </w:t>
      </w:r>
      <w:r>
        <w:t xml:space="preserve">zum einen </w:t>
      </w:r>
      <w:r w:rsidR="00EE43BD">
        <w:t>sofort</w:t>
      </w:r>
      <w:r>
        <w:t xml:space="preserve"> beim Kauf </w:t>
      </w:r>
      <w:r w:rsidR="00EE43BD">
        <w:t>vom Kundenkonto einziehen (SALE)</w:t>
      </w:r>
      <w:r>
        <w:t xml:space="preserve">. </w:t>
      </w:r>
      <w:r w:rsidR="000252C7">
        <w:t>Zum anderen wird das Kun</w:t>
      </w:r>
      <w:r w:rsidR="008837ED">
        <w:softHyphen/>
      </w:r>
      <w:r w:rsidR="000252C7">
        <w:t xml:space="preserve">denkonto bei Kauf geprüft und die Zahlung wird autorisiert (AUTH). Der Shopbetreiber kann innerhalb </w:t>
      </w:r>
      <w:r w:rsidR="00D233FF">
        <w:t>von 29 Tagen</w:t>
      </w:r>
      <w:r w:rsidR="000252C7">
        <w:t xml:space="preserve">, beispielsweise </w:t>
      </w:r>
      <w:r w:rsidR="001214C0">
        <w:t>vor</w:t>
      </w:r>
      <w:r w:rsidR="000252C7">
        <w:t xml:space="preserve"> Versand der Ware, den </w:t>
      </w:r>
      <w:r w:rsidR="00361487">
        <w:t xml:space="preserve">reservierten </w:t>
      </w:r>
      <w:r w:rsidR="000252C7">
        <w:t xml:space="preserve">Betrag manuell einziehen. </w:t>
      </w:r>
      <w:r w:rsidR="00BE00C3">
        <w:t>Versenden Sie die Ware immer erst</w:t>
      </w:r>
      <w:r w:rsidR="00C70089">
        <w:t xml:space="preserve"> dann</w:t>
      </w:r>
      <w:r w:rsidR="00BE00C3">
        <w:t>, wenn der PayPal-Status "</w:t>
      </w:r>
      <w:proofErr w:type="spellStart"/>
      <w:r w:rsidR="00BE00C3">
        <w:t>Completed</w:t>
      </w:r>
      <w:proofErr w:type="spellEnd"/>
      <w:r w:rsidR="00BE00C3">
        <w:t>" ist.</w:t>
      </w:r>
    </w:p>
    <w:p w14:paraId="36165865" w14:textId="77777777" w:rsidR="000B0B00" w:rsidRDefault="000B0B00" w:rsidP="00533CED"/>
    <w:p w14:paraId="15B9961B" w14:textId="68068A69" w:rsidR="00361487" w:rsidRDefault="000B0B00" w:rsidP="00533CED">
      <w:r>
        <w:t xml:space="preserve">Der OXID eShop </w:t>
      </w:r>
      <w:r w:rsidR="00500A0E">
        <w:t>kann</w:t>
      </w:r>
      <w:r>
        <w:t xml:space="preserve"> darüber hinaus </w:t>
      </w:r>
      <w:r w:rsidR="00D24369">
        <w:t xml:space="preserve">den Zeitpunkt des Geldtransfers automatisch wählen (AUTOMATIC). </w:t>
      </w:r>
      <w:r w:rsidR="00500A0E">
        <w:t>Grundlage dafür ist der Lagerbestand der bestellten Artikel und ein definierter Restlager</w:t>
      </w:r>
      <w:r w:rsidR="008837ED">
        <w:softHyphen/>
      </w:r>
      <w:r w:rsidR="00500A0E">
        <w:t>bestand.</w:t>
      </w:r>
      <w:r w:rsidR="00580C77">
        <w:t xml:space="preserve"> Es wird geprüft, ob nach einer Bestellung der Lagerbestand eines der Artikel kleiner als der definierte Restlagerbestand ist. In diesem Fall wird AUTH als Methode des Geldtransfers verwendet, ansonsten SALE.</w:t>
      </w:r>
    </w:p>
    <w:p w14:paraId="2477CB5C" w14:textId="507BC117" w:rsidR="00D90423" w:rsidRDefault="00D90423" w:rsidP="00290742">
      <w:pPr>
        <w:pStyle w:val="berschrift3"/>
        <w:ind w:left="737" w:hanging="737"/>
      </w:pPr>
      <w:bookmarkStart w:id="74" w:name="_Toc489602901"/>
      <w:r w:rsidRPr="00373EE9">
        <w:t>API-</w:t>
      </w:r>
      <w:proofErr w:type="spellStart"/>
      <w:r w:rsidR="003E44CB">
        <w:t>Signatur</w:t>
      </w:r>
      <w:bookmarkEnd w:id="74"/>
      <w:proofErr w:type="spellEnd"/>
    </w:p>
    <w:p w14:paraId="697488CF" w14:textId="29BCC63A" w:rsidR="0002538D" w:rsidRPr="00373EE9" w:rsidRDefault="00633191" w:rsidP="0002538D">
      <w:r>
        <w:t xml:space="preserve">Damit PayPal als Zahlungsart im OXID eShop verwendet werden kann, </w:t>
      </w:r>
      <w:r w:rsidR="00747A12">
        <w:t>wird eine API-</w:t>
      </w:r>
      <w:r w:rsidR="0029359A">
        <w:t>Signatur</w:t>
      </w:r>
      <w:r w:rsidR="00747A12">
        <w:t xml:space="preserve"> benö</w:t>
      </w:r>
      <w:r w:rsidR="008837ED">
        <w:softHyphen/>
      </w:r>
      <w:r w:rsidR="00747A12">
        <w:t xml:space="preserve">tigt. </w:t>
      </w:r>
      <w:r w:rsidR="005E01DF">
        <w:t xml:space="preserve">Diese wird von PayPal ausgestellt. </w:t>
      </w:r>
      <w:r w:rsidR="001A4F7C">
        <w:t>Logg</w:t>
      </w:r>
      <w:r w:rsidR="005E01DF">
        <w:t xml:space="preserve">en Sie sich dafür </w:t>
      </w:r>
      <w:r w:rsidR="001A4F7C">
        <w:t>i</w:t>
      </w:r>
      <w:r w:rsidR="005E01DF">
        <w:t xml:space="preserve">n Ihr </w:t>
      </w:r>
      <w:r>
        <w:t>PayPal</w:t>
      </w:r>
      <w:r w:rsidR="00637941">
        <w:t>-Geschäftskonto</w:t>
      </w:r>
      <w:r w:rsidR="005E01DF">
        <w:t xml:space="preserve"> </w:t>
      </w:r>
      <w:r w:rsidR="001A4F7C">
        <w:t>ei</w:t>
      </w:r>
      <w:r w:rsidR="005E01DF">
        <w:t>n und for</w:t>
      </w:r>
      <w:r w:rsidR="008837ED">
        <w:softHyphen/>
      </w:r>
      <w:r w:rsidR="005E01DF">
        <w:t>dern Sie die API-</w:t>
      </w:r>
      <w:r w:rsidR="0029359A">
        <w:t>Signatur</w:t>
      </w:r>
      <w:r w:rsidR="005E01DF">
        <w:t xml:space="preserve"> in Ihrem Profil an</w:t>
      </w:r>
      <w:r>
        <w:t>.</w:t>
      </w:r>
      <w:r w:rsidR="005E01DF">
        <w:t xml:space="preserve"> </w:t>
      </w:r>
      <w:r w:rsidR="00277BB2">
        <w:t>Nach dem Akzeptieren der Nutzungsbedingungen erhal</w:t>
      </w:r>
      <w:r w:rsidR="008837ED">
        <w:softHyphen/>
      </w:r>
      <w:r w:rsidR="00277BB2">
        <w:t>ten Sie einen API-Benutzernamen, das API-Passwort sowie die Signatur.</w:t>
      </w:r>
      <w:r w:rsidR="000B62E2">
        <w:t xml:space="preserve"> Tragen Sie diese Angaben hier ein</w:t>
      </w:r>
      <w:r w:rsidR="00CF77BF">
        <w:t xml:space="preserve"> und fügen Sie die für PayPal verwendete E-Mail-Adresse hinzu</w:t>
      </w:r>
      <w:r w:rsidR="000B62E2">
        <w:t>.</w:t>
      </w:r>
    </w:p>
    <w:p w14:paraId="22C143B1" w14:textId="77777777" w:rsidR="00D90423" w:rsidRPr="00BA797D" w:rsidRDefault="00D90423" w:rsidP="00290742">
      <w:pPr>
        <w:pStyle w:val="berschrift3"/>
        <w:ind w:left="737" w:hanging="737"/>
        <w:rPr>
          <w:lang w:val="de-DE"/>
        </w:rPr>
      </w:pPr>
      <w:bookmarkStart w:id="75" w:name="_Toc489602902"/>
      <w:r w:rsidRPr="00BA797D">
        <w:rPr>
          <w:lang w:val="de-DE"/>
        </w:rPr>
        <w:t>Einstellungen für Entwicklung</w:t>
      </w:r>
      <w:bookmarkEnd w:id="75"/>
    </w:p>
    <w:p w14:paraId="487D9CB2" w14:textId="2B831671" w:rsidR="00892D18" w:rsidRDefault="00B80DE9" w:rsidP="00290742">
      <w:r>
        <w:t xml:space="preserve">Um die Zahlungsart PayPal beim Aufbau des Onlineshops intensiv testen zu können, gibt es die </w:t>
      </w:r>
      <w:r w:rsidR="00B16477">
        <w:t>PayPal-</w:t>
      </w:r>
      <w:proofErr w:type="spellStart"/>
      <w:r>
        <w:t>Sandbox</w:t>
      </w:r>
      <w:proofErr w:type="spellEnd"/>
      <w:r>
        <w:t>.</w:t>
      </w:r>
      <w:r w:rsidR="00B16477">
        <w:t xml:space="preserve"> Dies ist eine Testumgebung, in welcher der Zahlungsablauf in PayPal simuliert wird. Es werden keine tatsächlichen Zahlungen ausgelöst. Ausführliche Informationen finden Sie im PayPal Integration Center: </w:t>
      </w:r>
      <w:r w:rsidR="00B16477" w:rsidRPr="00D2520A">
        <w:rPr>
          <w:rStyle w:val="BenutzereingabenundCodeZchn"/>
        </w:rPr>
        <w:t>https://www.paypalobjects.com/de_DE/html/IntegrationCenter/ic_sandbox.html</w:t>
      </w:r>
      <w:r w:rsidR="00D2520A">
        <w:t>.</w:t>
      </w:r>
    </w:p>
    <w:p w14:paraId="15F14636" w14:textId="77777777" w:rsidR="00892D18" w:rsidRDefault="00892D18" w:rsidP="00290742"/>
    <w:p w14:paraId="45AE21C4" w14:textId="39540753" w:rsidR="008B0339" w:rsidRDefault="006557F1" w:rsidP="00D90423">
      <w:r>
        <w:t xml:space="preserve">Sollten einmal Probleme auftauchen, kann für </w:t>
      </w:r>
      <w:r w:rsidR="00892D18" w:rsidRPr="00373EE9">
        <w:t>eine intensive Fehlersu</w:t>
      </w:r>
      <w:r>
        <w:t xml:space="preserve">che </w:t>
      </w:r>
      <w:r w:rsidR="00892D18">
        <w:t xml:space="preserve">das </w:t>
      </w:r>
      <w:proofErr w:type="spellStart"/>
      <w:r w:rsidR="00892D18">
        <w:t>Logging</w:t>
      </w:r>
      <w:proofErr w:type="spellEnd"/>
      <w:r w:rsidR="00892D18">
        <w:t xml:space="preserve"> eingeschaltet werden.</w:t>
      </w:r>
      <w:bookmarkEnd w:id="69"/>
    </w:p>
    <w:p w14:paraId="67A9D54A" w14:textId="77777777" w:rsidR="008B0339" w:rsidRDefault="008B0339">
      <w:pPr>
        <w:spacing w:line="240" w:lineRule="auto"/>
      </w:pPr>
      <w:r>
        <w:br w:type="page"/>
      </w:r>
    </w:p>
    <w:p w14:paraId="417ED88A" w14:textId="42B88E7E" w:rsidR="00C901F8" w:rsidRDefault="00C901F8" w:rsidP="00BB0524">
      <w:pPr>
        <w:pStyle w:val="berschrift1"/>
        <w:rPr>
          <w:lang w:val="de-DE"/>
        </w:rPr>
      </w:pPr>
      <w:bookmarkStart w:id="76" w:name="_Toc489602903"/>
      <w:r>
        <w:rPr>
          <w:lang w:val="de-DE"/>
        </w:rPr>
        <w:lastRenderedPageBreak/>
        <w:t>Funktionsbeschreibung</w:t>
      </w:r>
      <w:bookmarkEnd w:id="76"/>
    </w:p>
    <w:p w14:paraId="6EDC49FA" w14:textId="5634B928" w:rsidR="000F6329" w:rsidRDefault="000F6329" w:rsidP="000F6329">
      <w:pPr>
        <w:pStyle w:val="berschrift2"/>
        <w:ind w:hanging="1997"/>
      </w:pPr>
      <w:bookmarkStart w:id="77" w:name="_Toc489602904"/>
      <w:r>
        <w:t xml:space="preserve">PayPal </w:t>
      </w:r>
      <w:proofErr w:type="spellStart"/>
      <w:r>
        <w:t>im</w:t>
      </w:r>
      <w:proofErr w:type="spellEnd"/>
      <w:r>
        <w:t xml:space="preserve"> </w:t>
      </w:r>
      <w:proofErr w:type="spellStart"/>
      <w:r>
        <w:t>Bestellprozess</w:t>
      </w:r>
      <w:bookmarkEnd w:id="77"/>
      <w:proofErr w:type="spellEnd"/>
    </w:p>
    <w:p w14:paraId="140EF79B" w14:textId="396A6835" w:rsidR="000F6329" w:rsidRDefault="000F6329" w:rsidP="00CE0F46"/>
    <w:p w14:paraId="5CDC692C" w14:textId="1B92F87E" w:rsidR="00CE0F46" w:rsidRDefault="00CE0F46" w:rsidP="00CE0F46">
      <w:r>
        <w:t>Bestellung</w:t>
      </w:r>
      <w:r w:rsidR="007B7108">
        <w:t>en</w:t>
      </w:r>
      <w:r>
        <w:t xml:space="preserve"> </w:t>
      </w:r>
      <w:r w:rsidR="00A329ED">
        <w:t>k</w:t>
      </w:r>
      <w:r w:rsidR="0093728C">
        <w:t>ö</w:t>
      </w:r>
      <w:r w:rsidR="00A329ED">
        <w:t>nn</w:t>
      </w:r>
      <w:r w:rsidR="0093728C">
        <w:t xml:space="preserve">en im OXID eShop </w:t>
      </w:r>
      <w:r>
        <w:t>mit PayPal</w:t>
      </w:r>
      <w:r w:rsidR="0093728C">
        <w:t xml:space="preserve"> bezahlt</w:t>
      </w:r>
      <w:r w:rsidR="00A329ED">
        <w:t xml:space="preserve"> werden.</w:t>
      </w:r>
    </w:p>
    <w:p w14:paraId="7B742A5E" w14:textId="40BD0668" w:rsidR="0093728C" w:rsidRDefault="0093728C" w:rsidP="00CE0F46"/>
    <w:p w14:paraId="7444553F" w14:textId="77777777" w:rsidR="004F3ED3" w:rsidRDefault="00A329ED" w:rsidP="00D53C9A">
      <w:r>
        <w:t xml:space="preserve">Mit PayPal Basis lässt sich die Zahlungsart </w:t>
      </w:r>
      <w:r w:rsidR="00D00EB4">
        <w:t xml:space="preserve">PayPal </w:t>
      </w:r>
      <w:r>
        <w:t xml:space="preserve">im Bestellschritt 3 auswählen. Der Benutzer ist </w:t>
      </w:r>
      <w:r w:rsidR="00764D46">
        <w:t>zu diesem Zeitpunkt</w:t>
      </w:r>
      <w:r>
        <w:t xml:space="preserve"> bereits im Shop angemeldet oder kauft ohne Registrierung ein.</w:t>
      </w:r>
      <w:r w:rsidR="004619FE">
        <w:t xml:space="preserve"> </w:t>
      </w:r>
      <w:r w:rsidR="004619FE" w:rsidRPr="004619FE">
        <w:t>In beiden Fällen hat er seine Adressdaten bereits eingegeben, wenn er zur PayPal-Zahlung</w:t>
      </w:r>
      <w:r w:rsidR="004619FE">
        <w:t>s</w:t>
      </w:r>
      <w:r w:rsidR="004619FE" w:rsidRPr="004619FE">
        <w:t>seite gelangt.</w:t>
      </w:r>
    </w:p>
    <w:p w14:paraId="2237032F" w14:textId="7C8750E3" w:rsidR="00A329ED" w:rsidRDefault="00696D9B" w:rsidP="00D53C9A">
      <w:r w:rsidRPr="00D262C3">
        <w:rPr>
          <w:i/>
          <w:noProof/>
          <w:sz w:val="16"/>
          <w:szCs w:val="16"/>
        </w:rPr>
        <w:drawing>
          <wp:anchor distT="0" distB="0" distL="114300" distR="114300" simplePos="0" relativeHeight="251659264" behindDoc="0" locked="0" layoutInCell="1" allowOverlap="1" wp14:anchorId="3CF7A00F" wp14:editId="13F2660B">
            <wp:simplePos x="0" y="0"/>
            <wp:positionH relativeFrom="margin">
              <wp:posOffset>4445</wp:posOffset>
            </wp:positionH>
            <wp:positionV relativeFrom="paragraph">
              <wp:posOffset>294092</wp:posOffset>
            </wp:positionV>
            <wp:extent cx="5522224" cy="5553960"/>
            <wp:effectExtent l="0" t="0" r="2540" b="889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1 - Warenkorb, Schritt 3.png"/>
                    <pic:cNvPicPr/>
                  </pic:nvPicPr>
                  <pic:blipFill>
                    <a:blip r:embed="rId17">
                      <a:extLst>
                        <a:ext uri="{28A0092B-C50C-407E-A947-70E740481C1C}">
                          <a14:useLocalDpi xmlns:a14="http://schemas.microsoft.com/office/drawing/2010/main" val="0"/>
                        </a:ext>
                      </a:extLst>
                    </a:blip>
                    <a:stretch>
                      <a:fillRect/>
                    </a:stretch>
                  </pic:blipFill>
                  <pic:spPr>
                    <a:xfrm>
                      <a:off x="0" y="0"/>
                      <a:ext cx="5522224" cy="555396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0" locked="0" layoutInCell="1" allowOverlap="1" wp14:anchorId="0BE542F9" wp14:editId="3231815A">
                <wp:simplePos x="0" y="0"/>
                <wp:positionH relativeFrom="margin">
                  <wp:align>left</wp:align>
                </wp:positionH>
                <wp:positionV relativeFrom="paragraph">
                  <wp:posOffset>6096000</wp:posOffset>
                </wp:positionV>
                <wp:extent cx="5676900" cy="180975"/>
                <wp:effectExtent l="0" t="0" r="0" b="9525"/>
                <wp:wrapTopAndBottom/>
                <wp:docPr id="9" name="Textfeld 9"/>
                <wp:cNvGraphicFramePr/>
                <a:graphic xmlns:a="http://schemas.openxmlformats.org/drawingml/2006/main">
                  <a:graphicData uri="http://schemas.microsoft.com/office/word/2010/wordprocessingShape">
                    <wps:wsp>
                      <wps:cNvSpPr txBox="1"/>
                      <wps:spPr>
                        <a:xfrm>
                          <a:off x="0" y="0"/>
                          <a:ext cx="5676900" cy="180975"/>
                        </a:xfrm>
                        <a:prstGeom prst="rect">
                          <a:avLst/>
                        </a:prstGeom>
                        <a:solidFill>
                          <a:prstClr val="white"/>
                        </a:solidFill>
                        <a:ln>
                          <a:noFill/>
                        </a:ln>
                        <a:effectLst/>
                      </wps:spPr>
                      <wps:txbx>
                        <w:txbxContent>
                          <w:p w14:paraId="2CC44E48" w14:textId="5F8ACA47" w:rsidR="00512342" w:rsidRPr="004949E3" w:rsidRDefault="00512342" w:rsidP="002603B4">
                            <w:pPr>
                              <w:pStyle w:val="Beschriftung"/>
                              <w:rPr>
                                <w:noProof/>
                                <w:color w:val="auto"/>
                                <w:sz w:val="16"/>
                                <w:szCs w:val="16"/>
                              </w:rPr>
                            </w:pPr>
                            <w:r w:rsidRPr="004949E3">
                              <w:rPr>
                                <w:color w:val="auto"/>
                                <w:sz w:val="16"/>
                                <w:szCs w:val="16"/>
                              </w:rPr>
                              <w:t xml:space="preserve">Abbildung </w:t>
                            </w:r>
                            <w:r w:rsidRPr="004949E3">
                              <w:rPr>
                                <w:color w:val="auto"/>
                                <w:sz w:val="16"/>
                                <w:szCs w:val="16"/>
                              </w:rPr>
                              <w:fldChar w:fldCharType="begin"/>
                            </w:r>
                            <w:r w:rsidRPr="004949E3">
                              <w:rPr>
                                <w:color w:val="auto"/>
                                <w:sz w:val="16"/>
                                <w:szCs w:val="16"/>
                              </w:rPr>
                              <w:instrText xml:space="preserve"> SEQ Abbildung \* ARABIC </w:instrText>
                            </w:r>
                            <w:r w:rsidRPr="004949E3">
                              <w:rPr>
                                <w:color w:val="auto"/>
                                <w:sz w:val="16"/>
                                <w:szCs w:val="16"/>
                              </w:rPr>
                              <w:fldChar w:fldCharType="separate"/>
                            </w:r>
                            <w:r w:rsidR="003B6EC4">
                              <w:rPr>
                                <w:noProof/>
                                <w:color w:val="auto"/>
                                <w:sz w:val="16"/>
                                <w:szCs w:val="16"/>
                              </w:rPr>
                              <w:t>1</w:t>
                            </w:r>
                            <w:r w:rsidRPr="004949E3">
                              <w:rPr>
                                <w:noProof/>
                                <w:color w:val="auto"/>
                                <w:sz w:val="16"/>
                                <w:szCs w:val="16"/>
                              </w:rPr>
                              <w:fldChar w:fldCharType="end"/>
                            </w:r>
                            <w:r w:rsidRPr="004949E3">
                              <w:rPr>
                                <w:color w:val="auto"/>
                                <w:sz w:val="16"/>
                                <w:szCs w:val="16"/>
                              </w:rPr>
                              <w:t>: Warenkorb, Bestellschritt 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E542F9" id="_x0000_t202" coordsize="21600,21600" o:spt="202" path="m,l,21600r21600,l21600,xe">
                <v:stroke joinstyle="miter"/>
                <v:path gradientshapeok="t" o:connecttype="rect"/>
              </v:shapetype>
              <v:shape id="Textfeld 9" o:spid="_x0000_s1026" type="#_x0000_t202" style="position:absolute;margin-left:0;margin-top:480pt;width:447pt;height:14.25pt;z-index:2516664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" stroked="f">
                <v:textbox inset="0,0,0,0">
                  <w:txbxContent>
                    <w:p w14:paraId="2CC44E48" w14:textId="5F8ACA47" w:rsidR="00512342" w:rsidRPr="004949E3" w:rsidRDefault="00512342" w:rsidP="002603B4">
                      <w:pPr>
                        <w:pStyle w:val="Beschriftung"/>
                        <w:rPr>
                          <w:noProof/>
                          <w:color w:val="auto"/>
                          <w:sz w:val="16"/>
                          <w:szCs w:val="16"/>
                        </w:rPr>
                      </w:pPr>
                      <w:r w:rsidRPr="004949E3">
                        <w:rPr>
                          <w:color w:val="auto"/>
                          <w:sz w:val="16"/>
                          <w:szCs w:val="16"/>
                        </w:rPr>
                        <w:t xml:space="preserve">Abbildung </w:t>
                      </w:r>
                      <w:r w:rsidRPr="004949E3">
                        <w:rPr>
                          <w:color w:val="auto"/>
                          <w:sz w:val="16"/>
                          <w:szCs w:val="16"/>
                        </w:rPr>
                        <w:fldChar w:fldCharType="begin"/>
                      </w:r>
                      <w:r w:rsidRPr="004949E3">
                        <w:rPr>
                          <w:color w:val="auto"/>
                          <w:sz w:val="16"/>
                          <w:szCs w:val="16"/>
                        </w:rPr>
                        <w:instrText xml:space="preserve"> SEQ Abbildung \* ARABIC </w:instrText>
                      </w:r>
                      <w:r w:rsidRPr="004949E3">
                        <w:rPr>
                          <w:color w:val="auto"/>
                          <w:sz w:val="16"/>
                          <w:szCs w:val="16"/>
                        </w:rPr>
                        <w:fldChar w:fldCharType="separate"/>
                      </w:r>
                      <w:r w:rsidR="003B6EC4">
                        <w:rPr>
                          <w:noProof/>
                          <w:color w:val="auto"/>
                          <w:sz w:val="16"/>
                          <w:szCs w:val="16"/>
                        </w:rPr>
                        <w:t>1</w:t>
                      </w:r>
                      <w:r w:rsidRPr="004949E3">
                        <w:rPr>
                          <w:noProof/>
                          <w:color w:val="auto"/>
                          <w:sz w:val="16"/>
                          <w:szCs w:val="16"/>
                        </w:rPr>
                        <w:fldChar w:fldCharType="end"/>
                      </w:r>
                      <w:r w:rsidRPr="004949E3">
                        <w:rPr>
                          <w:color w:val="auto"/>
                          <w:sz w:val="16"/>
                          <w:szCs w:val="16"/>
                        </w:rPr>
                        <w:t>: Warenkorb, Bestellschritt 3</w:t>
                      </w:r>
                    </w:p>
                  </w:txbxContent>
                </v:textbox>
                <w10:wrap type="topAndBottom" anchorx="margin"/>
              </v:shape>
            </w:pict>
          </mc:Fallback>
        </mc:AlternateContent>
      </w:r>
    </w:p>
    <w:p w14:paraId="275BDCD3" w14:textId="2078223D" w:rsidR="00592ACD" w:rsidRDefault="00592ACD" w:rsidP="00CE0F46"/>
    <w:p w14:paraId="6D0850F5" w14:textId="44D29570" w:rsidR="00592ACD" w:rsidRDefault="00225772" w:rsidP="004F3ED3">
      <w:r>
        <w:rPr>
          <w:noProof/>
        </w:rPr>
        <w:lastRenderedPageBreak/>
        <w:drawing>
          <wp:anchor distT="0" distB="0" distL="114300" distR="114300" simplePos="0" relativeHeight="251678720" behindDoc="0" locked="0" layoutInCell="1" allowOverlap="1" wp14:anchorId="3216FDBB" wp14:editId="5C24556D">
            <wp:simplePos x="0" y="0"/>
            <wp:positionH relativeFrom="margin">
              <wp:posOffset>4445</wp:posOffset>
            </wp:positionH>
            <wp:positionV relativeFrom="paragraph">
              <wp:posOffset>4937125</wp:posOffset>
            </wp:positionV>
            <wp:extent cx="5649595" cy="2609850"/>
            <wp:effectExtent l="0" t="0" r="8255" b="0"/>
            <wp:wrapTopAndBottom/>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2 - Warenkorb, Schritt 1.png"/>
                    <pic:cNvPicPr/>
                  </pic:nvPicPr>
                  <pic:blipFill>
                    <a:blip r:embed="rId18">
                      <a:extLst>
                        <a:ext uri="{28A0092B-C50C-407E-A947-70E740481C1C}">
                          <a14:useLocalDpi xmlns:a14="http://schemas.microsoft.com/office/drawing/2010/main" val="0"/>
                        </a:ext>
                      </a:extLst>
                    </a:blip>
                    <a:stretch>
                      <a:fillRect/>
                    </a:stretch>
                  </pic:blipFill>
                  <pic:spPr>
                    <a:xfrm>
                      <a:off x="0" y="0"/>
                      <a:ext cx="5649595" cy="26098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F1D3B23" wp14:editId="5DBBC5D9">
            <wp:simplePos x="0" y="0"/>
            <wp:positionH relativeFrom="margin">
              <wp:posOffset>4445</wp:posOffset>
            </wp:positionH>
            <wp:positionV relativeFrom="paragraph">
              <wp:posOffset>756920</wp:posOffset>
            </wp:positionV>
            <wp:extent cx="5649595" cy="3343910"/>
            <wp:effectExtent l="0" t="0" r="8255" b="889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2 - Warenkorb, Schritt 1.png"/>
                    <pic:cNvPicPr/>
                  </pic:nvPicPr>
                  <pic:blipFill>
                    <a:blip r:embed="rId19">
                      <a:extLst>
                        <a:ext uri="{28A0092B-C50C-407E-A947-70E740481C1C}">
                          <a14:useLocalDpi xmlns:a14="http://schemas.microsoft.com/office/drawing/2010/main" val="0"/>
                        </a:ext>
                      </a:extLst>
                    </a:blip>
                    <a:stretch>
                      <a:fillRect/>
                    </a:stretch>
                  </pic:blipFill>
                  <pic:spPr>
                    <a:xfrm>
                      <a:off x="0" y="0"/>
                      <a:ext cx="5649595" cy="3343910"/>
                    </a:xfrm>
                    <a:prstGeom prst="rect">
                      <a:avLst/>
                    </a:prstGeom>
                  </pic:spPr>
                </pic:pic>
              </a:graphicData>
            </a:graphic>
            <wp14:sizeRelH relativeFrom="page">
              <wp14:pctWidth>0</wp14:pctWidth>
            </wp14:sizeRelH>
            <wp14:sizeRelV relativeFrom="page">
              <wp14:pctHeight>0</wp14:pctHeight>
            </wp14:sizeRelV>
          </wp:anchor>
        </w:drawing>
      </w:r>
      <w:r w:rsidR="007817D8">
        <w:rPr>
          <w:noProof/>
        </w:rPr>
        <mc:AlternateContent>
          <mc:Choice Requires="wps">
            <w:drawing>
              <wp:anchor distT="0" distB="0" distL="114300" distR="114300" simplePos="0" relativeHeight="251680768" behindDoc="0" locked="0" layoutInCell="1" allowOverlap="1" wp14:anchorId="7B68366D" wp14:editId="476338A7">
                <wp:simplePos x="0" y="0"/>
                <wp:positionH relativeFrom="margin">
                  <wp:align>left</wp:align>
                </wp:positionH>
                <wp:positionV relativeFrom="paragraph">
                  <wp:posOffset>7735570</wp:posOffset>
                </wp:positionV>
                <wp:extent cx="5666105" cy="247650"/>
                <wp:effectExtent l="0" t="0" r="0" b="0"/>
                <wp:wrapTopAndBottom/>
                <wp:docPr id="16" name="Textfeld 16"/>
                <wp:cNvGraphicFramePr/>
                <a:graphic xmlns:a="http://schemas.openxmlformats.org/drawingml/2006/main">
                  <a:graphicData uri="http://schemas.microsoft.com/office/word/2010/wordprocessingShape">
                    <wps:wsp>
                      <wps:cNvSpPr txBox="1"/>
                      <wps:spPr>
                        <a:xfrm>
                          <a:off x="0" y="0"/>
                          <a:ext cx="5666105" cy="247650"/>
                        </a:xfrm>
                        <a:prstGeom prst="rect">
                          <a:avLst/>
                        </a:prstGeom>
                        <a:solidFill>
                          <a:prstClr val="white"/>
                        </a:solidFill>
                        <a:ln>
                          <a:noFill/>
                        </a:ln>
                        <a:effectLst/>
                      </wps:spPr>
                      <wps:txbx>
                        <w:txbxContent>
                          <w:p w14:paraId="64305D4A" w14:textId="60F37F1B" w:rsidR="00AA4428" w:rsidRPr="0031261B" w:rsidRDefault="00AA4428" w:rsidP="00AA4428">
                            <w:pPr>
                              <w:pStyle w:val="Beschriftung"/>
                              <w:rPr>
                                <w:noProof/>
                                <w:color w:val="auto"/>
                                <w:sz w:val="16"/>
                                <w:szCs w:val="16"/>
                              </w:rPr>
                            </w:pPr>
                            <w:r w:rsidRPr="0031261B">
                              <w:rPr>
                                <w:color w:val="auto"/>
                                <w:sz w:val="16"/>
                                <w:szCs w:val="16"/>
                              </w:rPr>
                              <w:t xml:space="preserve">Abbildung </w:t>
                            </w:r>
                            <w:r w:rsidR="00225772">
                              <w:rPr>
                                <w:color w:val="auto"/>
                                <w:sz w:val="16"/>
                                <w:szCs w:val="16"/>
                              </w:rPr>
                              <w:t>3</w:t>
                            </w:r>
                            <w:r w:rsidRPr="0031261B">
                              <w:rPr>
                                <w:color w:val="auto"/>
                                <w:sz w:val="16"/>
                                <w:szCs w:val="16"/>
                              </w:rPr>
                              <w:t xml:space="preserve">: </w:t>
                            </w:r>
                            <w:r w:rsidR="007817D8">
                              <w:rPr>
                                <w:color w:val="auto"/>
                                <w:sz w:val="16"/>
                                <w:szCs w:val="16"/>
                              </w:rPr>
                              <w:t xml:space="preserve">Warenkorb, </w:t>
                            </w:r>
                            <w:r>
                              <w:rPr>
                                <w:color w:val="auto"/>
                                <w:sz w:val="16"/>
                                <w:szCs w:val="16"/>
                              </w:rPr>
                              <w:t>Bestellschritt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68366D" id="Textfeld 16" o:spid="_x0000_s1027" type="#_x0000_t202" style="position:absolute;margin-left:0;margin-top:609.1pt;width:446.15pt;height:19.5pt;z-index:2516807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" stroked="f">
                <v:textbox inset="0,0,0,0">
                  <w:txbxContent>
                    <w:p w14:paraId="64305D4A" w14:textId="60F37F1B" w:rsidR="00AA4428" w:rsidRPr="0031261B" w:rsidRDefault="00AA4428" w:rsidP="00AA4428">
                      <w:pPr>
                        <w:pStyle w:val="Beschriftung"/>
                        <w:rPr>
                          <w:noProof/>
                          <w:color w:val="auto"/>
                          <w:sz w:val="16"/>
                          <w:szCs w:val="16"/>
                        </w:rPr>
                      </w:pPr>
                      <w:r w:rsidRPr="0031261B">
                        <w:rPr>
                          <w:color w:val="auto"/>
                          <w:sz w:val="16"/>
                          <w:szCs w:val="16"/>
                        </w:rPr>
                        <w:t xml:space="preserve">Abbildung </w:t>
                      </w:r>
                      <w:r w:rsidR="00225772">
                        <w:rPr>
                          <w:color w:val="auto"/>
                          <w:sz w:val="16"/>
                          <w:szCs w:val="16"/>
                        </w:rPr>
                        <w:t>3</w:t>
                      </w:r>
                      <w:r w:rsidRPr="0031261B">
                        <w:rPr>
                          <w:color w:val="auto"/>
                          <w:sz w:val="16"/>
                          <w:szCs w:val="16"/>
                        </w:rPr>
                        <w:t xml:space="preserve">: </w:t>
                      </w:r>
                      <w:r w:rsidR="007817D8">
                        <w:rPr>
                          <w:color w:val="auto"/>
                          <w:sz w:val="16"/>
                          <w:szCs w:val="16"/>
                        </w:rPr>
                        <w:t xml:space="preserve">Warenkorb, </w:t>
                      </w:r>
                      <w:r>
                        <w:rPr>
                          <w:color w:val="auto"/>
                          <w:sz w:val="16"/>
                          <w:szCs w:val="16"/>
                        </w:rPr>
                        <w:t>Bestellschritt 2</w:t>
                      </w:r>
                    </w:p>
                  </w:txbxContent>
                </v:textbox>
                <w10:wrap type="topAndBottom" anchorx="margin"/>
              </v:shape>
            </w:pict>
          </mc:Fallback>
        </mc:AlternateContent>
      </w:r>
      <w:r w:rsidR="00D32D47">
        <w:rPr>
          <w:noProof/>
        </w:rPr>
        <mc:AlternateContent>
          <mc:Choice Requires="wps">
            <w:drawing>
              <wp:anchor distT="0" distB="0" distL="114300" distR="114300" simplePos="0" relativeHeight="251668480" behindDoc="0" locked="0" layoutInCell="1" allowOverlap="1" wp14:anchorId="613EE35C" wp14:editId="5789FC05">
                <wp:simplePos x="0" y="0"/>
                <wp:positionH relativeFrom="margin">
                  <wp:align>left</wp:align>
                </wp:positionH>
                <wp:positionV relativeFrom="paragraph">
                  <wp:posOffset>4207510</wp:posOffset>
                </wp:positionV>
                <wp:extent cx="5666105" cy="250190"/>
                <wp:effectExtent l="0" t="0" r="0" b="0"/>
                <wp:wrapTopAndBottom/>
                <wp:docPr id="13" name="Textfeld 13"/>
                <wp:cNvGraphicFramePr/>
                <a:graphic xmlns:a="http://schemas.openxmlformats.org/drawingml/2006/main">
                  <a:graphicData uri="http://schemas.microsoft.com/office/word/2010/wordprocessingShape">
                    <wps:wsp>
                      <wps:cNvSpPr txBox="1"/>
                      <wps:spPr>
                        <a:xfrm>
                          <a:off x="0" y="0"/>
                          <a:ext cx="5666105" cy="250190"/>
                        </a:xfrm>
                        <a:prstGeom prst="rect">
                          <a:avLst/>
                        </a:prstGeom>
                        <a:solidFill>
                          <a:prstClr val="white"/>
                        </a:solidFill>
                        <a:ln>
                          <a:noFill/>
                        </a:ln>
                        <a:effectLst/>
                      </wps:spPr>
                      <wps:txbx>
                        <w:txbxContent>
                          <w:p w14:paraId="58EF0C7B" w14:textId="07E399B4" w:rsidR="00512342" w:rsidRPr="00240038" w:rsidRDefault="00512342" w:rsidP="002603B4">
                            <w:pPr>
                              <w:pStyle w:val="Beschriftung"/>
                              <w:rPr>
                                <w:noProof/>
                                <w:color w:val="auto"/>
                                <w:sz w:val="16"/>
                                <w:szCs w:val="16"/>
                              </w:rPr>
                            </w:pPr>
                            <w:r w:rsidRPr="00240038">
                              <w:rPr>
                                <w:color w:val="auto"/>
                                <w:sz w:val="16"/>
                                <w:szCs w:val="16"/>
                              </w:rPr>
                              <w:t xml:space="preserve">Abbildung </w:t>
                            </w:r>
                            <w:r w:rsidR="00225772">
                              <w:rPr>
                                <w:color w:val="auto"/>
                                <w:sz w:val="16"/>
                                <w:szCs w:val="16"/>
                              </w:rPr>
                              <w:t>2</w:t>
                            </w:r>
                            <w:r w:rsidRPr="00240038">
                              <w:rPr>
                                <w:color w:val="auto"/>
                                <w:sz w:val="16"/>
                                <w:szCs w:val="16"/>
                              </w:rPr>
                              <w:t>: Warenkorb, Bestellschritt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13EE35C" id="Textfeld 13" o:spid="_x0000_s1028" type="#_x0000_t202" style="position:absolute;margin-left:0;margin-top:331.3pt;width:446.15pt;height:19.7pt;z-index:25166848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" stroked="f">
                <v:textbox style="mso-fit-shape-to-text:t" inset="0,0,0,0">
                  <w:txbxContent>
                    <w:p w14:paraId="58EF0C7B" w14:textId="07E399B4" w:rsidR="00512342" w:rsidRPr="00240038" w:rsidRDefault="00512342" w:rsidP="002603B4">
                      <w:pPr>
                        <w:pStyle w:val="Beschriftung"/>
                        <w:rPr>
                          <w:noProof/>
                          <w:color w:val="auto"/>
                          <w:sz w:val="16"/>
                          <w:szCs w:val="16"/>
                        </w:rPr>
                      </w:pPr>
                      <w:r w:rsidRPr="00240038">
                        <w:rPr>
                          <w:color w:val="auto"/>
                          <w:sz w:val="16"/>
                          <w:szCs w:val="16"/>
                        </w:rPr>
                        <w:t xml:space="preserve">Abbildung </w:t>
                      </w:r>
                      <w:r w:rsidR="00225772">
                        <w:rPr>
                          <w:color w:val="auto"/>
                          <w:sz w:val="16"/>
                          <w:szCs w:val="16"/>
                        </w:rPr>
                        <w:t>2</w:t>
                      </w:r>
                      <w:r w:rsidRPr="00240038">
                        <w:rPr>
                          <w:color w:val="auto"/>
                          <w:sz w:val="16"/>
                          <w:szCs w:val="16"/>
                        </w:rPr>
                        <w:t>: Warenkorb, Bestellschritt 1</w:t>
                      </w:r>
                    </w:p>
                  </w:txbxContent>
                </v:textbox>
                <w10:wrap type="topAndBottom" anchorx="margin"/>
              </v:shape>
            </w:pict>
          </mc:Fallback>
        </mc:AlternateContent>
      </w:r>
      <w:r w:rsidR="00997D71">
        <w:t xml:space="preserve">Bei Bestellung mit PayPal Express kann der Kunde aus dem Bestellschritt 1, </w:t>
      </w:r>
      <w:r w:rsidR="009074F1">
        <w:t xml:space="preserve">aus dem Bestellschritt 2 sofern noch nicht angemeldet, </w:t>
      </w:r>
      <w:r w:rsidR="00997D71">
        <w:t>aus einer Artikel-Detailseite oder aus dem Mini-Warenkorb heraus den Einkauf abschließen.</w:t>
      </w:r>
      <w:r w:rsidR="00592ACD">
        <w:br w:type="page"/>
      </w:r>
    </w:p>
    <w:p w14:paraId="7BD31CA6" w14:textId="2D327E1C" w:rsidR="00A66D8B" w:rsidRDefault="00225772" w:rsidP="00A66D8B">
      <w:pPr>
        <w:keepNext/>
        <w:spacing w:line="240" w:lineRule="auto"/>
      </w:pPr>
      <w:r>
        <w:rPr>
          <w:noProof/>
        </w:rPr>
        <w:lastRenderedPageBreak/>
        <w:drawing>
          <wp:anchor distT="0" distB="0" distL="114300" distR="114300" simplePos="0" relativeHeight="251674624" behindDoc="0" locked="0" layoutInCell="1" allowOverlap="1" wp14:anchorId="03B9E531" wp14:editId="4A6168B3">
            <wp:simplePos x="0" y="0"/>
            <wp:positionH relativeFrom="margin">
              <wp:posOffset>4445</wp:posOffset>
            </wp:positionH>
            <wp:positionV relativeFrom="paragraph">
              <wp:posOffset>41910</wp:posOffset>
            </wp:positionV>
            <wp:extent cx="5704840" cy="3075305"/>
            <wp:effectExtent l="0" t="0" r="0" b="0"/>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4 - Artikel-Detailseite mit Mini-Warenkorb.png"/>
                    <pic:cNvPicPr/>
                  </pic:nvPicPr>
                  <pic:blipFill>
                    <a:blip r:embed="rId20">
                      <a:extLst>
                        <a:ext uri="{28A0092B-C50C-407E-A947-70E740481C1C}">
                          <a14:useLocalDpi xmlns:a14="http://schemas.microsoft.com/office/drawing/2010/main" val="0"/>
                        </a:ext>
                      </a:extLst>
                    </a:blip>
                    <a:stretch>
                      <a:fillRect/>
                    </a:stretch>
                  </pic:blipFill>
                  <pic:spPr>
                    <a:xfrm>
                      <a:off x="0" y="0"/>
                      <a:ext cx="5704840" cy="3075305"/>
                    </a:xfrm>
                    <a:prstGeom prst="rect">
                      <a:avLst/>
                    </a:prstGeom>
                  </pic:spPr>
                </pic:pic>
              </a:graphicData>
            </a:graphic>
            <wp14:sizeRelH relativeFrom="page">
              <wp14:pctWidth>0</wp14:pctWidth>
            </wp14:sizeRelH>
            <wp14:sizeRelV relativeFrom="page">
              <wp14:pctHeight>0</wp14:pctHeight>
            </wp14:sizeRelV>
          </wp:anchor>
        </w:drawing>
      </w:r>
      <w:r w:rsidR="008776DA">
        <w:rPr>
          <w:noProof/>
        </w:rPr>
        <mc:AlternateContent>
          <mc:Choice Requires="wps">
            <w:drawing>
              <wp:anchor distT="0" distB="0" distL="114300" distR="114300" simplePos="0" relativeHeight="251676672" behindDoc="0" locked="0" layoutInCell="1" allowOverlap="1" wp14:anchorId="3886B44A" wp14:editId="051CB29F">
                <wp:simplePos x="0" y="0"/>
                <wp:positionH relativeFrom="margin">
                  <wp:align>left</wp:align>
                </wp:positionH>
                <wp:positionV relativeFrom="paragraph">
                  <wp:posOffset>3334385</wp:posOffset>
                </wp:positionV>
                <wp:extent cx="5666105" cy="247650"/>
                <wp:effectExtent l="0" t="0" r="0" b="0"/>
                <wp:wrapTopAndBottom/>
                <wp:docPr id="11" name="Textfeld 11"/>
                <wp:cNvGraphicFramePr/>
                <a:graphic xmlns:a="http://schemas.openxmlformats.org/drawingml/2006/main">
                  <a:graphicData uri="http://schemas.microsoft.com/office/word/2010/wordprocessingShape">
                    <wps:wsp>
                      <wps:cNvSpPr txBox="1"/>
                      <wps:spPr>
                        <a:xfrm>
                          <a:off x="0" y="0"/>
                          <a:ext cx="5666105" cy="247650"/>
                        </a:xfrm>
                        <a:prstGeom prst="rect">
                          <a:avLst/>
                        </a:prstGeom>
                        <a:solidFill>
                          <a:prstClr val="white"/>
                        </a:solidFill>
                        <a:ln>
                          <a:noFill/>
                        </a:ln>
                        <a:effectLst/>
                      </wps:spPr>
                      <wps:txbx>
                        <w:txbxContent>
                          <w:p w14:paraId="56AB79C3" w14:textId="0A6B40DB" w:rsidR="00512342" w:rsidRPr="0031261B" w:rsidRDefault="00512342" w:rsidP="0031261B">
                            <w:pPr>
                              <w:pStyle w:val="Beschriftung"/>
                              <w:rPr>
                                <w:noProof/>
                                <w:color w:val="auto"/>
                                <w:sz w:val="16"/>
                                <w:szCs w:val="16"/>
                              </w:rPr>
                            </w:pPr>
                            <w:r w:rsidRPr="0031261B">
                              <w:rPr>
                                <w:color w:val="auto"/>
                                <w:sz w:val="16"/>
                                <w:szCs w:val="16"/>
                              </w:rPr>
                              <w:t xml:space="preserve">Abbildung </w:t>
                            </w:r>
                            <w:r w:rsidRPr="0031261B">
                              <w:rPr>
                                <w:color w:val="auto"/>
                                <w:sz w:val="16"/>
                                <w:szCs w:val="16"/>
                              </w:rPr>
                              <w:fldChar w:fldCharType="begin"/>
                            </w:r>
                            <w:r w:rsidRPr="0031261B">
                              <w:rPr>
                                <w:color w:val="auto"/>
                                <w:sz w:val="16"/>
                                <w:szCs w:val="16"/>
                              </w:rPr>
                              <w:instrText xml:space="preserve"> SEQ Abbildung \* ARABIC </w:instrText>
                            </w:r>
                            <w:r w:rsidRPr="0031261B">
                              <w:rPr>
                                <w:color w:val="auto"/>
                                <w:sz w:val="16"/>
                                <w:szCs w:val="16"/>
                              </w:rPr>
                              <w:fldChar w:fldCharType="separate"/>
                            </w:r>
                            <w:r w:rsidR="003B6EC4">
                              <w:rPr>
                                <w:noProof/>
                                <w:color w:val="auto"/>
                                <w:sz w:val="16"/>
                                <w:szCs w:val="16"/>
                              </w:rPr>
                              <w:t>2</w:t>
                            </w:r>
                            <w:r w:rsidRPr="0031261B">
                              <w:rPr>
                                <w:color w:val="auto"/>
                                <w:sz w:val="16"/>
                                <w:szCs w:val="16"/>
                              </w:rPr>
                              <w:fldChar w:fldCharType="end"/>
                            </w:r>
                            <w:r w:rsidRPr="0031261B">
                              <w:rPr>
                                <w:color w:val="auto"/>
                                <w:sz w:val="16"/>
                                <w:szCs w:val="16"/>
                              </w:rPr>
                              <w:t>: Artikel-Detailseite mit Mini-Warenkorb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86B44A" id="Textfeld 11" o:spid="_x0000_s1029" type="#_x0000_t202" style="position:absolute;margin-left:0;margin-top:262.55pt;width:446.15pt;height:19.5pt;z-index:2516766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" stroked="f">
                <v:textbox inset="0,0,0,0">
                  <w:txbxContent>
                    <w:p w14:paraId="56AB79C3" w14:textId="0A6B40DB" w:rsidR="00512342" w:rsidRPr="0031261B" w:rsidRDefault="00512342" w:rsidP="0031261B">
                      <w:pPr>
                        <w:pStyle w:val="Beschriftung"/>
                        <w:rPr>
                          <w:noProof/>
                          <w:color w:val="auto"/>
                          <w:sz w:val="16"/>
                          <w:szCs w:val="16"/>
                        </w:rPr>
                      </w:pPr>
                      <w:r w:rsidRPr="0031261B">
                        <w:rPr>
                          <w:color w:val="auto"/>
                          <w:sz w:val="16"/>
                          <w:szCs w:val="16"/>
                        </w:rPr>
                        <w:t xml:space="preserve">Abbildung </w:t>
                      </w:r>
                      <w:r w:rsidRPr="0031261B">
                        <w:rPr>
                          <w:color w:val="auto"/>
                          <w:sz w:val="16"/>
                          <w:szCs w:val="16"/>
                        </w:rPr>
                        <w:fldChar w:fldCharType="begin"/>
                      </w:r>
                      <w:r w:rsidRPr="0031261B">
                        <w:rPr>
                          <w:color w:val="auto"/>
                          <w:sz w:val="16"/>
                          <w:szCs w:val="16"/>
                        </w:rPr>
                        <w:instrText xml:space="preserve"> SEQ Abbildung \* ARABIC </w:instrText>
                      </w:r>
                      <w:r w:rsidRPr="0031261B">
                        <w:rPr>
                          <w:color w:val="auto"/>
                          <w:sz w:val="16"/>
                          <w:szCs w:val="16"/>
                        </w:rPr>
                        <w:fldChar w:fldCharType="separate"/>
                      </w:r>
                      <w:r w:rsidR="003B6EC4">
                        <w:rPr>
                          <w:noProof/>
                          <w:color w:val="auto"/>
                          <w:sz w:val="16"/>
                          <w:szCs w:val="16"/>
                        </w:rPr>
                        <w:t>2</w:t>
                      </w:r>
                      <w:r w:rsidRPr="0031261B">
                        <w:rPr>
                          <w:color w:val="auto"/>
                          <w:sz w:val="16"/>
                          <w:szCs w:val="16"/>
                        </w:rPr>
                        <w:fldChar w:fldCharType="end"/>
                      </w:r>
                      <w:r w:rsidRPr="0031261B">
                        <w:rPr>
                          <w:color w:val="auto"/>
                          <w:sz w:val="16"/>
                          <w:szCs w:val="16"/>
                        </w:rPr>
                        <w:t>: Artikel-Detailseite mit Mini-Warenkorb</w:t>
                      </w:r>
                    </w:p>
                  </w:txbxContent>
                </v:textbox>
                <w10:wrap type="topAndBottom" anchorx="margin"/>
              </v:shape>
            </w:pict>
          </mc:Fallback>
        </mc:AlternateContent>
      </w:r>
    </w:p>
    <w:p w14:paraId="1F400221" w14:textId="7999829D" w:rsidR="002603B4" w:rsidRDefault="002603B4">
      <w:pPr>
        <w:spacing w:line="240" w:lineRule="auto"/>
      </w:pPr>
      <w:r>
        <w:br w:type="page"/>
      </w:r>
    </w:p>
    <w:p w14:paraId="7E18F06B" w14:textId="36B13E70" w:rsidR="00C94948" w:rsidRDefault="00C65EB4" w:rsidP="00CE0F46">
      <w:r>
        <w:lastRenderedPageBreak/>
        <w:t>D</w:t>
      </w:r>
      <w:r w:rsidR="00A329ED">
        <w:t xml:space="preserve">er Shop leitet den Benutzer </w:t>
      </w:r>
      <w:r w:rsidR="00401A84">
        <w:t xml:space="preserve">jeweils </w:t>
      </w:r>
      <w:r w:rsidR="00A329ED">
        <w:t>zur PayPal-</w:t>
      </w:r>
      <w:r w:rsidR="009F4139">
        <w:t>Zahlungs</w:t>
      </w:r>
      <w:r w:rsidR="00A329ED">
        <w:t>seite</w:t>
      </w:r>
      <w:r w:rsidR="009F4139">
        <w:t>. Je nach Konfiguration und Kundenent</w:t>
      </w:r>
      <w:r w:rsidR="008837ED">
        <w:softHyphen/>
      </w:r>
      <w:r w:rsidR="009F4139">
        <w:t xml:space="preserve">scheidung werden die Artikel der Bestellung auf der PayPal-Zahlungsseite angezeigt. </w:t>
      </w:r>
      <w:r w:rsidR="004536BF" w:rsidRPr="004536BF">
        <w:rPr>
          <w:color w:val="1F497D" w:themeColor="text2"/>
        </w:rPr>
        <w:t>Hinweis</w:t>
      </w:r>
      <w:r w:rsidR="004536BF" w:rsidRPr="004536BF">
        <w:t>: Befinden Sich Artikel in nicht ganzzahliger Menge (z.B. 1,5) im Warenkorb, wird der Warenkorb niemals in PayPal angezeigt, auch wenn diese Option im Bestellprozess aktiviert wurde.</w:t>
      </w:r>
    </w:p>
    <w:p w14:paraId="3D5A8F5F" w14:textId="57D49AD5" w:rsidR="00C94948" w:rsidRDefault="00997D71" w:rsidP="00CE0F46">
      <w:r>
        <w:rPr>
          <w:noProof/>
        </w:rPr>
        <mc:AlternateContent>
          <mc:Choice Requires="wps">
            <w:drawing>
              <wp:anchor distT="0" distB="0" distL="114300" distR="114300" simplePos="0" relativeHeight="251670528" behindDoc="0" locked="0" layoutInCell="1" allowOverlap="1" wp14:anchorId="3C8B8A17" wp14:editId="453C3F3C">
                <wp:simplePos x="0" y="0"/>
                <wp:positionH relativeFrom="margin">
                  <wp:align>left</wp:align>
                </wp:positionH>
                <wp:positionV relativeFrom="paragraph">
                  <wp:posOffset>4407966</wp:posOffset>
                </wp:positionV>
                <wp:extent cx="6119495" cy="161925"/>
                <wp:effectExtent l="0" t="0" r="0" b="9525"/>
                <wp:wrapTopAndBottom/>
                <wp:docPr id="15" name="Textfeld 15"/>
                <wp:cNvGraphicFramePr/>
                <a:graphic xmlns:a="http://schemas.openxmlformats.org/drawingml/2006/main">
                  <a:graphicData uri="http://schemas.microsoft.com/office/word/2010/wordprocessingShape">
                    <wps:wsp>
                      <wps:cNvSpPr txBox="1"/>
                      <wps:spPr>
                        <a:xfrm>
                          <a:off x="0" y="0"/>
                          <a:ext cx="6119495" cy="161925"/>
                        </a:xfrm>
                        <a:prstGeom prst="rect">
                          <a:avLst/>
                        </a:prstGeom>
                        <a:solidFill>
                          <a:prstClr val="white"/>
                        </a:solidFill>
                        <a:ln>
                          <a:noFill/>
                        </a:ln>
                        <a:effectLst/>
                      </wps:spPr>
                      <wps:txbx>
                        <w:txbxContent>
                          <w:p w14:paraId="0BC984C4" w14:textId="10A4B739" w:rsidR="00512342" w:rsidRPr="003F1E21" w:rsidRDefault="00512342" w:rsidP="001C33AD">
                            <w:pPr>
                              <w:pStyle w:val="Beschriftung"/>
                              <w:rPr>
                                <w:noProof/>
                                <w:color w:val="auto"/>
                                <w:sz w:val="16"/>
                                <w:szCs w:val="16"/>
                              </w:rPr>
                            </w:pPr>
                            <w:r w:rsidRPr="003F1E21">
                              <w:rPr>
                                <w:color w:val="auto"/>
                                <w:sz w:val="16"/>
                                <w:szCs w:val="16"/>
                              </w:rPr>
                              <w:t xml:space="preserve">Abbildung </w:t>
                            </w:r>
                            <w:r w:rsidRPr="003F1E21">
                              <w:rPr>
                                <w:color w:val="auto"/>
                                <w:sz w:val="16"/>
                                <w:szCs w:val="16"/>
                              </w:rPr>
                              <w:fldChar w:fldCharType="begin"/>
                            </w:r>
                            <w:r w:rsidRPr="003F1E21">
                              <w:rPr>
                                <w:color w:val="auto"/>
                                <w:sz w:val="16"/>
                                <w:szCs w:val="16"/>
                              </w:rPr>
                              <w:instrText xml:space="preserve"> SEQ Abbildung \* ARABIC </w:instrText>
                            </w:r>
                            <w:r w:rsidRPr="003F1E21">
                              <w:rPr>
                                <w:color w:val="auto"/>
                                <w:sz w:val="16"/>
                                <w:szCs w:val="16"/>
                              </w:rPr>
                              <w:fldChar w:fldCharType="separate"/>
                            </w:r>
                            <w:r w:rsidR="003B6EC4">
                              <w:rPr>
                                <w:noProof/>
                                <w:color w:val="auto"/>
                                <w:sz w:val="16"/>
                                <w:szCs w:val="16"/>
                              </w:rPr>
                              <w:t>3</w:t>
                            </w:r>
                            <w:r w:rsidRPr="003F1E21">
                              <w:rPr>
                                <w:noProof/>
                                <w:color w:val="auto"/>
                                <w:sz w:val="16"/>
                                <w:szCs w:val="16"/>
                              </w:rPr>
                              <w:fldChar w:fldCharType="end"/>
                            </w:r>
                            <w:r w:rsidRPr="003F1E21">
                              <w:rPr>
                                <w:color w:val="auto"/>
                                <w:sz w:val="16"/>
                                <w:szCs w:val="16"/>
                              </w:rPr>
                              <w:t>: PayPal-Zahlungsseite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8B8A17" id="Textfeld 15" o:spid="_x0000_s1030" type="#_x0000_t202" style="position:absolute;margin-left:0;margin-top:347.1pt;width:481.85pt;height:12.75pt;z-index:25167052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" stroked="f">
                <v:textbox inset="0,0,0,0">
                  <w:txbxContent>
                    <w:p w14:paraId="0BC984C4" w14:textId="10A4B739" w:rsidR="00512342" w:rsidRPr="003F1E21" w:rsidRDefault="00512342" w:rsidP="001C33AD">
                      <w:pPr>
                        <w:pStyle w:val="Beschriftung"/>
                        <w:rPr>
                          <w:noProof/>
                          <w:color w:val="auto"/>
                          <w:sz w:val="16"/>
                          <w:szCs w:val="16"/>
                        </w:rPr>
                      </w:pPr>
                      <w:r w:rsidRPr="003F1E21">
                        <w:rPr>
                          <w:color w:val="auto"/>
                          <w:sz w:val="16"/>
                          <w:szCs w:val="16"/>
                        </w:rPr>
                        <w:t xml:space="preserve">Abbildung </w:t>
                      </w:r>
                      <w:r w:rsidRPr="003F1E21">
                        <w:rPr>
                          <w:color w:val="auto"/>
                          <w:sz w:val="16"/>
                          <w:szCs w:val="16"/>
                        </w:rPr>
                        <w:fldChar w:fldCharType="begin"/>
                      </w:r>
                      <w:r w:rsidRPr="003F1E21">
                        <w:rPr>
                          <w:color w:val="auto"/>
                          <w:sz w:val="16"/>
                          <w:szCs w:val="16"/>
                        </w:rPr>
                        <w:instrText xml:space="preserve"> SEQ Abbildung \* ARABIC </w:instrText>
                      </w:r>
                      <w:r w:rsidRPr="003F1E21">
                        <w:rPr>
                          <w:color w:val="auto"/>
                          <w:sz w:val="16"/>
                          <w:szCs w:val="16"/>
                        </w:rPr>
                        <w:fldChar w:fldCharType="separate"/>
                      </w:r>
                      <w:r w:rsidR="003B6EC4">
                        <w:rPr>
                          <w:noProof/>
                          <w:color w:val="auto"/>
                          <w:sz w:val="16"/>
                          <w:szCs w:val="16"/>
                        </w:rPr>
                        <w:t>3</w:t>
                      </w:r>
                      <w:r w:rsidRPr="003F1E21">
                        <w:rPr>
                          <w:noProof/>
                          <w:color w:val="auto"/>
                          <w:sz w:val="16"/>
                          <w:szCs w:val="16"/>
                        </w:rPr>
                        <w:fldChar w:fldCharType="end"/>
                      </w:r>
                      <w:r w:rsidRPr="003F1E21">
                        <w:rPr>
                          <w:color w:val="auto"/>
                          <w:sz w:val="16"/>
                          <w:szCs w:val="16"/>
                        </w:rPr>
                        <w:t>: PayPal-Zahlungsseite</w:t>
                      </w:r>
                    </w:p>
                  </w:txbxContent>
                </v:textbox>
                <w10:wrap type="topAndBottom" anchorx="margin"/>
              </v:shape>
            </w:pict>
          </mc:Fallback>
        </mc:AlternateContent>
      </w:r>
      <w:r>
        <w:rPr>
          <w:noProof/>
        </w:rPr>
        <w:drawing>
          <wp:anchor distT="0" distB="0" distL="114300" distR="114300" simplePos="0" relativeHeight="251664384" behindDoc="0" locked="0" layoutInCell="1" allowOverlap="1" wp14:anchorId="03BEC582" wp14:editId="00BD5CD4">
            <wp:simplePos x="0" y="0"/>
            <wp:positionH relativeFrom="margin">
              <wp:align>left</wp:align>
            </wp:positionH>
            <wp:positionV relativeFrom="paragraph">
              <wp:posOffset>232003</wp:posOffset>
            </wp:positionV>
            <wp:extent cx="5666400" cy="4032000"/>
            <wp:effectExtent l="0" t="0" r="0" b="6985"/>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05 - PayPal-Zahlungsseite.png"/>
                    <pic:cNvPicPr/>
                  </pic:nvPicPr>
                  <pic:blipFill>
                    <a:blip r:embed="rId21">
                      <a:extLst>
                        <a:ext uri="{28A0092B-C50C-407E-A947-70E740481C1C}">
                          <a14:useLocalDpi xmlns:a14="http://schemas.microsoft.com/office/drawing/2010/main" val="0"/>
                        </a:ext>
                      </a:extLst>
                    </a:blip>
                    <a:stretch>
                      <a:fillRect/>
                    </a:stretch>
                  </pic:blipFill>
                  <pic:spPr>
                    <a:xfrm>
                      <a:off x="0" y="0"/>
                      <a:ext cx="5666400" cy="4032000"/>
                    </a:xfrm>
                    <a:prstGeom prst="rect">
                      <a:avLst/>
                    </a:prstGeom>
                  </pic:spPr>
                </pic:pic>
              </a:graphicData>
            </a:graphic>
            <wp14:sizeRelH relativeFrom="page">
              <wp14:pctWidth>0</wp14:pctWidth>
            </wp14:sizeRelH>
            <wp14:sizeRelV relativeFrom="page">
              <wp14:pctHeight>0</wp14:pctHeight>
            </wp14:sizeRelV>
          </wp:anchor>
        </w:drawing>
      </w:r>
    </w:p>
    <w:p w14:paraId="077CA01C" w14:textId="77777777" w:rsidR="00997D71" w:rsidRDefault="00997D71" w:rsidP="00CE0F46"/>
    <w:p w14:paraId="10C203D0" w14:textId="65BE7D2A" w:rsidR="00C94948" w:rsidRDefault="009F4139" w:rsidP="00CE0F46">
      <w:r>
        <w:t>Der Kunde kann sich nun an sein PayPal-Konto anmelden oder ein neues erstellen. Nach Bestätigung der Zahlung wird der Kunde zurück zum Shop geleitet.</w:t>
      </w:r>
    </w:p>
    <w:p w14:paraId="22B704E3" w14:textId="751FDD19" w:rsidR="00613307" w:rsidRDefault="00613307">
      <w:pPr>
        <w:spacing w:line="240" w:lineRule="auto"/>
      </w:pPr>
    </w:p>
    <w:p w14:paraId="7A43311A" w14:textId="42E5396B" w:rsidR="00743E20" w:rsidRDefault="00743E20" w:rsidP="00CE0F46">
      <w:r>
        <w:t xml:space="preserve">Im Falle des Express-Kaufs werden dabei auch die Kundendaten aus dem PayPal-Konto an den Shop übergeben. Damit entfällt das Ausfüllen des Formulars </w:t>
      </w:r>
      <w:r w:rsidR="00327DB6">
        <w:t xml:space="preserve">im Bestellschritt 2. </w:t>
      </w:r>
      <w:r w:rsidR="008B029E">
        <w:t xml:space="preserve">Da auch die </w:t>
      </w:r>
      <w:r w:rsidR="00957CED">
        <w:t>Versand</w:t>
      </w:r>
      <w:r w:rsidR="00D87285">
        <w:t>art auf der PayPal-Zahlungs</w:t>
      </w:r>
      <w:r w:rsidR="00983F95">
        <w:t>seite</w:t>
      </w:r>
      <w:r w:rsidR="00D87285">
        <w:t xml:space="preserve"> gewählt werden kann, wird direkt Bestellschritt 4 aufgerufen.</w:t>
      </w:r>
    </w:p>
    <w:p w14:paraId="1B1BE00E" w14:textId="11A3198C" w:rsidR="00CE0F46" w:rsidRDefault="00CE0F46" w:rsidP="00CE0F46"/>
    <w:p w14:paraId="3EF0C7D2" w14:textId="13044CB0" w:rsidR="00DD73C8" w:rsidRDefault="00182862" w:rsidP="00CE0F46">
      <w:r>
        <w:t>Nach Abschluss der Bestellung findet d</w:t>
      </w:r>
      <w:r w:rsidR="009701C7">
        <w:t xml:space="preserve">ie Bezahlung </w:t>
      </w:r>
      <w:r>
        <w:t>statt.</w:t>
      </w:r>
      <w:r w:rsidR="009701C7">
        <w:t xml:space="preserve"> </w:t>
      </w:r>
      <w:r w:rsidR="00DD73C8">
        <w:t>Abhängig von der Konfiguration wird der Betrag zwischen den PayPal-Konten sofort gebucht oder es erfolgt eine Autorisierung der Zahlung</w:t>
      </w:r>
      <w:r w:rsidR="001766C2">
        <w:t xml:space="preserve">. </w:t>
      </w:r>
      <w:r w:rsidR="00C823C0">
        <w:t xml:space="preserve">Der </w:t>
      </w:r>
      <w:r w:rsidR="00F93ED0">
        <w:t>autori</w:t>
      </w:r>
      <w:r w:rsidR="008837ED">
        <w:softHyphen/>
      </w:r>
      <w:r w:rsidR="00F93ED0">
        <w:t>sierte B</w:t>
      </w:r>
      <w:r w:rsidR="00DD73C8">
        <w:t xml:space="preserve">etrag wird zu einem späteren Zeitpunkt </w:t>
      </w:r>
      <w:r w:rsidR="00790967">
        <w:t xml:space="preserve">manuell </w:t>
      </w:r>
      <w:r w:rsidR="00DD73C8">
        <w:t>eingezogen.</w:t>
      </w:r>
    </w:p>
    <w:p w14:paraId="2B6A4937" w14:textId="2EE1D8B6" w:rsidR="002603B4" w:rsidRDefault="002603B4">
      <w:pPr>
        <w:spacing w:line="240" w:lineRule="auto"/>
      </w:pPr>
      <w:r>
        <w:br w:type="page"/>
      </w:r>
    </w:p>
    <w:p w14:paraId="7B931169" w14:textId="4E1A0BA5" w:rsidR="005A5D7B" w:rsidRPr="00257DAE" w:rsidRDefault="00CD7707" w:rsidP="008732F4">
      <w:pPr>
        <w:pStyle w:val="berschrift2"/>
        <w:ind w:hanging="1997"/>
        <w:rPr>
          <w:lang w:val="de-DE"/>
        </w:rPr>
      </w:pPr>
      <w:bookmarkStart w:id="78" w:name="_Toc489602905"/>
      <w:r w:rsidRPr="00257DAE">
        <w:rPr>
          <w:lang w:val="de-DE"/>
        </w:rPr>
        <w:lastRenderedPageBreak/>
        <w:t>PayPal bei der Bestellung</w:t>
      </w:r>
      <w:bookmarkEnd w:id="78"/>
    </w:p>
    <w:p w14:paraId="127AC3C8" w14:textId="5413EB58" w:rsidR="000F5D46" w:rsidRPr="00257DAE" w:rsidRDefault="006D56B7" w:rsidP="00CE0F46">
      <w:r w:rsidRPr="00257DAE">
        <w:t>Wurden die Artikel mit PayPal bezahlt</w:t>
      </w:r>
      <w:r w:rsidR="00C75801" w:rsidRPr="00257DAE">
        <w:t>,</w:t>
      </w:r>
      <w:r w:rsidRPr="00257DAE">
        <w:t xml:space="preserve"> </w:t>
      </w:r>
      <w:r w:rsidR="005929DD" w:rsidRPr="00257DAE">
        <w:t xml:space="preserve">werden </w:t>
      </w:r>
      <w:r w:rsidRPr="00257DAE">
        <w:t xml:space="preserve">im Administrationsbereich </w:t>
      </w:r>
      <w:r w:rsidR="005929DD" w:rsidRPr="00257DAE">
        <w:t xml:space="preserve">auf der </w:t>
      </w:r>
      <w:r w:rsidRPr="00257DAE">
        <w:t xml:space="preserve">Registerkarte </w:t>
      </w:r>
      <w:r w:rsidRPr="00257DAE">
        <w:rPr>
          <w:rStyle w:val="EingabefelderundNavigationsschritteZchn"/>
        </w:rPr>
        <w:t>PayPal</w:t>
      </w:r>
      <w:r w:rsidR="00274422" w:rsidRPr="00257DAE">
        <w:t xml:space="preserve"> der Bestellung</w:t>
      </w:r>
      <w:r w:rsidR="005929DD" w:rsidRPr="00257DAE">
        <w:t xml:space="preserve"> </w:t>
      </w:r>
      <w:r w:rsidR="00524D12" w:rsidRPr="00257DAE">
        <w:t>Zahlungsinformationen, eine PayPal-Historie und eine Übersicht der bestellten Artikel an</w:t>
      </w:r>
      <w:r w:rsidR="008837ED" w:rsidRPr="00257DAE">
        <w:softHyphen/>
      </w:r>
      <w:r w:rsidR="00524D12" w:rsidRPr="00257DAE">
        <w:t>gezeigt.</w:t>
      </w:r>
    </w:p>
    <w:p w14:paraId="17BCEF0B" w14:textId="0CEB376D" w:rsidR="00ED5FD4" w:rsidRDefault="000E5444" w:rsidP="00CE0F46">
      <w:r>
        <w:rPr>
          <w:noProof/>
        </w:rPr>
        <w:drawing>
          <wp:anchor distT="0" distB="0" distL="114300" distR="114300" simplePos="0" relativeHeight="251671552" behindDoc="0" locked="0" layoutInCell="1" allowOverlap="1" wp14:anchorId="6403152D" wp14:editId="19BC78C2">
            <wp:simplePos x="0" y="0"/>
            <wp:positionH relativeFrom="margin">
              <wp:align>left</wp:align>
            </wp:positionH>
            <wp:positionV relativeFrom="paragraph">
              <wp:posOffset>201930</wp:posOffset>
            </wp:positionV>
            <wp:extent cx="5546725" cy="2733675"/>
            <wp:effectExtent l="0" t="0" r="0" b="0"/>
            <wp:wrapTopAndBottom/>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06 - Bestellung - PayPal.png"/>
                    <pic:cNvPicPr/>
                  </pic:nvPicPr>
                  <pic:blipFill>
                    <a:blip r:embed="rId22">
                      <a:extLst>
                        <a:ext uri="{28A0092B-C50C-407E-A947-70E740481C1C}">
                          <a14:useLocalDpi xmlns:a14="http://schemas.microsoft.com/office/drawing/2010/main" val="0"/>
                        </a:ext>
                      </a:extLst>
                    </a:blip>
                    <a:stretch>
                      <a:fillRect/>
                    </a:stretch>
                  </pic:blipFill>
                  <pic:spPr>
                    <a:xfrm>
                      <a:off x="0" y="0"/>
                      <a:ext cx="5562818" cy="2741496"/>
                    </a:xfrm>
                    <a:prstGeom prst="rect">
                      <a:avLst/>
                    </a:prstGeom>
                  </pic:spPr>
                </pic:pic>
              </a:graphicData>
            </a:graphic>
            <wp14:sizeRelH relativeFrom="page">
              <wp14:pctWidth>0</wp14:pctWidth>
            </wp14:sizeRelH>
            <wp14:sizeRelV relativeFrom="page">
              <wp14:pctHeight>0</wp14:pctHeight>
            </wp14:sizeRelV>
          </wp:anchor>
        </w:drawing>
      </w:r>
    </w:p>
    <w:p w14:paraId="3352B611" w14:textId="43AB015E" w:rsidR="00997D71" w:rsidRDefault="00692E59" w:rsidP="00CE0F46">
      <w:r>
        <w:rPr>
          <w:noProof/>
        </w:rPr>
        <mc:AlternateContent>
          <mc:Choice Requires="wps">
            <w:drawing>
              <wp:anchor distT="0" distB="0" distL="114300" distR="114300" simplePos="0" relativeHeight="251673600" behindDoc="0" locked="0" layoutInCell="1" allowOverlap="1" wp14:anchorId="676B9B38" wp14:editId="6E4E6C54">
                <wp:simplePos x="0" y="0"/>
                <wp:positionH relativeFrom="margin">
                  <wp:align>right</wp:align>
                </wp:positionH>
                <wp:positionV relativeFrom="paragraph">
                  <wp:posOffset>2964815</wp:posOffset>
                </wp:positionV>
                <wp:extent cx="6119495" cy="183515"/>
                <wp:effectExtent l="0" t="0" r="0" b="6985"/>
                <wp:wrapTopAndBottom/>
                <wp:docPr id="24" name="Textfeld 24"/>
                <wp:cNvGraphicFramePr/>
                <a:graphic xmlns:a="http://schemas.openxmlformats.org/drawingml/2006/main">
                  <a:graphicData uri="http://schemas.microsoft.com/office/word/2010/wordprocessingShape">
                    <wps:wsp>
                      <wps:cNvSpPr txBox="1"/>
                      <wps:spPr>
                        <a:xfrm>
                          <a:off x="0" y="0"/>
                          <a:ext cx="6119495" cy="183515"/>
                        </a:xfrm>
                        <a:prstGeom prst="rect">
                          <a:avLst/>
                        </a:prstGeom>
                        <a:solidFill>
                          <a:prstClr val="white"/>
                        </a:solidFill>
                        <a:ln>
                          <a:noFill/>
                        </a:ln>
                        <a:effectLst/>
                      </wps:spPr>
                      <wps:txbx>
                        <w:txbxContent>
                          <w:p w14:paraId="750DB92C" w14:textId="015C2B3C" w:rsidR="00512342" w:rsidRPr="001429CC" w:rsidRDefault="00512342" w:rsidP="00BE40D0">
                            <w:pPr>
                              <w:pStyle w:val="Beschriftung"/>
                              <w:rPr>
                                <w:noProof/>
                                <w:color w:val="auto"/>
                                <w:sz w:val="16"/>
                                <w:szCs w:val="16"/>
                              </w:rPr>
                            </w:pPr>
                            <w:r w:rsidRPr="001429CC">
                              <w:rPr>
                                <w:color w:val="auto"/>
                                <w:sz w:val="16"/>
                                <w:szCs w:val="16"/>
                              </w:rPr>
                              <w:t xml:space="preserve">Abbildung </w:t>
                            </w:r>
                            <w:r w:rsidRPr="001429CC">
                              <w:rPr>
                                <w:color w:val="auto"/>
                                <w:sz w:val="16"/>
                                <w:szCs w:val="16"/>
                              </w:rPr>
                              <w:fldChar w:fldCharType="begin"/>
                            </w:r>
                            <w:r w:rsidRPr="001429CC">
                              <w:rPr>
                                <w:color w:val="auto"/>
                                <w:sz w:val="16"/>
                                <w:szCs w:val="16"/>
                              </w:rPr>
                              <w:instrText xml:space="preserve"> SEQ Abbildung \* ARABIC </w:instrText>
                            </w:r>
                            <w:r w:rsidRPr="001429CC">
                              <w:rPr>
                                <w:color w:val="auto"/>
                                <w:sz w:val="16"/>
                                <w:szCs w:val="16"/>
                              </w:rPr>
                              <w:fldChar w:fldCharType="separate"/>
                            </w:r>
                            <w:r w:rsidR="003B6EC4">
                              <w:rPr>
                                <w:noProof/>
                                <w:color w:val="auto"/>
                                <w:sz w:val="16"/>
                                <w:szCs w:val="16"/>
                              </w:rPr>
                              <w:t>4</w:t>
                            </w:r>
                            <w:r w:rsidRPr="001429CC">
                              <w:rPr>
                                <w:noProof/>
                                <w:color w:val="auto"/>
                                <w:sz w:val="16"/>
                                <w:szCs w:val="16"/>
                              </w:rPr>
                              <w:fldChar w:fldCharType="end"/>
                            </w:r>
                            <w:r w:rsidRPr="001429CC">
                              <w:rPr>
                                <w:color w:val="auto"/>
                                <w:sz w:val="16"/>
                                <w:szCs w:val="16"/>
                              </w:rPr>
                              <w:t>: Bestellung</w:t>
                            </w:r>
                            <w:r>
                              <w:rPr>
                                <w:color w:val="auto"/>
                                <w:sz w:val="16"/>
                                <w:szCs w:val="16"/>
                              </w:rPr>
                              <w:t>en</w:t>
                            </w:r>
                            <w:r w:rsidRPr="001429CC">
                              <w:rPr>
                                <w:color w:val="auto"/>
                                <w:sz w:val="16"/>
                                <w:szCs w:val="16"/>
                              </w:rPr>
                              <w:t>, Registerkarte "PayPal"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6B9B38" id="Textfeld 24" o:spid="_x0000_s1031" type="#_x0000_t202" style="position:absolute;margin-left:430.65pt;margin-top:233.45pt;width:481.85pt;height:14.45pt;z-index:25167360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" stroked="f">
                <v:textbox inset="0,0,0,0">
                  <w:txbxContent>
                    <w:p w14:paraId="750DB92C" w14:textId="015C2B3C" w:rsidR="00512342" w:rsidRPr="001429CC" w:rsidRDefault="00512342" w:rsidP="00BE40D0">
                      <w:pPr>
                        <w:pStyle w:val="Beschriftung"/>
                        <w:rPr>
                          <w:noProof/>
                          <w:color w:val="auto"/>
                          <w:sz w:val="16"/>
                          <w:szCs w:val="16"/>
                        </w:rPr>
                      </w:pPr>
                      <w:r w:rsidRPr="001429CC">
                        <w:rPr>
                          <w:color w:val="auto"/>
                          <w:sz w:val="16"/>
                          <w:szCs w:val="16"/>
                        </w:rPr>
                        <w:t xml:space="preserve">Abbildung </w:t>
                      </w:r>
                      <w:r w:rsidRPr="001429CC">
                        <w:rPr>
                          <w:color w:val="auto"/>
                          <w:sz w:val="16"/>
                          <w:szCs w:val="16"/>
                        </w:rPr>
                        <w:fldChar w:fldCharType="begin"/>
                      </w:r>
                      <w:r w:rsidRPr="001429CC">
                        <w:rPr>
                          <w:color w:val="auto"/>
                          <w:sz w:val="16"/>
                          <w:szCs w:val="16"/>
                        </w:rPr>
                        <w:instrText xml:space="preserve"> SEQ Abbildung \* ARABIC </w:instrText>
                      </w:r>
                      <w:r w:rsidRPr="001429CC">
                        <w:rPr>
                          <w:color w:val="auto"/>
                          <w:sz w:val="16"/>
                          <w:szCs w:val="16"/>
                        </w:rPr>
                        <w:fldChar w:fldCharType="separate"/>
                      </w:r>
                      <w:r w:rsidR="003B6EC4">
                        <w:rPr>
                          <w:noProof/>
                          <w:color w:val="auto"/>
                          <w:sz w:val="16"/>
                          <w:szCs w:val="16"/>
                        </w:rPr>
                        <w:t>4</w:t>
                      </w:r>
                      <w:r w:rsidRPr="001429CC">
                        <w:rPr>
                          <w:noProof/>
                          <w:color w:val="auto"/>
                          <w:sz w:val="16"/>
                          <w:szCs w:val="16"/>
                        </w:rPr>
                        <w:fldChar w:fldCharType="end"/>
                      </w:r>
                      <w:r w:rsidRPr="001429CC">
                        <w:rPr>
                          <w:color w:val="auto"/>
                          <w:sz w:val="16"/>
                          <w:szCs w:val="16"/>
                        </w:rPr>
                        <w:t>: Bestellung</w:t>
                      </w:r>
                      <w:r>
                        <w:rPr>
                          <w:color w:val="auto"/>
                          <w:sz w:val="16"/>
                          <w:szCs w:val="16"/>
                        </w:rPr>
                        <w:t>en</w:t>
                      </w:r>
                      <w:r w:rsidRPr="001429CC">
                        <w:rPr>
                          <w:color w:val="auto"/>
                          <w:sz w:val="16"/>
                          <w:szCs w:val="16"/>
                        </w:rPr>
                        <w:t>, Registerkarte "PayPal"</w:t>
                      </w:r>
                    </w:p>
                  </w:txbxContent>
                </v:textbox>
                <w10:wrap type="topAndBottom" anchorx="margin"/>
              </v:shape>
            </w:pict>
          </mc:Fallback>
        </mc:AlternateContent>
      </w:r>
    </w:p>
    <w:p w14:paraId="6B3190B1" w14:textId="20E9C804" w:rsidR="000E5444" w:rsidRDefault="000E5444" w:rsidP="00CE0F46"/>
    <w:p w14:paraId="3C343921" w14:textId="687785D6" w:rsidR="008660B9" w:rsidRDefault="005733D1" w:rsidP="00CE0F46">
      <w:r>
        <w:t xml:space="preserve">Die Zahlungsinformationen zeigen den </w:t>
      </w:r>
      <w:r w:rsidR="004E3E3E">
        <w:t>Zahlungss</w:t>
      </w:r>
      <w:r>
        <w:t>tatus, den gesamten Bestellpreis und Beträge, die ein</w:t>
      </w:r>
      <w:r w:rsidR="008837ED">
        <w:softHyphen/>
      </w:r>
      <w:r>
        <w:t xml:space="preserve">gezogen, storniert oder erstattet wurden. </w:t>
      </w:r>
    </w:p>
    <w:p w14:paraId="7008E91B" w14:textId="0B7A75DD" w:rsidR="008660B9" w:rsidRDefault="008660B9" w:rsidP="00CE0F46"/>
    <w:p w14:paraId="28080BC1" w14:textId="01485944" w:rsidR="0011150C" w:rsidRDefault="008660B9" w:rsidP="0011150C">
      <w:r>
        <w:t xml:space="preserve">Ist die Bestellung mit dem zeitverzögerten Einziehen des Betrages (AUTH) verbunden, </w:t>
      </w:r>
      <w:r w:rsidR="00DF5D34">
        <w:t>können bis zu 10 Einzeleinzüge innerhalb von 29 Tagen durchgeführt werden</w:t>
      </w:r>
      <w:r w:rsidR="00BD188D">
        <w:t>. Somit können Sie flexibel reagieren</w:t>
      </w:r>
      <w:r w:rsidR="001E1AED">
        <w:t xml:space="preserve">, wenn beispielsweise </w:t>
      </w:r>
      <w:r w:rsidR="00BD188D">
        <w:t xml:space="preserve">zunächst </w:t>
      </w:r>
      <w:r w:rsidR="001E1AED">
        <w:t>nur Teile der Bestellung geliefert werden können</w:t>
      </w:r>
      <w:r w:rsidR="00DF5D34">
        <w:t xml:space="preserve">. </w:t>
      </w:r>
      <w:r w:rsidR="0011150C">
        <w:t xml:space="preserve">Wir empfehlen in diesem Fall </w:t>
      </w:r>
      <w:r w:rsidR="0011659E">
        <w:t>unmittelbar</w:t>
      </w:r>
      <w:r w:rsidR="0011150C">
        <w:t xml:space="preserve"> nach Abschluss der Bestellung und erfolgter Autoris</w:t>
      </w:r>
      <w:r w:rsidR="00F418A9">
        <w:t>ierung</w:t>
      </w:r>
      <w:r w:rsidR="0011150C">
        <w:t xml:space="preserve"> einen Einzug auf die erste Teilliefe</w:t>
      </w:r>
      <w:r w:rsidR="008837ED">
        <w:softHyphen/>
      </w:r>
      <w:r w:rsidR="0011150C">
        <w:t>rung.</w:t>
      </w:r>
      <w:r w:rsidR="00F418A9">
        <w:t xml:space="preserve"> Warten Sie dann, bis alle </w:t>
      </w:r>
      <w:r w:rsidR="00F418A9" w:rsidRPr="00196267">
        <w:t>übrigen Artikel der Bestellung lieferbereit</w:t>
      </w:r>
      <w:r w:rsidR="00F418A9">
        <w:t xml:space="preserve"> sind und ziehen Sie den restlichen Betrag ein.</w:t>
      </w:r>
    </w:p>
    <w:p w14:paraId="296B72A0" w14:textId="1E0CCBC6" w:rsidR="0011150C" w:rsidRDefault="0011150C" w:rsidP="00CE0F46"/>
    <w:p w14:paraId="02A87F60" w14:textId="4E3D88FF" w:rsidR="005A5D7B" w:rsidRDefault="007F081B" w:rsidP="00CE0F46">
      <w:r>
        <w:t xml:space="preserve">Mit der </w:t>
      </w:r>
      <w:r w:rsidR="00D55088">
        <w:t>Mini-</w:t>
      </w:r>
      <w:r>
        <w:t xml:space="preserve">Schaltfläche </w:t>
      </w:r>
      <w:r w:rsidRPr="00EA4577">
        <w:rPr>
          <w:rStyle w:val="EingabefelderundNavigationsschritteZchn"/>
        </w:rPr>
        <w:t>Einziehen</w:t>
      </w:r>
      <w:r>
        <w:t xml:space="preserve"> </w:t>
      </w:r>
      <w:r w:rsidR="007C5D99">
        <w:t>lassen sich</w:t>
      </w:r>
      <w:r>
        <w:t xml:space="preserve"> der gesamte Betrag oder Teilbeträge </w:t>
      </w:r>
      <w:r w:rsidR="00EA4577">
        <w:t xml:space="preserve">vom Kundenkonto </w:t>
      </w:r>
      <w:r w:rsidR="007C5D99">
        <w:t>einziehen</w:t>
      </w:r>
      <w:r w:rsidR="00EA4577">
        <w:t>.</w:t>
      </w:r>
      <w:r w:rsidR="006C765D">
        <w:t xml:space="preserve"> </w:t>
      </w:r>
      <w:r w:rsidR="00AA183D">
        <w:t>D</w:t>
      </w:r>
      <w:r w:rsidR="006C765D">
        <w:t>er Vor</w:t>
      </w:r>
      <w:r w:rsidR="00C21180">
        <w:t xml:space="preserve">gang </w:t>
      </w:r>
      <w:r w:rsidR="007C5D99">
        <w:t>kann</w:t>
      </w:r>
      <w:r w:rsidR="00AA183D">
        <w:t xml:space="preserve"> mit einem Kommentar </w:t>
      </w:r>
      <w:r w:rsidR="00C21180">
        <w:t>dokumentier</w:t>
      </w:r>
      <w:r w:rsidR="007C5D99">
        <w:t>t werd</w:t>
      </w:r>
      <w:r w:rsidR="006C765D">
        <w:t>en.</w:t>
      </w:r>
      <w:r w:rsidR="0011659E">
        <w:t xml:space="preserve"> </w:t>
      </w:r>
    </w:p>
    <w:p w14:paraId="526E5638" w14:textId="3FE78DFC" w:rsidR="00DF5D34" w:rsidRDefault="00DF5D34" w:rsidP="00CE0F46"/>
    <w:p w14:paraId="6C2D0792" w14:textId="77777777" w:rsidR="00D55088" w:rsidRDefault="00AA183D" w:rsidP="00CE0F46">
      <w:r>
        <w:t xml:space="preserve">Eine erteilte Autorisierung zum Geldeinzug kann storniert und ein Zahlungsstatus gesetzt werden. Der Zahlungsstatus kann "Abgeschlossen", "Ausstehend" oder "Abgebrochen" sein. Auch hier ist es möglich, </w:t>
      </w:r>
      <w:r w:rsidR="00CE1C74">
        <w:t xml:space="preserve">beispielsweise </w:t>
      </w:r>
      <w:r>
        <w:t>den Grund der Stornierung in einem Kommentar festzuhalten.</w:t>
      </w:r>
      <w:r w:rsidR="00D55088">
        <w:t xml:space="preserve"> </w:t>
      </w:r>
    </w:p>
    <w:p w14:paraId="07352050" w14:textId="77777777" w:rsidR="00D55088" w:rsidRDefault="00D55088" w:rsidP="00CE0F46"/>
    <w:p w14:paraId="3504F1BA" w14:textId="21034BC4" w:rsidR="005A5D7B" w:rsidRDefault="00752B6F" w:rsidP="00CE0F46">
      <w:r>
        <w:t xml:space="preserve">In der </w:t>
      </w:r>
      <w:r w:rsidRPr="0018707F">
        <w:rPr>
          <w:rStyle w:val="EingabefelderundNavigationsschritteZchn"/>
        </w:rPr>
        <w:t>PayPal-Historie</w:t>
      </w:r>
      <w:r>
        <w:t xml:space="preserve"> werden</w:t>
      </w:r>
      <w:r w:rsidR="0018707F">
        <w:t xml:space="preserve"> alle Transaktionen in einer tabellarischen Übersicht angezeigt. </w:t>
      </w:r>
      <w:r w:rsidR="00EC2DD1">
        <w:t xml:space="preserve">Für jede Transaktion, wie Autorisierung, Einzug, Erstattung oder Stornierung, wird eine Tabellenzeile angelegt, an deren Ende über eine kleine Schaltfläche Details aufgerufen werden können. Die Tabellenzeilen für den </w:t>
      </w:r>
      <w:r w:rsidR="00EC2DD1">
        <w:lastRenderedPageBreak/>
        <w:t>Einzug eines Betrages haben eine weitere Schaltfläche, um Erstattungen vornehmen zu können. Somit ist eine genaue Zuordnung der Erstattung zu einem eingezogenen Betrag möglich.</w:t>
      </w:r>
    </w:p>
    <w:p w14:paraId="5838E6D1" w14:textId="77777777" w:rsidR="00FD43A7" w:rsidRDefault="00FD43A7" w:rsidP="00CE0F46"/>
    <w:p w14:paraId="691DE55B" w14:textId="023B52E9" w:rsidR="00FD43A7" w:rsidRDefault="00521892" w:rsidP="00CE0F46">
      <w:r>
        <w:t>Eine weitere tabellarische Übersicht auf der Registerkarte listet alle bestellten Artikel mit Anzahl, Artikel</w:t>
      </w:r>
      <w:r w:rsidR="008837ED">
        <w:softHyphen/>
      </w:r>
      <w:r>
        <w:t>nummer, Titel, Preis und Mehrwertsteuer auf.</w:t>
      </w:r>
    </w:p>
    <w:p w14:paraId="0326B624" w14:textId="77777777" w:rsidR="00A500E1" w:rsidRPr="00373EE9" w:rsidRDefault="006F2CD4" w:rsidP="00BB0524">
      <w:pPr>
        <w:pStyle w:val="berschrift1"/>
        <w:rPr>
          <w:lang w:val="de-DE"/>
        </w:rPr>
      </w:pPr>
      <w:bookmarkStart w:id="79" w:name="_Toc489602906"/>
      <w:r w:rsidRPr="00373EE9">
        <w:rPr>
          <w:lang w:val="de-DE"/>
        </w:rPr>
        <w:t>Hinweise</w:t>
      </w:r>
      <w:bookmarkEnd w:id="79"/>
    </w:p>
    <w:p w14:paraId="7F264131" w14:textId="77777777" w:rsidR="00A500E1" w:rsidRPr="00373EE9" w:rsidRDefault="00A500E1" w:rsidP="005419BD">
      <w:pPr>
        <w:pStyle w:val="berschrift2"/>
        <w:tabs>
          <w:tab w:val="left" w:pos="851"/>
        </w:tabs>
        <w:ind w:left="510" w:hanging="510"/>
        <w:rPr>
          <w:lang w:val="de-DE"/>
        </w:rPr>
      </w:pPr>
      <w:bookmarkStart w:id="80" w:name="_Toc489602907"/>
      <w:r w:rsidRPr="00373EE9">
        <w:rPr>
          <w:lang w:val="de-DE"/>
        </w:rPr>
        <w:t>Änderungen an PayPal-Logos</w:t>
      </w:r>
      <w:bookmarkEnd w:id="80"/>
    </w:p>
    <w:p w14:paraId="112BB739" w14:textId="296A399E" w:rsidR="002C3D54" w:rsidRPr="00373EE9" w:rsidRDefault="00A500E1" w:rsidP="00A500E1">
      <w:r w:rsidRPr="00373EE9">
        <w:t>PayPal schreibt vor, dass die entsprechenden Logos von PayPal im Shop benutzt werden müssen. Solange Änderungen im Rahmen der Integrationsrichtlinien von PayPal bleiben (</w:t>
      </w:r>
      <w:hyperlink r:id="rId23" w:history="1">
        <w:r w:rsidRPr="00373EE9">
          <w:rPr>
            <w:rStyle w:val="BenutzereingabenundCodeZchn"/>
          </w:rPr>
          <w:t>www.paypal.de/logopaypal</w:t>
        </w:r>
      </w:hyperlink>
      <w:r w:rsidRPr="00373EE9">
        <w:t>), können diese nach Belieben durchgeführt werden.</w:t>
      </w:r>
    </w:p>
    <w:sectPr w:rsidR="002C3D54" w:rsidRPr="00373EE9" w:rsidSect="008F307F">
      <w:pgSz w:w="11906" w:h="16838" w:code="9"/>
      <w:pgMar w:top="2552" w:right="851" w:bottom="1701"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ABD38" w14:textId="77777777" w:rsidR="00490432" w:rsidRDefault="00490432">
      <w:r>
        <w:separator/>
      </w:r>
    </w:p>
  </w:endnote>
  <w:endnote w:type="continuationSeparator" w:id="0">
    <w:p w14:paraId="5DBEEAFA" w14:textId="77777777" w:rsidR="00490432" w:rsidRDefault="00490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TTE1A5333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BoldItalic">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DDB7F" w14:textId="77777777" w:rsidR="00512342" w:rsidRDefault="00512342" w:rsidP="00FE09C3">
    <w:pPr>
      <w:pStyle w:val="Fuzeile"/>
      <w:framePr w:wrap="around" w:vAnchor="text" w:hAnchor="margin" w:xAlign="right" w:y="1"/>
    </w:pPr>
    <w:r>
      <w:fldChar w:fldCharType="begin"/>
    </w:r>
    <w:r>
      <w:instrText xml:space="preserve">PAGE  </w:instrText>
    </w:r>
    <w:r>
      <w:fldChar w:fldCharType="separate"/>
    </w:r>
    <w:r>
      <w:rPr>
        <w:noProof/>
      </w:rPr>
      <w:t>9</w:t>
    </w:r>
    <w:r>
      <w:rPr>
        <w:noProof/>
      </w:rPr>
      <w:fldChar w:fldCharType="end"/>
    </w:r>
  </w:p>
  <w:p w14:paraId="73AA3B40" w14:textId="77777777" w:rsidR="00512342" w:rsidRDefault="0051234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F3FA2" w14:textId="4CCEC030" w:rsidR="00512342" w:rsidRPr="00891BFB" w:rsidRDefault="00512342" w:rsidP="008F307F">
    <w:pPr>
      <w:pStyle w:val="Fuzeile"/>
      <w:spacing w:line="240" w:lineRule="auto"/>
      <w:ind w:left="-1418" w:right="-286"/>
      <w:jc w:val="right"/>
      <w:rPr>
        <w:lang w:val="en-GB"/>
      </w:rPr>
    </w:pPr>
    <w:r>
      <w:rPr>
        <w:noProof/>
      </w:rPr>
      <mc:AlternateContent>
        <mc:Choice Requires="wps">
          <w:drawing>
            <wp:anchor distT="0" distB="0" distL="114300" distR="114300" simplePos="0" relativeHeight="251656704" behindDoc="0" locked="0" layoutInCell="1" allowOverlap="1" wp14:anchorId="09CCC806" wp14:editId="70782921">
              <wp:simplePos x="0" y="0"/>
              <wp:positionH relativeFrom="column">
                <wp:posOffset>-185420</wp:posOffset>
              </wp:positionH>
              <wp:positionV relativeFrom="paragraph">
                <wp:posOffset>-229235</wp:posOffset>
              </wp:positionV>
              <wp:extent cx="4305300" cy="627380"/>
              <wp:effectExtent l="0" t="0" r="2540" b="190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531CA0B" w14:textId="4B338B07" w:rsidR="00512342" w:rsidRDefault="00512342" w:rsidP="00581806">
                          <w:pPr>
                            <w:pStyle w:val="Fuzeile"/>
                          </w:pPr>
                          <w:r w:rsidRPr="00921477">
                            <w:t xml:space="preserve">© OXID eSales AG | www.oxid-esales.com | </w:t>
                          </w:r>
                          <w:hyperlink r:id="rId1" w:history="1">
                            <w:r w:rsidRPr="00581806">
                              <w:t>info@oxid-esales.com</w:t>
                            </w:r>
                          </w:hyperlink>
                          <w:r>
                            <w:t xml:space="preserve"> | </w:t>
                          </w:r>
                          <w:r w:rsidRPr="005A48ED">
                            <w:t xml:space="preserve">Version: </w:t>
                          </w:r>
                          <w:r w:rsidR="00BC4DB0">
                            <w:t>5</w:t>
                          </w:r>
                          <w:r>
                            <w:t>.</w:t>
                          </w:r>
                          <w:r w:rsidR="00EE7E1C">
                            <w:t>2</w:t>
                          </w:r>
                        </w:p>
                        <w:p w14:paraId="7220F9CF" w14:textId="77777777" w:rsidR="00512342" w:rsidRPr="00F44CD0" w:rsidRDefault="00512342" w:rsidP="00581806">
                          <w:pPr>
                            <w:pStyle w:val="Fuzeile"/>
                            <w:rPr>
                              <w:color w:val="FFFFFF"/>
                            </w:rPr>
                          </w:pPr>
                          <w:r w:rsidRPr="00F44CD0">
                            <w:rPr>
                              <w:color w:val="FFFFFF"/>
                            </w:rPr>
                            <w:t>…..</w:t>
                          </w:r>
                        </w:p>
                        <w:p w14:paraId="761C7707" w14:textId="77777777" w:rsidR="00512342" w:rsidRPr="00F44CD0" w:rsidRDefault="00512342" w:rsidP="00581806">
                          <w:pPr>
                            <w:pStyle w:val="Fuzeile"/>
                            <w:rPr>
                              <w:color w:val="FFFFFF"/>
                            </w:rPr>
                          </w:pPr>
                          <w:r w:rsidRPr="00F44CD0">
                            <w:rPr>
                              <w:color w:val="FFFFFF"/>
                            </w:rPr>
                            <w:t>…</w:t>
                          </w:r>
                        </w:p>
                        <w:p w14:paraId="3D0F390F" w14:textId="77777777" w:rsidR="00512342" w:rsidRPr="00F44CD0" w:rsidRDefault="00512342" w:rsidP="00581806">
                          <w:pPr>
                            <w:pStyle w:val="Fuzeile"/>
                            <w:rPr>
                              <w:color w:val="FFFFFF"/>
                            </w:rPr>
                          </w:pPr>
                          <w:r w:rsidRPr="00F44CD0">
                            <w:rPr>
                              <w:color w:val="FFFFFF"/>
                            </w:rPr>
                            <w:t>…</w:t>
                          </w:r>
                        </w:p>
                        <w:p w14:paraId="0C0CD57C" w14:textId="77777777" w:rsidR="00512342" w:rsidRDefault="00512342" w:rsidP="00581806">
                          <w:pPr>
                            <w:pStyle w:val="Fuzeile"/>
                          </w:pPr>
                          <w:r>
                            <w:t>.</w:t>
                          </w:r>
                        </w:p>
                        <w:p w14:paraId="6366B223" w14:textId="77777777" w:rsidR="00512342" w:rsidRDefault="00512342" w:rsidP="00581806">
                          <w:pPr>
                            <w:pStyle w:val="Fuzeile"/>
                          </w:pPr>
                        </w:p>
                        <w:p w14:paraId="75CCDC7A" w14:textId="77777777" w:rsidR="00512342" w:rsidRPr="00921477" w:rsidRDefault="00512342" w:rsidP="00581806">
                          <w:pPr>
                            <w:pStyle w:val="Fuzeile"/>
                          </w:pPr>
                        </w:p>
                        <w:p w14:paraId="4F332683" w14:textId="77777777" w:rsidR="00512342" w:rsidRPr="00921477" w:rsidRDefault="00512342" w:rsidP="00DC56EB">
                          <w:pPr>
                            <w:rPr>
                              <w:rFonts w:cs="TTE1A53338t00"/>
                              <w:b/>
                              <w:color w:val="808080"/>
                              <w:sz w:val="14"/>
                              <w:szCs w:val="14"/>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CC806" id="_x0000_t202" coordsize="21600,21600" o:spt="202" path="m,l,21600r21600,l21600,xe">
              <v:stroke joinstyle="miter"/>
              <v:path gradientshapeok="t" o:connecttype="rect"/>
            </v:shapetype>
            <v:shape id="Text Box 10" o:spid="_x0000_s1033" type="#_x0000_t202" style="position:absolute;left:0;text-align:left;margin-left:-14.6pt;margin-top:-18.05pt;width:339pt;height:49.4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" filled="f" stroked="f">
              <v:textbox>
                <w:txbxContent>
                  <w:p w14:paraId="5531CA0B" w14:textId="4B338B07" w:rsidR="00512342" w:rsidRDefault="00512342" w:rsidP="00581806">
                    <w:pPr>
                      <w:pStyle w:val="Fuzeile"/>
                    </w:pPr>
                    <w:r w:rsidRPr="00921477">
                      <w:t xml:space="preserve">© OXID eSales AG | www.oxid-esales.com | </w:t>
                    </w:r>
                    <w:hyperlink r:id="rId2" w:history="1">
                      <w:r w:rsidRPr="00581806">
                        <w:t>info@oxid-esales.com</w:t>
                      </w:r>
                    </w:hyperlink>
                    <w:r>
                      <w:t xml:space="preserve"> | </w:t>
                    </w:r>
                    <w:r w:rsidRPr="005A48ED">
                      <w:t xml:space="preserve">Version: </w:t>
                    </w:r>
                    <w:r w:rsidR="00BC4DB0">
                      <w:t>5</w:t>
                    </w:r>
                    <w:r>
                      <w:t>.</w:t>
                    </w:r>
                    <w:r w:rsidR="00EE7E1C">
                      <w:t>2</w:t>
                    </w:r>
                  </w:p>
                  <w:p w14:paraId="7220F9CF" w14:textId="77777777" w:rsidR="00512342" w:rsidRPr="00F44CD0" w:rsidRDefault="00512342" w:rsidP="00581806">
                    <w:pPr>
                      <w:pStyle w:val="Fuzeile"/>
                      <w:rPr>
                        <w:color w:val="FFFFFF"/>
                      </w:rPr>
                    </w:pPr>
                    <w:r w:rsidRPr="00F44CD0">
                      <w:rPr>
                        <w:color w:val="FFFFFF"/>
                      </w:rPr>
                      <w:t>…..</w:t>
                    </w:r>
                  </w:p>
                  <w:p w14:paraId="761C7707" w14:textId="77777777" w:rsidR="00512342" w:rsidRPr="00F44CD0" w:rsidRDefault="00512342" w:rsidP="00581806">
                    <w:pPr>
                      <w:pStyle w:val="Fuzeile"/>
                      <w:rPr>
                        <w:color w:val="FFFFFF"/>
                      </w:rPr>
                    </w:pPr>
                    <w:r w:rsidRPr="00F44CD0">
                      <w:rPr>
                        <w:color w:val="FFFFFF"/>
                      </w:rPr>
                      <w:t>…</w:t>
                    </w:r>
                  </w:p>
                  <w:p w14:paraId="3D0F390F" w14:textId="77777777" w:rsidR="00512342" w:rsidRPr="00F44CD0" w:rsidRDefault="00512342" w:rsidP="00581806">
                    <w:pPr>
                      <w:pStyle w:val="Fuzeile"/>
                      <w:rPr>
                        <w:color w:val="FFFFFF"/>
                      </w:rPr>
                    </w:pPr>
                    <w:r w:rsidRPr="00F44CD0">
                      <w:rPr>
                        <w:color w:val="FFFFFF"/>
                      </w:rPr>
                      <w:t>…</w:t>
                    </w:r>
                  </w:p>
                  <w:p w14:paraId="0C0CD57C" w14:textId="77777777" w:rsidR="00512342" w:rsidRDefault="00512342" w:rsidP="00581806">
                    <w:pPr>
                      <w:pStyle w:val="Fuzeile"/>
                    </w:pPr>
                    <w:r>
                      <w:t>.</w:t>
                    </w:r>
                  </w:p>
                  <w:p w14:paraId="6366B223" w14:textId="77777777" w:rsidR="00512342" w:rsidRDefault="00512342" w:rsidP="00581806">
                    <w:pPr>
                      <w:pStyle w:val="Fuzeile"/>
                    </w:pPr>
                  </w:p>
                  <w:p w14:paraId="75CCDC7A" w14:textId="77777777" w:rsidR="00512342" w:rsidRPr="00921477" w:rsidRDefault="00512342" w:rsidP="00581806">
                    <w:pPr>
                      <w:pStyle w:val="Fuzeile"/>
                    </w:pPr>
                  </w:p>
                  <w:p w14:paraId="4F332683" w14:textId="77777777" w:rsidR="00512342" w:rsidRPr="00921477" w:rsidRDefault="00512342" w:rsidP="00DC56EB">
                    <w:pPr>
                      <w:rPr>
                        <w:rFonts w:cs="TTE1A53338t00"/>
                        <w:b/>
                        <w:color w:val="808080"/>
                        <w:sz w:val="14"/>
                        <w:szCs w:val="14"/>
                      </w:rPr>
                    </w:pP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102253F1" wp14:editId="0AC30E52">
              <wp:simplePos x="0" y="0"/>
              <wp:positionH relativeFrom="column">
                <wp:posOffset>5534025</wp:posOffset>
              </wp:positionH>
              <wp:positionV relativeFrom="paragraph">
                <wp:posOffset>-386080</wp:posOffset>
              </wp:positionV>
              <wp:extent cx="434340" cy="425450"/>
              <wp:effectExtent l="0" t="4445" r="635" b="0"/>
              <wp:wrapSquare wrapText="bothSides"/>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425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5A5E89" w14:textId="77777777" w:rsidR="00512342" w:rsidRPr="00CE2662" w:rsidRDefault="00512342" w:rsidP="00CE2662">
                          <w:pPr>
                            <w:pStyle w:val="Fuzeile"/>
                          </w:pPr>
                          <w:r>
                            <w:fldChar w:fldCharType="begin"/>
                          </w:r>
                          <w:r>
                            <w:instrText xml:space="preserve"> PAGE </w:instrText>
                          </w:r>
                          <w:r>
                            <w:fldChar w:fldCharType="separate"/>
                          </w:r>
                          <w:r w:rsidR="003B6EC4">
                            <w:rPr>
                              <w:noProof/>
                            </w:rPr>
                            <w:t>7</w:t>
                          </w:r>
                          <w:r>
                            <w:rPr>
                              <w:noProof/>
                            </w:rPr>
                            <w:fldChar w:fldCharType="end"/>
                          </w:r>
                          <w:r w:rsidRPr="00CE2662">
                            <w:t>/</w:t>
                          </w:r>
                          <w:r w:rsidR="00490432">
                            <w:fldChar w:fldCharType="begin"/>
                          </w:r>
                          <w:r w:rsidR="00490432">
                            <w:instrText xml:space="preserve"> NUMPAGES  </w:instrText>
                          </w:r>
                          <w:r w:rsidR="00490432">
                            <w:fldChar w:fldCharType="separate"/>
                          </w:r>
                          <w:r w:rsidR="003B6EC4">
                            <w:rPr>
                              <w:noProof/>
                            </w:rPr>
                            <w:t>14</w:t>
                          </w:r>
                          <w:r w:rsidR="00490432">
                            <w:rPr>
                              <w:noProof/>
                            </w:rPr>
                            <w:fldChar w:fldCharType="end"/>
                          </w:r>
                        </w:p>
                        <w:p w14:paraId="0CE95C74" w14:textId="77777777" w:rsidR="00512342" w:rsidRPr="00804D87" w:rsidRDefault="00512342" w:rsidP="00B102A4">
                          <w:pPr>
                            <w:pStyle w:val="Fuzeile"/>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253F1" id="_x0000_t202" coordsize="21600,21600" o:spt="202" path="m,l,21600r21600,l21600,xe">
              <v:stroke joinstyle="miter"/>
              <v:path gradientshapeok="t" o:connecttype="rect"/>
            </v:shapetype>
            <v:shape id="Text Box 21" o:spid="_x0000_s1034" type="#_x0000_t202" style="position:absolute;left:0;text-align:left;margin-left:435.75pt;margin-top:-30.4pt;width:34.2pt;height:33.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" filled="f" stroked="f">
              <v:textbox>
                <w:txbxContent>
                  <w:p w14:paraId="135A5E89" w14:textId="77777777" w:rsidR="00512342" w:rsidRPr="00CE2662" w:rsidRDefault="00512342" w:rsidP="00CE2662">
                    <w:pPr>
                      <w:pStyle w:val="Fuzeile"/>
                    </w:pPr>
                    <w:r>
                      <w:fldChar w:fldCharType="begin"/>
                    </w:r>
                    <w:r>
                      <w:instrText xml:space="preserve"> PAGE </w:instrText>
                    </w:r>
                    <w:r>
                      <w:fldChar w:fldCharType="separate"/>
                    </w:r>
                    <w:r w:rsidR="003B6EC4">
                      <w:rPr>
                        <w:noProof/>
                      </w:rPr>
                      <w:t>7</w:t>
                    </w:r>
                    <w:r>
                      <w:rPr>
                        <w:noProof/>
                      </w:rPr>
                      <w:fldChar w:fldCharType="end"/>
                    </w:r>
                    <w:r w:rsidRPr="00CE2662">
                      <w:t>/</w:t>
                    </w:r>
                    <w:r w:rsidR="00490432">
                      <w:fldChar w:fldCharType="begin"/>
                    </w:r>
                    <w:r w:rsidR="00490432">
                      <w:instrText xml:space="preserve"> NUMPAGES  </w:instrText>
                    </w:r>
                    <w:r w:rsidR="00490432">
                      <w:fldChar w:fldCharType="separate"/>
                    </w:r>
                    <w:r w:rsidR="003B6EC4">
                      <w:rPr>
                        <w:noProof/>
                      </w:rPr>
                      <w:t>14</w:t>
                    </w:r>
                    <w:r w:rsidR="00490432">
                      <w:rPr>
                        <w:noProof/>
                      </w:rPr>
                      <w:fldChar w:fldCharType="end"/>
                    </w:r>
                  </w:p>
                  <w:p w14:paraId="0CE95C74" w14:textId="77777777" w:rsidR="00512342" w:rsidRPr="00804D87" w:rsidRDefault="00512342" w:rsidP="00B102A4">
                    <w:pPr>
                      <w:pStyle w:val="Fuzeile"/>
                    </w:pPr>
                  </w:p>
                </w:txbxContent>
              </v:textbox>
              <w10:wrap type="square"/>
            </v:shape>
          </w:pict>
        </mc:Fallback>
      </mc:AlternateContent>
    </w:r>
    <w:r>
      <w:rPr>
        <w:noProof/>
        <w:vanish/>
      </w:rPr>
      <w:drawing>
        <wp:inline distT="0" distB="0" distL="0" distR="0" wp14:anchorId="0FFAFC27" wp14:editId="2AA80F1A">
          <wp:extent cx="7696200" cy="295275"/>
          <wp:effectExtent l="19050" t="0" r="0" b="0"/>
          <wp:docPr id="30" name="Bild 18"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8" descr="footer"/>
                  <pic:cNvPicPr>
                    <a:picLocks noChangeAspect="1" noChangeArrowheads="1"/>
                  </pic:cNvPicPr>
                </pic:nvPicPr>
                <pic:blipFill>
                  <a:blip r:embed="rId3"/>
                  <a:srcRect/>
                  <a:stretch>
                    <a:fillRect/>
                  </a:stretch>
                </pic:blipFill>
                <pic:spPr bwMode="auto">
                  <a:xfrm>
                    <a:off x="0" y="0"/>
                    <a:ext cx="7696200" cy="295275"/>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7D949" w14:textId="7E6522EE" w:rsidR="00512342" w:rsidRDefault="00512342" w:rsidP="008F307F">
    <w:pPr>
      <w:pStyle w:val="Fuzeile"/>
      <w:spacing w:line="240" w:lineRule="auto"/>
      <w:ind w:left="-1418"/>
    </w:pPr>
    <w:r>
      <w:rPr>
        <w:noProof/>
      </w:rPr>
      <mc:AlternateContent>
        <mc:Choice Requires="wps">
          <w:drawing>
            <wp:anchor distT="0" distB="0" distL="114300" distR="114300" simplePos="0" relativeHeight="251659776" behindDoc="0" locked="0" layoutInCell="1" allowOverlap="1" wp14:anchorId="60931756" wp14:editId="5BCDB9FE">
              <wp:simplePos x="0" y="0"/>
              <wp:positionH relativeFrom="column">
                <wp:posOffset>-304165</wp:posOffset>
              </wp:positionH>
              <wp:positionV relativeFrom="paragraph">
                <wp:posOffset>-231140</wp:posOffset>
              </wp:positionV>
              <wp:extent cx="4305300" cy="386715"/>
              <wp:effectExtent l="635" t="0" r="1270" b="0"/>
              <wp:wrapNone/>
              <wp:docPr id="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8671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82A1477" w14:textId="115FF578" w:rsidR="00512342" w:rsidRPr="00921477" w:rsidRDefault="00512342" w:rsidP="008F307F">
                          <w:pPr>
                            <w:pStyle w:val="Fuzeile"/>
                          </w:pPr>
                          <w:r w:rsidRPr="00921477">
                            <w:t xml:space="preserve">© OXID eSales AG | www.oxid-esales.com | </w:t>
                          </w:r>
                          <w:hyperlink r:id="rId1" w:history="1">
                            <w:r w:rsidRPr="00581806">
                              <w:t>info@oxid-esales.com</w:t>
                            </w:r>
                          </w:hyperlink>
                          <w:r>
                            <w:t xml:space="preserve"> | </w:t>
                          </w:r>
                          <w:r w:rsidR="00BC4DB0">
                            <w:t>Version: 5</w:t>
                          </w:r>
                          <w:r w:rsidRPr="005A48ED">
                            <w:t>.</w:t>
                          </w:r>
                          <w:r w:rsidR="00EE7E1C">
                            <w:t>2</w:t>
                          </w:r>
                        </w:p>
                        <w:p w14:paraId="215FD015" w14:textId="77777777" w:rsidR="00512342" w:rsidRPr="00921477" w:rsidRDefault="00512342" w:rsidP="008F307F">
                          <w:pPr>
                            <w:rPr>
                              <w:rFonts w:cs="TTE1A53338t00"/>
                              <w:b/>
                              <w:color w:val="808080"/>
                              <w:sz w:val="14"/>
                              <w:szCs w:val="14"/>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31756" id="_x0000_t202" coordsize="21600,21600" o:spt="202" path="m,l,21600r21600,l21600,xe">
              <v:stroke joinstyle="miter"/>
              <v:path gradientshapeok="t" o:connecttype="rect"/>
            </v:shapetype>
            <v:shape id="Text Box 38" o:spid="_x0000_s1036" type="#_x0000_t202" style="position:absolute;left:0;text-align:left;margin-left:-23.95pt;margin-top:-18.2pt;width:339pt;height:30.45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" filled="f" stroked="f">
              <v:textbox>
                <w:txbxContent>
                  <w:p w14:paraId="182A1477" w14:textId="115FF578" w:rsidR="00512342" w:rsidRPr="00921477" w:rsidRDefault="00512342" w:rsidP="008F307F">
                    <w:pPr>
                      <w:pStyle w:val="Fuzeile"/>
                    </w:pPr>
                    <w:r w:rsidRPr="00921477">
                      <w:t xml:space="preserve">© OXID eSales AG | www.oxid-esales.com | </w:t>
                    </w:r>
                    <w:hyperlink r:id="rId2" w:history="1">
                      <w:r w:rsidRPr="00581806">
                        <w:t>info@oxid-esales.com</w:t>
                      </w:r>
                    </w:hyperlink>
                    <w:r>
                      <w:t xml:space="preserve"> | </w:t>
                    </w:r>
                    <w:r w:rsidR="00BC4DB0">
                      <w:t>Version: 5</w:t>
                    </w:r>
                    <w:r w:rsidRPr="005A48ED">
                      <w:t>.</w:t>
                    </w:r>
                    <w:r w:rsidR="00EE7E1C">
                      <w:t>2</w:t>
                    </w:r>
                  </w:p>
                  <w:p w14:paraId="215FD015" w14:textId="77777777" w:rsidR="00512342" w:rsidRPr="00921477" w:rsidRDefault="00512342" w:rsidP="008F307F">
                    <w:pPr>
                      <w:rPr>
                        <w:rFonts w:cs="TTE1A53338t00"/>
                        <w:b/>
                        <w:color w:val="808080"/>
                        <w:sz w:val="14"/>
                        <w:szCs w:val="14"/>
                      </w:rPr>
                    </w:pPr>
                  </w:p>
                </w:txbxContent>
              </v:textbox>
            </v:shape>
          </w:pict>
        </mc:Fallback>
      </mc:AlternateContent>
    </w:r>
    <w:r>
      <w:rPr>
        <w:noProof/>
        <w:vanish/>
      </w:rPr>
      <w:drawing>
        <wp:inline distT="0" distB="0" distL="0" distR="0" wp14:anchorId="05F3396E" wp14:editId="5EEED5C0">
          <wp:extent cx="7591425" cy="295275"/>
          <wp:effectExtent l="19050" t="0" r="9525" b="0"/>
          <wp:docPr id="32" name="Bild 20"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0" descr="footer"/>
                  <pic:cNvPicPr>
                    <a:picLocks noChangeAspect="1" noChangeArrowheads="1"/>
                  </pic:cNvPicPr>
                </pic:nvPicPr>
                <pic:blipFill>
                  <a:blip r:embed="rId3"/>
                  <a:srcRect/>
                  <a:stretch>
                    <a:fillRect/>
                  </a:stretch>
                </pic:blipFill>
                <pic:spPr bwMode="auto">
                  <a:xfrm>
                    <a:off x="0" y="0"/>
                    <a:ext cx="7591425" cy="2952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5345D5" w14:textId="77777777" w:rsidR="00490432" w:rsidRDefault="00490432">
      <w:r>
        <w:separator/>
      </w:r>
    </w:p>
  </w:footnote>
  <w:footnote w:type="continuationSeparator" w:id="0">
    <w:p w14:paraId="3ABBCFA3" w14:textId="77777777" w:rsidR="00490432" w:rsidRDefault="00490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8A" w14:textId="408CED17" w:rsidR="00512342" w:rsidRDefault="00512342" w:rsidP="008F307F">
    <w:pPr>
      <w:spacing w:line="240" w:lineRule="auto"/>
      <w:ind w:left="-1418"/>
      <w:jc w:val="right"/>
    </w:pPr>
    <w:r>
      <w:rPr>
        <w:noProof/>
      </w:rPr>
      <mc:AlternateContent>
        <mc:Choice Requires="wps">
          <w:drawing>
            <wp:anchor distT="0" distB="0" distL="114300" distR="114300" simplePos="0" relativeHeight="251655680" behindDoc="0" locked="0" layoutInCell="1" allowOverlap="1" wp14:anchorId="781DEACC" wp14:editId="31846E6C">
              <wp:simplePos x="0" y="0"/>
              <wp:positionH relativeFrom="column">
                <wp:posOffset>-645160</wp:posOffset>
              </wp:positionH>
              <wp:positionV relativeFrom="paragraph">
                <wp:posOffset>177165</wp:posOffset>
              </wp:positionV>
              <wp:extent cx="2867025" cy="459105"/>
              <wp:effectExtent l="2540" t="0" r="0" b="190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4591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8B07B6" w14:textId="0AECC690" w:rsidR="00512342" w:rsidRPr="00F254B8" w:rsidRDefault="00512342" w:rsidP="001F1665">
                          <w:pPr>
                            <w:pStyle w:val="Klassifizierung"/>
                          </w:pPr>
                          <w:r>
                            <w:t>Benutzerhandbuch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1DEACC" id="_x0000_t202" coordsize="21600,21600" o:spt="202" path="m,l,21600r21600,l21600,xe">
              <v:stroke joinstyle="miter"/>
              <v:path gradientshapeok="t" o:connecttype="rect"/>
            </v:shapetype>
            <v:shape id="Text Box 8" o:spid="_x0000_s1032" type="#_x0000_t202" style="position:absolute;left:0;text-align:left;margin-left:-50.8pt;margin-top:13.95pt;width:225.75pt;height:36.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" filled="f" stroked="f">
              <v:textbox>
                <w:txbxContent>
                  <w:p w14:paraId="0B8B07B6" w14:textId="0AECC690" w:rsidR="00512342" w:rsidRPr="00F254B8" w:rsidRDefault="00512342" w:rsidP="001F1665">
                    <w:pPr>
                      <w:pStyle w:val="Klassifizierung"/>
                    </w:pPr>
                    <w:r>
                      <w:t>Benutzerhandbuch</w:t>
                    </w:r>
                  </w:p>
                </w:txbxContent>
              </v:textbox>
            </v:shape>
          </w:pict>
        </mc:Fallback>
      </mc:AlternateContent>
    </w:r>
    <w:r>
      <w:rPr>
        <w:noProof/>
        <w:vanish/>
      </w:rPr>
      <w:drawing>
        <wp:inline distT="0" distB="0" distL="0" distR="0" wp14:anchorId="2EC58BC5" wp14:editId="6B8FE18D">
          <wp:extent cx="7600950" cy="1276350"/>
          <wp:effectExtent l="19050" t="0" r="0" b="0"/>
          <wp:docPr id="29" name="Bild 17"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header"/>
                  <pic:cNvPicPr>
                    <a:picLocks noChangeAspect="1" noChangeArrowheads="1"/>
                  </pic:cNvPicPr>
                </pic:nvPicPr>
                <pic:blipFill>
                  <a:blip r:embed="rId1"/>
                  <a:srcRect/>
                  <a:stretch>
                    <a:fillRect/>
                  </a:stretch>
                </pic:blipFill>
                <pic:spPr bwMode="auto">
                  <a:xfrm>
                    <a:off x="0" y="0"/>
                    <a:ext cx="7600950" cy="1276350"/>
                  </a:xfrm>
                  <a:prstGeom prst="rect">
                    <a:avLst/>
                  </a:prstGeom>
                  <a:noFill/>
                  <a:ln w="9525">
                    <a:noFill/>
                    <a:miter lim="800000"/>
                    <a:headEnd/>
                    <a:tailEnd/>
                  </a:ln>
                </pic:spPr>
              </pic:pic>
            </a:graphicData>
          </a:graphic>
        </wp:inline>
      </w:drawing>
    </w:r>
  </w:p>
  <w:p w14:paraId="152A2F97" w14:textId="77777777" w:rsidR="00512342" w:rsidRDefault="0051234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A5720" w14:textId="1634B35D" w:rsidR="00512342" w:rsidRDefault="00512342" w:rsidP="008F307F">
    <w:pPr>
      <w:spacing w:line="240" w:lineRule="auto"/>
      <w:ind w:left="-1418"/>
    </w:pPr>
    <w:r>
      <w:rPr>
        <w:noProof/>
      </w:rPr>
      <mc:AlternateContent>
        <mc:Choice Requires="wps">
          <w:drawing>
            <wp:anchor distT="0" distB="0" distL="114300" distR="114300" simplePos="0" relativeHeight="251657728" behindDoc="0" locked="0" layoutInCell="1" allowOverlap="1" wp14:anchorId="0C58355C" wp14:editId="6AD8B215">
              <wp:simplePos x="0" y="0"/>
              <wp:positionH relativeFrom="column">
                <wp:posOffset>-635000</wp:posOffset>
              </wp:positionH>
              <wp:positionV relativeFrom="paragraph">
                <wp:posOffset>187325</wp:posOffset>
              </wp:positionV>
              <wp:extent cx="7560310" cy="379095"/>
              <wp:effectExtent l="3175" t="0" r="0" b="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3790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43F155" w14:textId="1E105097" w:rsidR="00512342" w:rsidRPr="00F254B8" w:rsidRDefault="00512342" w:rsidP="0036339B">
                          <w:pPr>
                            <w:pStyle w:val="Klassifizierung"/>
                          </w:pPr>
                          <w:r>
                            <w:t>Benutzerhandbuch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8355C" id="_x0000_t202" coordsize="21600,21600" o:spt="202" path="m,l,21600r21600,l21600,xe">
              <v:stroke joinstyle="miter"/>
              <v:path gradientshapeok="t" o:connecttype="rect"/>
            </v:shapetype>
            <v:shape id="Text Box 19" o:spid="_x0000_s1035" type="#_x0000_t202" style="position:absolute;left:0;text-align:left;margin-left:-50pt;margin-top:14.75pt;width:595.3pt;height:2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" filled="f" stroked="f">
              <v:textbox>
                <w:txbxContent>
                  <w:p w14:paraId="7D43F155" w14:textId="1E105097" w:rsidR="00512342" w:rsidRPr="00F254B8" w:rsidRDefault="00512342" w:rsidP="0036339B">
                    <w:pPr>
                      <w:pStyle w:val="Klassifizierung"/>
                    </w:pPr>
                    <w:r>
                      <w:t>Benutzerhandbuch</w:t>
                    </w:r>
                  </w:p>
                </w:txbxContent>
              </v:textbox>
            </v:shape>
          </w:pict>
        </mc:Fallback>
      </mc:AlternateContent>
    </w:r>
    <w:r>
      <w:rPr>
        <w:noProof/>
        <w:vanish/>
      </w:rPr>
      <w:drawing>
        <wp:inline distT="0" distB="0" distL="0" distR="0" wp14:anchorId="2F03C6E4" wp14:editId="3EF1E2B5">
          <wp:extent cx="7600950" cy="1276350"/>
          <wp:effectExtent l="19050" t="0" r="0" b="0"/>
          <wp:docPr id="31" name="Bild 19"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9" descr="header"/>
                  <pic:cNvPicPr>
                    <a:picLocks noChangeAspect="1" noChangeArrowheads="1"/>
                  </pic:cNvPicPr>
                </pic:nvPicPr>
                <pic:blipFill>
                  <a:blip r:embed="rId1"/>
                  <a:srcRect/>
                  <a:stretch>
                    <a:fillRect/>
                  </a:stretch>
                </pic:blipFill>
                <pic:spPr bwMode="auto">
                  <a:xfrm>
                    <a:off x="0" y="0"/>
                    <a:ext cx="7600950" cy="1276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3"/>
    <w:lvl w:ilvl="0">
      <w:start w:val="1"/>
      <w:numFmt w:val="bullet"/>
      <w:lvlText w:val=""/>
      <w:lvlJc w:val="left"/>
      <w:pPr>
        <w:tabs>
          <w:tab w:val="num" w:pos="0"/>
        </w:tabs>
        <w:ind w:left="720" w:hanging="360"/>
      </w:pPr>
      <w:rPr>
        <w:rFonts w:ascii="Symbol" w:hAnsi="Symbol"/>
      </w:rPr>
    </w:lvl>
  </w:abstractNum>
  <w:abstractNum w:abstractNumId="1" w15:restartNumberingAfterBreak="0">
    <w:nsid w:val="044B54D0"/>
    <w:multiLevelType w:val="hybridMultilevel"/>
    <w:tmpl w:val="677C8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D77BC4"/>
    <w:multiLevelType w:val="multilevel"/>
    <w:tmpl w:val="1DBAF3EC"/>
    <w:lvl w:ilvl="0">
      <w:start w:val="1"/>
      <w:numFmt w:val="decimal"/>
      <w:pStyle w:val="berschrift1"/>
      <w:lvlText w:val="%1"/>
      <w:lvlJc w:val="left"/>
      <w:pPr>
        <w:tabs>
          <w:tab w:val="num" w:pos="720"/>
        </w:tabs>
        <w:ind w:left="720" w:hanging="720"/>
      </w:pPr>
      <w:rPr>
        <w:rFonts w:ascii="Verdana" w:hAnsi="Verdana" w:hint="default"/>
        <w:b/>
        <w:i w:val="0"/>
        <w:sz w:val="18"/>
        <w:szCs w:val="18"/>
      </w:rPr>
    </w:lvl>
    <w:lvl w:ilvl="1">
      <w:start w:val="1"/>
      <w:numFmt w:val="decimal"/>
      <w:pStyle w:val="berschrift2"/>
      <w:lvlText w:val="%1.%2"/>
      <w:lvlJc w:val="left"/>
      <w:pPr>
        <w:tabs>
          <w:tab w:val="num" w:pos="1997"/>
        </w:tabs>
        <w:ind w:left="1997" w:hanging="720"/>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907"/>
        </w:tabs>
        <w:ind w:left="907" w:hanging="907"/>
      </w:pPr>
      <w:rPr>
        <w:rFonts w:hint="default"/>
      </w:rPr>
    </w:lvl>
    <w:lvl w:ilvl="4">
      <w:start w:val="1"/>
      <w:numFmt w:val="decimal"/>
      <w:lvlText w:val="%1.%2.%3.%4.%5"/>
      <w:lvlJc w:val="left"/>
      <w:pPr>
        <w:tabs>
          <w:tab w:val="num" w:pos="720"/>
        </w:tabs>
        <w:ind w:left="720" w:hanging="720"/>
      </w:pPr>
      <w:rPr>
        <w:rFonts w:hint="default"/>
      </w:rPr>
    </w:lvl>
    <w:lvl w:ilvl="5">
      <w:start w:val="1"/>
      <w:numFmt w:val="decimal"/>
      <w:pStyle w:val="berschrift6"/>
      <w:lvlText w:val="%1.%2.%3.%4.%5.%6"/>
      <w:lvlJc w:val="left"/>
      <w:pPr>
        <w:tabs>
          <w:tab w:val="num" w:pos="720"/>
        </w:tabs>
        <w:ind w:left="720" w:hanging="720"/>
      </w:pPr>
      <w:rPr>
        <w:rFonts w:hint="default"/>
      </w:rPr>
    </w:lvl>
    <w:lvl w:ilvl="6">
      <w:start w:val="1"/>
      <w:numFmt w:val="decimal"/>
      <w:pStyle w:val="berschrift7"/>
      <w:lvlText w:val="%1.%2.%3.%4.%5.%6.%7"/>
      <w:lvlJc w:val="left"/>
      <w:pPr>
        <w:tabs>
          <w:tab w:val="num" w:pos="720"/>
        </w:tabs>
        <w:ind w:left="720" w:hanging="720"/>
      </w:pPr>
      <w:rPr>
        <w:rFonts w:hint="default"/>
      </w:rPr>
    </w:lvl>
    <w:lvl w:ilvl="7">
      <w:start w:val="1"/>
      <w:numFmt w:val="decimal"/>
      <w:pStyle w:val="berschrift8"/>
      <w:lvlText w:val="%1.%2.%3.%4.%5.%6.%7.%8"/>
      <w:lvlJc w:val="left"/>
      <w:pPr>
        <w:tabs>
          <w:tab w:val="num" w:pos="720"/>
        </w:tabs>
        <w:ind w:left="720" w:hanging="720"/>
      </w:pPr>
      <w:rPr>
        <w:rFonts w:hint="default"/>
      </w:rPr>
    </w:lvl>
    <w:lvl w:ilvl="8">
      <w:start w:val="1"/>
      <w:numFmt w:val="decimal"/>
      <w:pStyle w:val="berschrift9"/>
      <w:lvlText w:val="%1.%2.%3.%4.%5.%6.%7.%8.%9"/>
      <w:lvlJc w:val="left"/>
      <w:pPr>
        <w:tabs>
          <w:tab w:val="num" w:pos="720"/>
        </w:tabs>
        <w:ind w:left="720" w:hanging="720"/>
      </w:pPr>
      <w:rPr>
        <w:rFonts w:hint="default"/>
      </w:rPr>
    </w:lvl>
  </w:abstractNum>
  <w:abstractNum w:abstractNumId="3" w15:restartNumberingAfterBreak="0">
    <w:nsid w:val="0CD02A88"/>
    <w:multiLevelType w:val="hybridMultilevel"/>
    <w:tmpl w:val="3D5445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A9A4E8C"/>
    <w:multiLevelType w:val="hybridMultilevel"/>
    <w:tmpl w:val="1EFCF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4C6D19"/>
    <w:multiLevelType w:val="hybridMultilevel"/>
    <w:tmpl w:val="99306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0A7C44"/>
    <w:multiLevelType w:val="hybridMultilevel"/>
    <w:tmpl w:val="2C5893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B4527F"/>
    <w:multiLevelType w:val="hybridMultilevel"/>
    <w:tmpl w:val="4350D4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250A3D"/>
    <w:multiLevelType w:val="hybridMultilevel"/>
    <w:tmpl w:val="F8488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D0F1D"/>
    <w:multiLevelType w:val="multilevel"/>
    <w:tmpl w:val="0DF6EF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795CE5"/>
    <w:multiLevelType w:val="hybridMultilevel"/>
    <w:tmpl w:val="3146D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EF6FF9"/>
    <w:multiLevelType w:val="hybridMultilevel"/>
    <w:tmpl w:val="DEC47F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D607A0"/>
    <w:multiLevelType w:val="hybridMultilevel"/>
    <w:tmpl w:val="5F7C8A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704718"/>
    <w:multiLevelType w:val="hybridMultilevel"/>
    <w:tmpl w:val="26C48B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D51606"/>
    <w:multiLevelType w:val="hybridMultilevel"/>
    <w:tmpl w:val="0BB2F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9D4C69"/>
    <w:multiLevelType w:val="hybridMultilevel"/>
    <w:tmpl w:val="5D8AD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1E44E62"/>
    <w:multiLevelType w:val="hybridMultilevel"/>
    <w:tmpl w:val="8BFA9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7147F5"/>
    <w:multiLevelType w:val="hybridMultilevel"/>
    <w:tmpl w:val="673E12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C80E98"/>
    <w:multiLevelType w:val="hybridMultilevel"/>
    <w:tmpl w:val="5770B406"/>
    <w:lvl w:ilvl="0" w:tplc="363633F2">
      <w:start w:val="1"/>
      <w:numFmt w:val="bullet"/>
      <w:pStyle w:val="liste"/>
      <w:lvlText w:val="■"/>
      <w:lvlJc w:val="left"/>
      <w:pPr>
        <w:tabs>
          <w:tab w:val="num" w:pos="170"/>
        </w:tabs>
        <w:ind w:left="170" w:hanging="170"/>
      </w:pPr>
      <w:rPr>
        <w:rFonts w:ascii="Arial" w:hAnsi="Arial" w:hint="default"/>
      </w:rPr>
    </w:lvl>
    <w:lvl w:ilvl="1" w:tplc="04070003">
      <w:start w:val="1"/>
      <w:numFmt w:val="bullet"/>
      <w:lvlText w:val="o"/>
      <w:lvlJc w:val="left"/>
      <w:pPr>
        <w:tabs>
          <w:tab w:val="num" w:pos="1556"/>
        </w:tabs>
        <w:ind w:left="1556" w:hanging="360"/>
      </w:pPr>
      <w:rPr>
        <w:rFonts w:ascii="Courier New" w:hAnsi="Courier New" w:hint="default"/>
      </w:rPr>
    </w:lvl>
    <w:lvl w:ilvl="2" w:tplc="04070005" w:tentative="1">
      <w:start w:val="1"/>
      <w:numFmt w:val="bullet"/>
      <w:lvlText w:val=""/>
      <w:lvlJc w:val="left"/>
      <w:pPr>
        <w:tabs>
          <w:tab w:val="num" w:pos="2276"/>
        </w:tabs>
        <w:ind w:left="2276" w:hanging="360"/>
      </w:pPr>
      <w:rPr>
        <w:rFonts w:ascii="Wingdings" w:hAnsi="Wingdings" w:hint="default"/>
      </w:rPr>
    </w:lvl>
    <w:lvl w:ilvl="3" w:tplc="04070001" w:tentative="1">
      <w:start w:val="1"/>
      <w:numFmt w:val="bullet"/>
      <w:lvlText w:val=""/>
      <w:lvlJc w:val="left"/>
      <w:pPr>
        <w:tabs>
          <w:tab w:val="num" w:pos="2996"/>
        </w:tabs>
        <w:ind w:left="2996" w:hanging="360"/>
      </w:pPr>
      <w:rPr>
        <w:rFonts w:ascii="Symbol" w:hAnsi="Symbol" w:hint="default"/>
      </w:rPr>
    </w:lvl>
    <w:lvl w:ilvl="4" w:tplc="04070003" w:tentative="1">
      <w:start w:val="1"/>
      <w:numFmt w:val="bullet"/>
      <w:lvlText w:val="o"/>
      <w:lvlJc w:val="left"/>
      <w:pPr>
        <w:tabs>
          <w:tab w:val="num" w:pos="3716"/>
        </w:tabs>
        <w:ind w:left="3716" w:hanging="360"/>
      </w:pPr>
      <w:rPr>
        <w:rFonts w:ascii="Courier New" w:hAnsi="Courier New" w:hint="default"/>
      </w:rPr>
    </w:lvl>
    <w:lvl w:ilvl="5" w:tplc="04070005" w:tentative="1">
      <w:start w:val="1"/>
      <w:numFmt w:val="bullet"/>
      <w:lvlText w:val=""/>
      <w:lvlJc w:val="left"/>
      <w:pPr>
        <w:tabs>
          <w:tab w:val="num" w:pos="4436"/>
        </w:tabs>
        <w:ind w:left="4436" w:hanging="360"/>
      </w:pPr>
      <w:rPr>
        <w:rFonts w:ascii="Wingdings" w:hAnsi="Wingdings" w:hint="default"/>
      </w:rPr>
    </w:lvl>
    <w:lvl w:ilvl="6" w:tplc="04070001" w:tentative="1">
      <w:start w:val="1"/>
      <w:numFmt w:val="bullet"/>
      <w:lvlText w:val=""/>
      <w:lvlJc w:val="left"/>
      <w:pPr>
        <w:tabs>
          <w:tab w:val="num" w:pos="5156"/>
        </w:tabs>
        <w:ind w:left="5156" w:hanging="360"/>
      </w:pPr>
      <w:rPr>
        <w:rFonts w:ascii="Symbol" w:hAnsi="Symbol" w:hint="default"/>
      </w:rPr>
    </w:lvl>
    <w:lvl w:ilvl="7" w:tplc="04070003" w:tentative="1">
      <w:start w:val="1"/>
      <w:numFmt w:val="bullet"/>
      <w:lvlText w:val="o"/>
      <w:lvlJc w:val="left"/>
      <w:pPr>
        <w:tabs>
          <w:tab w:val="num" w:pos="5876"/>
        </w:tabs>
        <w:ind w:left="5876" w:hanging="360"/>
      </w:pPr>
      <w:rPr>
        <w:rFonts w:ascii="Courier New" w:hAnsi="Courier New" w:hint="default"/>
      </w:rPr>
    </w:lvl>
    <w:lvl w:ilvl="8" w:tplc="04070005" w:tentative="1">
      <w:start w:val="1"/>
      <w:numFmt w:val="bullet"/>
      <w:lvlText w:val=""/>
      <w:lvlJc w:val="left"/>
      <w:pPr>
        <w:tabs>
          <w:tab w:val="num" w:pos="6596"/>
        </w:tabs>
        <w:ind w:left="6596" w:hanging="360"/>
      </w:pPr>
      <w:rPr>
        <w:rFonts w:ascii="Wingdings" w:hAnsi="Wingdings" w:hint="default"/>
      </w:rPr>
    </w:lvl>
  </w:abstractNum>
  <w:abstractNum w:abstractNumId="19" w15:restartNumberingAfterBreak="0">
    <w:nsid w:val="57EE7CCF"/>
    <w:multiLevelType w:val="hybridMultilevel"/>
    <w:tmpl w:val="CF767D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BAB00B5"/>
    <w:multiLevelType w:val="hybridMultilevel"/>
    <w:tmpl w:val="A9360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E441AC5"/>
    <w:multiLevelType w:val="hybridMultilevel"/>
    <w:tmpl w:val="DB32B7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EF05D89"/>
    <w:multiLevelType w:val="hybridMultilevel"/>
    <w:tmpl w:val="394A442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3" w15:restartNumberingAfterBreak="0">
    <w:nsid w:val="60253C8D"/>
    <w:multiLevelType w:val="hybridMultilevel"/>
    <w:tmpl w:val="09F8D7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6376F6"/>
    <w:multiLevelType w:val="hybridMultilevel"/>
    <w:tmpl w:val="278C74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696F24"/>
    <w:multiLevelType w:val="hybridMultilevel"/>
    <w:tmpl w:val="F74003E4"/>
    <w:lvl w:ilvl="0" w:tplc="16C842E0">
      <w:start w:val="1"/>
      <w:numFmt w:val="decimal"/>
      <w:pStyle w:val="Nummerierung"/>
      <w:lvlText w:val="%1)"/>
      <w:lvlJc w:val="left"/>
      <w:pPr>
        <w:ind w:left="717" w:hanging="360"/>
      </w:pPr>
      <w:rPr>
        <w:rFonts w:hint="default"/>
        <w:b w:val="0"/>
        <w:i w:val="0"/>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1734554"/>
    <w:multiLevelType w:val="hybridMultilevel"/>
    <w:tmpl w:val="CF92A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DD28C0"/>
    <w:multiLevelType w:val="hybridMultilevel"/>
    <w:tmpl w:val="7F986D4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680F5060"/>
    <w:multiLevelType w:val="hybridMultilevel"/>
    <w:tmpl w:val="908852D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E8F2B01"/>
    <w:multiLevelType w:val="hybridMultilevel"/>
    <w:tmpl w:val="53D8D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FB30683"/>
    <w:multiLevelType w:val="hybridMultilevel"/>
    <w:tmpl w:val="0828284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0536D9E"/>
    <w:multiLevelType w:val="hybridMultilevel"/>
    <w:tmpl w:val="16EEE856"/>
    <w:lvl w:ilvl="0" w:tplc="B0E8310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2F3272F"/>
    <w:multiLevelType w:val="hybridMultilevel"/>
    <w:tmpl w:val="580E8E4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32"/>
  </w:num>
  <w:num w:numId="7">
    <w:abstractNumId w:val="29"/>
  </w:num>
  <w:num w:numId="8">
    <w:abstractNumId w:val="28"/>
  </w:num>
  <w:num w:numId="9">
    <w:abstractNumId w:val="5"/>
  </w:num>
  <w:num w:numId="10">
    <w:abstractNumId w:val="6"/>
  </w:num>
  <w:num w:numId="11">
    <w:abstractNumId w:val="23"/>
  </w:num>
  <w:num w:numId="12">
    <w:abstractNumId w:val="15"/>
  </w:num>
  <w:num w:numId="13">
    <w:abstractNumId w:val="12"/>
  </w:num>
  <w:num w:numId="14">
    <w:abstractNumId w:val="13"/>
  </w:num>
  <w:num w:numId="15">
    <w:abstractNumId w:val="30"/>
  </w:num>
  <w:num w:numId="16">
    <w:abstractNumId w:val="21"/>
  </w:num>
  <w:num w:numId="17">
    <w:abstractNumId w:val="4"/>
  </w:num>
  <w:num w:numId="18">
    <w:abstractNumId w:val="8"/>
  </w:num>
  <w:num w:numId="19">
    <w:abstractNumId w:val="24"/>
  </w:num>
  <w:num w:numId="20">
    <w:abstractNumId w:val="14"/>
  </w:num>
  <w:num w:numId="21">
    <w:abstractNumId w:val="19"/>
  </w:num>
  <w:num w:numId="22">
    <w:abstractNumId w:val="0"/>
  </w:num>
  <w:num w:numId="23">
    <w:abstractNumId w:val="2"/>
  </w:num>
  <w:num w:numId="24">
    <w:abstractNumId w:val="2"/>
  </w:num>
  <w:num w:numId="25">
    <w:abstractNumId w:val="11"/>
  </w:num>
  <w:num w:numId="26">
    <w:abstractNumId w:val="7"/>
  </w:num>
  <w:num w:numId="27">
    <w:abstractNumId w:val="22"/>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17"/>
  </w:num>
  <w:num w:numId="32">
    <w:abstractNumId w:val="20"/>
  </w:num>
  <w:num w:numId="33">
    <w:abstractNumId w:val="3"/>
  </w:num>
  <w:num w:numId="34">
    <w:abstractNumId w:val="27"/>
  </w:num>
  <w:num w:numId="35">
    <w:abstractNumId w:val="31"/>
  </w:num>
  <w:num w:numId="36">
    <w:abstractNumId w:val="26"/>
  </w:num>
  <w:num w:numId="37">
    <w:abstractNumId w:val="1"/>
  </w:num>
  <w:num w:numId="38">
    <w:abstractNumId w:val="16"/>
  </w:num>
  <w:num w:numId="39">
    <w:abstractNumId w:val="9"/>
  </w:num>
  <w:num w:numId="40">
    <w:abstractNumId w:val="10"/>
  </w:num>
  <w:num w:numId="41">
    <w:abstractNumId w:val="2"/>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
  </w:num>
  <w:num w:numId="50">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BBE"/>
    <w:rsid w:val="0000022B"/>
    <w:rsid w:val="00001135"/>
    <w:rsid w:val="00006CDE"/>
    <w:rsid w:val="00007A5A"/>
    <w:rsid w:val="0001037F"/>
    <w:rsid w:val="00010744"/>
    <w:rsid w:val="000136C5"/>
    <w:rsid w:val="00013EC4"/>
    <w:rsid w:val="00014696"/>
    <w:rsid w:val="00021A4A"/>
    <w:rsid w:val="000252C7"/>
    <w:rsid w:val="0002538D"/>
    <w:rsid w:val="00026BE4"/>
    <w:rsid w:val="00031FCC"/>
    <w:rsid w:val="00032BAA"/>
    <w:rsid w:val="00032E7B"/>
    <w:rsid w:val="00033FCE"/>
    <w:rsid w:val="0003532E"/>
    <w:rsid w:val="000366C7"/>
    <w:rsid w:val="000427B1"/>
    <w:rsid w:val="00045031"/>
    <w:rsid w:val="00045E9D"/>
    <w:rsid w:val="000460A6"/>
    <w:rsid w:val="00052AFE"/>
    <w:rsid w:val="00053B9E"/>
    <w:rsid w:val="00061518"/>
    <w:rsid w:val="00062FB0"/>
    <w:rsid w:val="00063FE4"/>
    <w:rsid w:val="00065444"/>
    <w:rsid w:val="00067CFC"/>
    <w:rsid w:val="00070D8C"/>
    <w:rsid w:val="00071805"/>
    <w:rsid w:val="00075B54"/>
    <w:rsid w:val="00076F2F"/>
    <w:rsid w:val="000771A1"/>
    <w:rsid w:val="00080D8F"/>
    <w:rsid w:val="0008232A"/>
    <w:rsid w:val="00082E57"/>
    <w:rsid w:val="00084E9B"/>
    <w:rsid w:val="00087352"/>
    <w:rsid w:val="000921AA"/>
    <w:rsid w:val="000926BA"/>
    <w:rsid w:val="000954B8"/>
    <w:rsid w:val="000A2783"/>
    <w:rsid w:val="000A3E81"/>
    <w:rsid w:val="000A59DF"/>
    <w:rsid w:val="000A7D8C"/>
    <w:rsid w:val="000B0B00"/>
    <w:rsid w:val="000B3729"/>
    <w:rsid w:val="000B589C"/>
    <w:rsid w:val="000B5CAD"/>
    <w:rsid w:val="000B62E2"/>
    <w:rsid w:val="000B7598"/>
    <w:rsid w:val="000C479E"/>
    <w:rsid w:val="000C4B71"/>
    <w:rsid w:val="000C6167"/>
    <w:rsid w:val="000D05F6"/>
    <w:rsid w:val="000D22BD"/>
    <w:rsid w:val="000D2F11"/>
    <w:rsid w:val="000D7BE7"/>
    <w:rsid w:val="000E29B3"/>
    <w:rsid w:val="000E3230"/>
    <w:rsid w:val="000E5444"/>
    <w:rsid w:val="000E6B3D"/>
    <w:rsid w:val="000E7664"/>
    <w:rsid w:val="000E7879"/>
    <w:rsid w:val="000E7B33"/>
    <w:rsid w:val="000F0B26"/>
    <w:rsid w:val="000F0BC9"/>
    <w:rsid w:val="000F1058"/>
    <w:rsid w:val="000F237A"/>
    <w:rsid w:val="000F4204"/>
    <w:rsid w:val="000F5D46"/>
    <w:rsid w:val="000F6329"/>
    <w:rsid w:val="000F78BB"/>
    <w:rsid w:val="000F7B8A"/>
    <w:rsid w:val="001010EB"/>
    <w:rsid w:val="00103AF1"/>
    <w:rsid w:val="00106788"/>
    <w:rsid w:val="0011150C"/>
    <w:rsid w:val="00111D16"/>
    <w:rsid w:val="001153CD"/>
    <w:rsid w:val="0011659E"/>
    <w:rsid w:val="00117CC5"/>
    <w:rsid w:val="001214C0"/>
    <w:rsid w:val="00124AB1"/>
    <w:rsid w:val="001260A7"/>
    <w:rsid w:val="0012676E"/>
    <w:rsid w:val="00127133"/>
    <w:rsid w:val="00127A1D"/>
    <w:rsid w:val="00127B2A"/>
    <w:rsid w:val="00132123"/>
    <w:rsid w:val="00135A4E"/>
    <w:rsid w:val="00141D0C"/>
    <w:rsid w:val="00141D44"/>
    <w:rsid w:val="0014205C"/>
    <w:rsid w:val="001429CC"/>
    <w:rsid w:val="00143DAE"/>
    <w:rsid w:val="001561D2"/>
    <w:rsid w:val="00163DC4"/>
    <w:rsid w:val="00163F89"/>
    <w:rsid w:val="0016406C"/>
    <w:rsid w:val="00165B16"/>
    <w:rsid w:val="00166258"/>
    <w:rsid w:val="00166953"/>
    <w:rsid w:val="00167A1B"/>
    <w:rsid w:val="00172C18"/>
    <w:rsid w:val="00175230"/>
    <w:rsid w:val="001766C2"/>
    <w:rsid w:val="00177553"/>
    <w:rsid w:val="00182862"/>
    <w:rsid w:val="0018591F"/>
    <w:rsid w:val="0018707F"/>
    <w:rsid w:val="00196267"/>
    <w:rsid w:val="001A2102"/>
    <w:rsid w:val="001A298D"/>
    <w:rsid w:val="001A3E23"/>
    <w:rsid w:val="001A3E92"/>
    <w:rsid w:val="001A4704"/>
    <w:rsid w:val="001A4F7C"/>
    <w:rsid w:val="001A7BC5"/>
    <w:rsid w:val="001B1A72"/>
    <w:rsid w:val="001B501C"/>
    <w:rsid w:val="001C2D31"/>
    <w:rsid w:val="001C33AD"/>
    <w:rsid w:val="001C360F"/>
    <w:rsid w:val="001C749D"/>
    <w:rsid w:val="001D0B72"/>
    <w:rsid w:val="001D4900"/>
    <w:rsid w:val="001D591B"/>
    <w:rsid w:val="001E004C"/>
    <w:rsid w:val="001E0947"/>
    <w:rsid w:val="001E1AED"/>
    <w:rsid w:val="001E23FF"/>
    <w:rsid w:val="001E2FE4"/>
    <w:rsid w:val="001E3BCE"/>
    <w:rsid w:val="001E4D09"/>
    <w:rsid w:val="001E7C5D"/>
    <w:rsid w:val="001F1665"/>
    <w:rsid w:val="001F6BAD"/>
    <w:rsid w:val="001F72ED"/>
    <w:rsid w:val="001F746A"/>
    <w:rsid w:val="001F7FCE"/>
    <w:rsid w:val="00201227"/>
    <w:rsid w:val="002031C7"/>
    <w:rsid w:val="0020361E"/>
    <w:rsid w:val="0020768C"/>
    <w:rsid w:val="00207924"/>
    <w:rsid w:val="0021038C"/>
    <w:rsid w:val="00212046"/>
    <w:rsid w:val="00212DAD"/>
    <w:rsid w:val="002130C7"/>
    <w:rsid w:val="0021512F"/>
    <w:rsid w:val="00217C71"/>
    <w:rsid w:val="00220296"/>
    <w:rsid w:val="00221BFA"/>
    <w:rsid w:val="002223AE"/>
    <w:rsid w:val="00223004"/>
    <w:rsid w:val="00225772"/>
    <w:rsid w:val="00226D4D"/>
    <w:rsid w:val="00232338"/>
    <w:rsid w:val="0023287B"/>
    <w:rsid w:val="00232CF2"/>
    <w:rsid w:val="0023663E"/>
    <w:rsid w:val="0023743D"/>
    <w:rsid w:val="00237D21"/>
    <w:rsid w:val="00240038"/>
    <w:rsid w:val="00240FCF"/>
    <w:rsid w:val="00243A34"/>
    <w:rsid w:val="00244455"/>
    <w:rsid w:val="00250C16"/>
    <w:rsid w:val="0025279B"/>
    <w:rsid w:val="00254FF2"/>
    <w:rsid w:val="002550B6"/>
    <w:rsid w:val="00257DAE"/>
    <w:rsid w:val="002603B4"/>
    <w:rsid w:val="00261227"/>
    <w:rsid w:val="0026251D"/>
    <w:rsid w:val="00263233"/>
    <w:rsid w:val="00264C4E"/>
    <w:rsid w:val="00265F37"/>
    <w:rsid w:val="00267BE1"/>
    <w:rsid w:val="0027076C"/>
    <w:rsid w:val="00274422"/>
    <w:rsid w:val="00277BB2"/>
    <w:rsid w:val="002809B1"/>
    <w:rsid w:val="0028525D"/>
    <w:rsid w:val="00286D01"/>
    <w:rsid w:val="00290495"/>
    <w:rsid w:val="00290742"/>
    <w:rsid w:val="00290E2C"/>
    <w:rsid w:val="00291C40"/>
    <w:rsid w:val="00291DC3"/>
    <w:rsid w:val="0029359A"/>
    <w:rsid w:val="0029390D"/>
    <w:rsid w:val="00295177"/>
    <w:rsid w:val="002A024C"/>
    <w:rsid w:val="002A0E69"/>
    <w:rsid w:val="002A1CF2"/>
    <w:rsid w:val="002A577C"/>
    <w:rsid w:val="002B18BC"/>
    <w:rsid w:val="002B336D"/>
    <w:rsid w:val="002B68A3"/>
    <w:rsid w:val="002C04AB"/>
    <w:rsid w:val="002C3C8D"/>
    <w:rsid w:val="002C3D54"/>
    <w:rsid w:val="002C6988"/>
    <w:rsid w:val="002D2ADB"/>
    <w:rsid w:val="002D3DED"/>
    <w:rsid w:val="002E0205"/>
    <w:rsid w:val="002E045A"/>
    <w:rsid w:val="002E1BF6"/>
    <w:rsid w:val="002E1CCB"/>
    <w:rsid w:val="002E5294"/>
    <w:rsid w:val="002E743F"/>
    <w:rsid w:val="002F61DD"/>
    <w:rsid w:val="002F68E4"/>
    <w:rsid w:val="002F6B73"/>
    <w:rsid w:val="00301E5A"/>
    <w:rsid w:val="00307123"/>
    <w:rsid w:val="0031261B"/>
    <w:rsid w:val="003157DF"/>
    <w:rsid w:val="00321EC0"/>
    <w:rsid w:val="0032573D"/>
    <w:rsid w:val="00325D36"/>
    <w:rsid w:val="00327C5D"/>
    <w:rsid w:val="00327DB6"/>
    <w:rsid w:val="00333EAE"/>
    <w:rsid w:val="00334C5B"/>
    <w:rsid w:val="003409D2"/>
    <w:rsid w:val="00341C11"/>
    <w:rsid w:val="00345247"/>
    <w:rsid w:val="003454F4"/>
    <w:rsid w:val="00345914"/>
    <w:rsid w:val="003460AF"/>
    <w:rsid w:val="00346C8A"/>
    <w:rsid w:val="00352C23"/>
    <w:rsid w:val="003542AC"/>
    <w:rsid w:val="00357F3C"/>
    <w:rsid w:val="00361487"/>
    <w:rsid w:val="0036339B"/>
    <w:rsid w:val="00365B8B"/>
    <w:rsid w:val="003662FC"/>
    <w:rsid w:val="00370209"/>
    <w:rsid w:val="003705EB"/>
    <w:rsid w:val="00370B27"/>
    <w:rsid w:val="00373EE9"/>
    <w:rsid w:val="00374D0B"/>
    <w:rsid w:val="00374ED0"/>
    <w:rsid w:val="0037594F"/>
    <w:rsid w:val="003766EF"/>
    <w:rsid w:val="00381459"/>
    <w:rsid w:val="003819DF"/>
    <w:rsid w:val="00382AE4"/>
    <w:rsid w:val="00386A38"/>
    <w:rsid w:val="00386A3B"/>
    <w:rsid w:val="00390137"/>
    <w:rsid w:val="00390F1F"/>
    <w:rsid w:val="0039381C"/>
    <w:rsid w:val="00393C16"/>
    <w:rsid w:val="0039481B"/>
    <w:rsid w:val="00396B5A"/>
    <w:rsid w:val="00396C11"/>
    <w:rsid w:val="003A254B"/>
    <w:rsid w:val="003A4B7B"/>
    <w:rsid w:val="003A4D4E"/>
    <w:rsid w:val="003A67C5"/>
    <w:rsid w:val="003A7322"/>
    <w:rsid w:val="003A7BFE"/>
    <w:rsid w:val="003A7D98"/>
    <w:rsid w:val="003B4118"/>
    <w:rsid w:val="003B6EC4"/>
    <w:rsid w:val="003C0621"/>
    <w:rsid w:val="003C5A48"/>
    <w:rsid w:val="003D07B0"/>
    <w:rsid w:val="003D0D12"/>
    <w:rsid w:val="003D1824"/>
    <w:rsid w:val="003D2CDC"/>
    <w:rsid w:val="003D3299"/>
    <w:rsid w:val="003D416E"/>
    <w:rsid w:val="003D41AC"/>
    <w:rsid w:val="003D78B6"/>
    <w:rsid w:val="003E0DE7"/>
    <w:rsid w:val="003E19FD"/>
    <w:rsid w:val="003E31D6"/>
    <w:rsid w:val="003E44CB"/>
    <w:rsid w:val="003E4708"/>
    <w:rsid w:val="003F1E21"/>
    <w:rsid w:val="003F2066"/>
    <w:rsid w:val="003F348E"/>
    <w:rsid w:val="003F4087"/>
    <w:rsid w:val="003F68B5"/>
    <w:rsid w:val="003F6C91"/>
    <w:rsid w:val="003F71DB"/>
    <w:rsid w:val="00401A84"/>
    <w:rsid w:val="004122CD"/>
    <w:rsid w:val="004134C1"/>
    <w:rsid w:val="0041585E"/>
    <w:rsid w:val="004161DF"/>
    <w:rsid w:val="00416669"/>
    <w:rsid w:val="004214A0"/>
    <w:rsid w:val="00421D17"/>
    <w:rsid w:val="004241C7"/>
    <w:rsid w:val="00424287"/>
    <w:rsid w:val="00425397"/>
    <w:rsid w:val="00430626"/>
    <w:rsid w:val="0043103F"/>
    <w:rsid w:val="004327FB"/>
    <w:rsid w:val="004366EB"/>
    <w:rsid w:val="00436E8E"/>
    <w:rsid w:val="00440DAB"/>
    <w:rsid w:val="004417A7"/>
    <w:rsid w:val="00445AEE"/>
    <w:rsid w:val="00446FCC"/>
    <w:rsid w:val="00447543"/>
    <w:rsid w:val="004501E4"/>
    <w:rsid w:val="00450BC9"/>
    <w:rsid w:val="004511D4"/>
    <w:rsid w:val="004533BF"/>
    <w:rsid w:val="00453610"/>
    <w:rsid w:val="004536BF"/>
    <w:rsid w:val="00461152"/>
    <w:rsid w:val="004619FE"/>
    <w:rsid w:val="00467AC5"/>
    <w:rsid w:val="0047011D"/>
    <w:rsid w:val="004707AE"/>
    <w:rsid w:val="00472533"/>
    <w:rsid w:val="00472AA7"/>
    <w:rsid w:val="00482E7F"/>
    <w:rsid w:val="00483664"/>
    <w:rsid w:val="00483F67"/>
    <w:rsid w:val="0048714B"/>
    <w:rsid w:val="00490432"/>
    <w:rsid w:val="004949E3"/>
    <w:rsid w:val="0049635D"/>
    <w:rsid w:val="004A2938"/>
    <w:rsid w:val="004A452A"/>
    <w:rsid w:val="004A5269"/>
    <w:rsid w:val="004A6B6A"/>
    <w:rsid w:val="004A7334"/>
    <w:rsid w:val="004B1B3F"/>
    <w:rsid w:val="004B2166"/>
    <w:rsid w:val="004B4562"/>
    <w:rsid w:val="004B668A"/>
    <w:rsid w:val="004B6C83"/>
    <w:rsid w:val="004C1AF5"/>
    <w:rsid w:val="004C2179"/>
    <w:rsid w:val="004D2395"/>
    <w:rsid w:val="004D3789"/>
    <w:rsid w:val="004D4C49"/>
    <w:rsid w:val="004D6FE9"/>
    <w:rsid w:val="004D7E56"/>
    <w:rsid w:val="004E00EF"/>
    <w:rsid w:val="004E0637"/>
    <w:rsid w:val="004E3E3E"/>
    <w:rsid w:val="004E6B1A"/>
    <w:rsid w:val="004E7520"/>
    <w:rsid w:val="004E77E4"/>
    <w:rsid w:val="004F0084"/>
    <w:rsid w:val="004F2799"/>
    <w:rsid w:val="004F3B00"/>
    <w:rsid w:val="004F3ED3"/>
    <w:rsid w:val="004F61E6"/>
    <w:rsid w:val="004F6416"/>
    <w:rsid w:val="00500470"/>
    <w:rsid w:val="00500A0E"/>
    <w:rsid w:val="00500C42"/>
    <w:rsid w:val="00503248"/>
    <w:rsid w:val="0050432A"/>
    <w:rsid w:val="00504374"/>
    <w:rsid w:val="00504A16"/>
    <w:rsid w:val="00506442"/>
    <w:rsid w:val="00507833"/>
    <w:rsid w:val="00511FF4"/>
    <w:rsid w:val="00512342"/>
    <w:rsid w:val="00512E27"/>
    <w:rsid w:val="00513212"/>
    <w:rsid w:val="0051587B"/>
    <w:rsid w:val="00521004"/>
    <w:rsid w:val="00521892"/>
    <w:rsid w:val="005219D7"/>
    <w:rsid w:val="0052446D"/>
    <w:rsid w:val="00524A87"/>
    <w:rsid w:val="00524D12"/>
    <w:rsid w:val="005251A1"/>
    <w:rsid w:val="00526E06"/>
    <w:rsid w:val="00527FD7"/>
    <w:rsid w:val="00533CED"/>
    <w:rsid w:val="005418E7"/>
    <w:rsid w:val="005419BD"/>
    <w:rsid w:val="005429DE"/>
    <w:rsid w:val="0055138B"/>
    <w:rsid w:val="00555875"/>
    <w:rsid w:val="00556FB1"/>
    <w:rsid w:val="00561F24"/>
    <w:rsid w:val="00565260"/>
    <w:rsid w:val="00567330"/>
    <w:rsid w:val="00567435"/>
    <w:rsid w:val="00567D13"/>
    <w:rsid w:val="005733D1"/>
    <w:rsid w:val="005807AD"/>
    <w:rsid w:val="00580C77"/>
    <w:rsid w:val="00581806"/>
    <w:rsid w:val="0058332C"/>
    <w:rsid w:val="005840CB"/>
    <w:rsid w:val="0059008D"/>
    <w:rsid w:val="00590C97"/>
    <w:rsid w:val="00590FB2"/>
    <w:rsid w:val="005910AA"/>
    <w:rsid w:val="005929DD"/>
    <w:rsid w:val="00592ACD"/>
    <w:rsid w:val="00594E98"/>
    <w:rsid w:val="00597359"/>
    <w:rsid w:val="00597744"/>
    <w:rsid w:val="005A48ED"/>
    <w:rsid w:val="005A5D7B"/>
    <w:rsid w:val="005B113D"/>
    <w:rsid w:val="005B160B"/>
    <w:rsid w:val="005B1F9F"/>
    <w:rsid w:val="005B42E0"/>
    <w:rsid w:val="005B67F8"/>
    <w:rsid w:val="005C2298"/>
    <w:rsid w:val="005C38B9"/>
    <w:rsid w:val="005C5595"/>
    <w:rsid w:val="005C5A47"/>
    <w:rsid w:val="005C7180"/>
    <w:rsid w:val="005D0DC1"/>
    <w:rsid w:val="005D2635"/>
    <w:rsid w:val="005D344F"/>
    <w:rsid w:val="005D59B0"/>
    <w:rsid w:val="005E01DF"/>
    <w:rsid w:val="005E2656"/>
    <w:rsid w:val="005E715D"/>
    <w:rsid w:val="005F7F2C"/>
    <w:rsid w:val="00600D16"/>
    <w:rsid w:val="00600D19"/>
    <w:rsid w:val="00602D3C"/>
    <w:rsid w:val="00604506"/>
    <w:rsid w:val="006050B5"/>
    <w:rsid w:val="00607495"/>
    <w:rsid w:val="006104F1"/>
    <w:rsid w:val="00611C57"/>
    <w:rsid w:val="00613307"/>
    <w:rsid w:val="00613406"/>
    <w:rsid w:val="00613B15"/>
    <w:rsid w:val="0061473F"/>
    <w:rsid w:val="006155E7"/>
    <w:rsid w:val="00615C61"/>
    <w:rsid w:val="00616743"/>
    <w:rsid w:val="006178CF"/>
    <w:rsid w:val="00621103"/>
    <w:rsid w:val="006254A8"/>
    <w:rsid w:val="006257BF"/>
    <w:rsid w:val="00625BF5"/>
    <w:rsid w:val="006269C9"/>
    <w:rsid w:val="0063243E"/>
    <w:rsid w:val="00633116"/>
    <w:rsid w:val="00633191"/>
    <w:rsid w:val="00634B93"/>
    <w:rsid w:val="00635302"/>
    <w:rsid w:val="00635384"/>
    <w:rsid w:val="00637941"/>
    <w:rsid w:val="00640247"/>
    <w:rsid w:val="00641EDB"/>
    <w:rsid w:val="00642865"/>
    <w:rsid w:val="0064350C"/>
    <w:rsid w:val="00644988"/>
    <w:rsid w:val="0064728E"/>
    <w:rsid w:val="006557F1"/>
    <w:rsid w:val="00655AA1"/>
    <w:rsid w:val="006579C0"/>
    <w:rsid w:val="00663AF5"/>
    <w:rsid w:val="0066415D"/>
    <w:rsid w:val="00665E3A"/>
    <w:rsid w:val="00666BDE"/>
    <w:rsid w:val="006671C7"/>
    <w:rsid w:val="00671058"/>
    <w:rsid w:val="00672B56"/>
    <w:rsid w:val="00672C82"/>
    <w:rsid w:val="006749AF"/>
    <w:rsid w:val="00675410"/>
    <w:rsid w:val="00676B61"/>
    <w:rsid w:val="0068039A"/>
    <w:rsid w:val="00683D41"/>
    <w:rsid w:val="0068467E"/>
    <w:rsid w:val="006914B3"/>
    <w:rsid w:val="0069191A"/>
    <w:rsid w:val="00691A8E"/>
    <w:rsid w:val="00692E59"/>
    <w:rsid w:val="006944D7"/>
    <w:rsid w:val="00694840"/>
    <w:rsid w:val="006961D9"/>
    <w:rsid w:val="0069623D"/>
    <w:rsid w:val="00696D9B"/>
    <w:rsid w:val="006A5CF6"/>
    <w:rsid w:val="006A6E32"/>
    <w:rsid w:val="006B2193"/>
    <w:rsid w:val="006B225B"/>
    <w:rsid w:val="006B2C53"/>
    <w:rsid w:val="006B5DF4"/>
    <w:rsid w:val="006B5E23"/>
    <w:rsid w:val="006B62D4"/>
    <w:rsid w:val="006B6F4A"/>
    <w:rsid w:val="006C12C8"/>
    <w:rsid w:val="006C277A"/>
    <w:rsid w:val="006C45BA"/>
    <w:rsid w:val="006C765D"/>
    <w:rsid w:val="006D015F"/>
    <w:rsid w:val="006D1109"/>
    <w:rsid w:val="006D1847"/>
    <w:rsid w:val="006D56B7"/>
    <w:rsid w:val="006D5ACB"/>
    <w:rsid w:val="006F14B2"/>
    <w:rsid w:val="006F2CD4"/>
    <w:rsid w:val="006F2DAA"/>
    <w:rsid w:val="006F35AD"/>
    <w:rsid w:val="006F4B1C"/>
    <w:rsid w:val="006F51DC"/>
    <w:rsid w:val="006F6A74"/>
    <w:rsid w:val="00700976"/>
    <w:rsid w:val="00700BAC"/>
    <w:rsid w:val="0070492B"/>
    <w:rsid w:val="00705589"/>
    <w:rsid w:val="007079C7"/>
    <w:rsid w:val="00713DCC"/>
    <w:rsid w:val="00715B07"/>
    <w:rsid w:val="00715D90"/>
    <w:rsid w:val="00717F8B"/>
    <w:rsid w:val="00735B24"/>
    <w:rsid w:val="00742CD6"/>
    <w:rsid w:val="00743E20"/>
    <w:rsid w:val="007447EB"/>
    <w:rsid w:val="00745C1C"/>
    <w:rsid w:val="00747A12"/>
    <w:rsid w:val="007501B7"/>
    <w:rsid w:val="00750422"/>
    <w:rsid w:val="00752B6F"/>
    <w:rsid w:val="007533EA"/>
    <w:rsid w:val="00753C31"/>
    <w:rsid w:val="007572D8"/>
    <w:rsid w:val="00760D6A"/>
    <w:rsid w:val="00763842"/>
    <w:rsid w:val="007644E7"/>
    <w:rsid w:val="00764D46"/>
    <w:rsid w:val="00766448"/>
    <w:rsid w:val="007740D7"/>
    <w:rsid w:val="007744D4"/>
    <w:rsid w:val="00777B7C"/>
    <w:rsid w:val="007817D8"/>
    <w:rsid w:val="00784518"/>
    <w:rsid w:val="00790005"/>
    <w:rsid w:val="00790967"/>
    <w:rsid w:val="007928D0"/>
    <w:rsid w:val="00792AA3"/>
    <w:rsid w:val="00793B30"/>
    <w:rsid w:val="00793E71"/>
    <w:rsid w:val="0079667E"/>
    <w:rsid w:val="007A0C84"/>
    <w:rsid w:val="007B13BF"/>
    <w:rsid w:val="007B2939"/>
    <w:rsid w:val="007B432E"/>
    <w:rsid w:val="007B4381"/>
    <w:rsid w:val="007B61A1"/>
    <w:rsid w:val="007B6E59"/>
    <w:rsid w:val="007B7108"/>
    <w:rsid w:val="007B7AC0"/>
    <w:rsid w:val="007B7B9F"/>
    <w:rsid w:val="007C202B"/>
    <w:rsid w:val="007C41C9"/>
    <w:rsid w:val="007C4DE3"/>
    <w:rsid w:val="007C576F"/>
    <w:rsid w:val="007C5D99"/>
    <w:rsid w:val="007C679E"/>
    <w:rsid w:val="007D23CE"/>
    <w:rsid w:val="007D2B32"/>
    <w:rsid w:val="007D2D86"/>
    <w:rsid w:val="007D4598"/>
    <w:rsid w:val="007E0E37"/>
    <w:rsid w:val="007E0F5C"/>
    <w:rsid w:val="007E0F62"/>
    <w:rsid w:val="007E1871"/>
    <w:rsid w:val="007E202C"/>
    <w:rsid w:val="007E5A50"/>
    <w:rsid w:val="007F0042"/>
    <w:rsid w:val="007F081B"/>
    <w:rsid w:val="007F11D5"/>
    <w:rsid w:val="007F130A"/>
    <w:rsid w:val="007F1E09"/>
    <w:rsid w:val="007F442A"/>
    <w:rsid w:val="007F4470"/>
    <w:rsid w:val="007F4815"/>
    <w:rsid w:val="007F5CA1"/>
    <w:rsid w:val="00801E2C"/>
    <w:rsid w:val="0080711B"/>
    <w:rsid w:val="00811A34"/>
    <w:rsid w:val="00812723"/>
    <w:rsid w:val="008159BD"/>
    <w:rsid w:val="00815CB0"/>
    <w:rsid w:val="008226E7"/>
    <w:rsid w:val="0082330F"/>
    <w:rsid w:val="00824F16"/>
    <w:rsid w:val="00833EBB"/>
    <w:rsid w:val="00835BB1"/>
    <w:rsid w:val="00836C28"/>
    <w:rsid w:val="0083703D"/>
    <w:rsid w:val="008378A9"/>
    <w:rsid w:val="008415E1"/>
    <w:rsid w:val="00842A41"/>
    <w:rsid w:val="00850B60"/>
    <w:rsid w:val="00851AD8"/>
    <w:rsid w:val="00851BBE"/>
    <w:rsid w:val="008535C5"/>
    <w:rsid w:val="00853732"/>
    <w:rsid w:val="00862CCA"/>
    <w:rsid w:val="00864E44"/>
    <w:rsid w:val="00865AEB"/>
    <w:rsid w:val="008660B9"/>
    <w:rsid w:val="008670AA"/>
    <w:rsid w:val="008712E7"/>
    <w:rsid w:val="008732F4"/>
    <w:rsid w:val="00873797"/>
    <w:rsid w:val="008776DA"/>
    <w:rsid w:val="0088109E"/>
    <w:rsid w:val="00882404"/>
    <w:rsid w:val="00882AA1"/>
    <w:rsid w:val="008837ED"/>
    <w:rsid w:val="00886043"/>
    <w:rsid w:val="008878FC"/>
    <w:rsid w:val="00891A48"/>
    <w:rsid w:val="00891BFB"/>
    <w:rsid w:val="00892D18"/>
    <w:rsid w:val="00895F92"/>
    <w:rsid w:val="00897C1F"/>
    <w:rsid w:val="008A05E9"/>
    <w:rsid w:val="008A191D"/>
    <w:rsid w:val="008A2F2B"/>
    <w:rsid w:val="008A6405"/>
    <w:rsid w:val="008A6C11"/>
    <w:rsid w:val="008B029E"/>
    <w:rsid w:val="008B0339"/>
    <w:rsid w:val="008B0899"/>
    <w:rsid w:val="008B1418"/>
    <w:rsid w:val="008B1B5C"/>
    <w:rsid w:val="008B5228"/>
    <w:rsid w:val="008B6650"/>
    <w:rsid w:val="008B6C45"/>
    <w:rsid w:val="008C2176"/>
    <w:rsid w:val="008C6ACB"/>
    <w:rsid w:val="008D49E3"/>
    <w:rsid w:val="008D4FF2"/>
    <w:rsid w:val="008D5B49"/>
    <w:rsid w:val="008D6AB0"/>
    <w:rsid w:val="008E14E9"/>
    <w:rsid w:val="008E1A32"/>
    <w:rsid w:val="008E1AE8"/>
    <w:rsid w:val="008E1AFC"/>
    <w:rsid w:val="008E5E73"/>
    <w:rsid w:val="008E6766"/>
    <w:rsid w:val="008E6F75"/>
    <w:rsid w:val="008E6FF6"/>
    <w:rsid w:val="008E794D"/>
    <w:rsid w:val="008F307F"/>
    <w:rsid w:val="008F6728"/>
    <w:rsid w:val="009012A4"/>
    <w:rsid w:val="009074F1"/>
    <w:rsid w:val="009167F2"/>
    <w:rsid w:val="009172E6"/>
    <w:rsid w:val="009178FE"/>
    <w:rsid w:val="00917DB7"/>
    <w:rsid w:val="00920B50"/>
    <w:rsid w:val="0092121D"/>
    <w:rsid w:val="00921477"/>
    <w:rsid w:val="00922C2B"/>
    <w:rsid w:val="009240F8"/>
    <w:rsid w:val="00930858"/>
    <w:rsid w:val="009318F7"/>
    <w:rsid w:val="009337F0"/>
    <w:rsid w:val="0093728C"/>
    <w:rsid w:val="00940AFB"/>
    <w:rsid w:val="009451C7"/>
    <w:rsid w:val="00945ECB"/>
    <w:rsid w:val="0095634C"/>
    <w:rsid w:val="00957CED"/>
    <w:rsid w:val="00960412"/>
    <w:rsid w:val="009623F8"/>
    <w:rsid w:val="00965DE7"/>
    <w:rsid w:val="00965E4F"/>
    <w:rsid w:val="00967BDA"/>
    <w:rsid w:val="009701C7"/>
    <w:rsid w:val="0097325C"/>
    <w:rsid w:val="00975B2F"/>
    <w:rsid w:val="00977B22"/>
    <w:rsid w:val="00982F48"/>
    <w:rsid w:val="00983F95"/>
    <w:rsid w:val="00984C4D"/>
    <w:rsid w:val="00991638"/>
    <w:rsid w:val="009935C4"/>
    <w:rsid w:val="00993FEA"/>
    <w:rsid w:val="00997D71"/>
    <w:rsid w:val="009A1333"/>
    <w:rsid w:val="009A1536"/>
    <w:rsid w:val="009A28F9"/>
    <w:rsid w:val="009A2B7D"/>
    <w:rsid w:val="009A35D8"/>
    <w:rsid w:val="009A6BB3"/>
    <w:rsid w:val="009A6DBB"/>
    <w:rsid w:val="009B016D"/>
    <w:rsid w:val="009B0576"/>
    <w:rsid w:val="009B44F0"/>
    <w:rsid w:val="009C605A"/>
    <w:rsid w:val="009D0DE4"/>
    <w:rsid w:val="009D3403"/>
    <w:rsid w:val="009D5E8F"/>
    <w:rsid w:val="009F1BD2"/>
    <w:rsid w:val="009F1FD4"/>
    <w:rsid w:val="009F2785"/>
    <w:rsid w:val="009F2BA7"/>
    <w:rsid w:val="009F385A"/>
    <w:rsid w:val="009F4139"/>
    <w:rsid w:val="00A02F70"/>
    <w:rsid w:val="00A11D23"/>
    <w:rsid w:val="00A1303A"/>
    <w:rsid w:val="00A15039"/>
    <w:rsid w:val="00A20F64"/>
    <w:rsid w:val="00A274F1"/>
    <w:rsid w:val="00A329ED"/>
    <w:rsid w:val="00A330FE"/>
    <w:rsid w:val="00A33104"/>
    <w:rsid w:val="00A35184"/>
    <w:rsid w:val="00A359BF"/>
    <w:rsid w:val="00A35D79"/>
    <w:rsid w:val="00A4067F"/>
    <w:rsid w:val="00A40BA8"/>
    <w:rsid w:val="00A429AD"/>
    <w:rsid w:val="00A441E2"/>
    <w:rsid w:val="00A47081"/>
    <w:rsid w:val="00A500E1"/>
    <w:rsid w:val="00A53BB1"/>
    <w:rsid w:val="00A54612"/>
    <w:rsid w:val="00A6463C"/>
    <w:rsid w:val="00A6479B"/>
    <w:rsid w:val="00A66D8B"/>
    <w:rsid w:val="00A75690"/>
    <w:rsid w:val="00A76181"/>
    <w:rsid w:val="00A80477"/>
    <w:rsid w:val="00A80622"/>
    <w:rsid w:val="00A80DD9"/>
    <w:rsid w:val="00A81F66"/>
    <w:rsid w:val="00A838E4"/>
    <w:rsid w:val="00A869C1"/>
    <w:rsid w:val="00A90414"/>
    <w:rsid w:val="00A95493"/>
    <w:rsid w:val="00A97AD3"/>
    <w:rsid w:val="00AA183D"/>
    <w:rsid w:val="00AA4428"/>
    <w:rsid w:val="00AA61BA"/>
    <w:rsid w:val="00AA6CD6"/>
    <w:rsid w:val="00AA7FC7"/>
    <w:rsid w:val="00AB0CF5"/>
    <w:rsid w:val="00AB0E4A"/>
    <w:rsid w:val="00AB1A9C"/>
    <w:rsid w:val="00AB365A"/>
    <w:rsid w:val="00AB494F"/>
    <w:rsid w:val="00AB63C6"/>
    <w:rsid w:val="00AB6A3E"/>
    <w:rsid w:val="00AC09A1"/>
    <w:rsid w:val="00AC10E3"/>
    <w:rsid w:val="00AC1100"/>
    <w:rsid w:val="00AC47A6"/>
    <w:rsid w:val="00AD06B7"/>
    <w:rsid w:val="00AD4451"/>
    <w:rsid w:val="00AD538F"/>
    <w:rsid w:val="00AE1D89"/>
    <w:rsid w:val="00AE469A"/>
    <w:rsid w:val="00AE473D"/>
    <w:rsid w:val="00AE5292"/>
    <w:rsid w:val="00AE59E4"/>
    <w:rsid w:val="00AE5F33"/>
    <w:rsid w:val="00AE6097"/>
    <w:rsid w:val="00AE6855"/>
    <w:rsid w:val="00AE6A96"/>
    <w:rsid w:val="00AE75D9"/>
    <w:rsid w:val="00AE7F81"/>
    <w:rsid w:val="00AF218B"/>
    <w:rsid w:val="00AF370D"/>
    <w:rsid w:val="00AF421D"/>
    <w:rsid w:val="00AF660A"/>
    <w:rsid w:val="00AF7FDC"/>
    <w:rsid w:val="00B00A20"/>
    <w:rsid w:val="00B01755"/>
    <w:rsid w:val="00B01A6F"/>
    <w:rsid w:val="00B04712"/>
    <w:rsid w:val="00B04F21"/>
    <w:rsid w:val="00B102A4"/>
    <w:rsid w:val="00B1063C"/>
    <w:rsid w:val="00B13B22"/>
    <w:rsid w:val="00B15308"/>
    <w:rsid w:val="00B16477"/>
    <w:rsid w:val="00B17B03"/>
    <w:rsid w:val="00B21DA3"/>
    <w:rsid w:val="00B26DC2"/>
    <w:rsid w:val="00B303EB"/>
    <w:rsid w:val="00B31038"/>
    <w:rsid w:val="00B3194A"/>
    <w:rsid w:val="00B32B69"/>
    <w:rsid w:val="00B32C89"/>
    <w:rsid w:val="00B32CA7"/>
    <w:rsid w:val="00B36666"/>
    <w:rsid w:val="00B43AF5"/>
    <w:rsid w:val="00B44141"/>
    <w:rsid w:val="00B46BCE"/>
    <w:rsid w:val="00B50F3E"/>
    <w:rsid w:val="00B52B1C"/>
    <w:rsid w:val="00B53444"/>
    <w:rsid w:val="00B551BD"/>
    <w:rsid w:val="00B56FA3"/>
    <w:rsid w:val="00B60853"/>
    <w:rsid w:val="00B62299"/>
    <w:rsid w:val="00B62C0E"/>
    <w:rsid w:val="00B63F58"/>
    <w:rsid w:val="00B64FCD"/>
    <w:rsid w:val="00B65256"/>
    <w:rsid w:val="00B6569C"/>
    <w:rsid w:val="00B65C7B"/>
    <w:rsid w:val="00B67DB5"/>
    <w:rsid w:val="00B731DF"/>
    <w:rsid w:val="00B732D1"/>
    <w:rsid w:val="00B74DD1"/>
    <w:rsid w:val="00B7737A"/>
    <w:rsid w:val="00B80DE9"/>
    <w:rsid w:val="00B81B54"/>
    <w:rsid w:val="00B872AA"/>
    <w:rsid w:val="00B90A7F"/>
    <w:rsid w:val="00B96065"/>
    <w:rsid w:val="00B96DAD"/>
    <w:rsid w:val="00B97D9E"/>
    <w:rsid w:val="00BA175A"/>
    <w:rsid w:val="00BA5E46"/>
    <w:rsid w:val="00BA6220"/>
    <w:rsid w:val="00BA705F"/>
    <w:rsid w:val="00BA797D"/>
    <w:rsid w:val="00BB0524"/>
    <w:rsid w:val="00BB184E"/>
    <w:rsid w:val="00BB18AA"/>
    <w:rsid w:val="00BC144F"/>
    <w:rsid w:val="00BC2249"/>
    <w:rsid w:val="00BC3DBC"/>
    <w:rsid w:val="00BC4DB0"/>
    <w:rsid w:val="00BC6B63"/>
    <w:rsid w:val="00BD188D"/>
    <w:rsid w:val="00BD1DA6"/>
    <w:rsid w:val="00BD413A"/>
    <w:rsid w:val="00BD4F80"/>
    <w:rsid w:val="00BE00C3"/>
    <w:rsid w:val="00BE225F"/>
    <w:rsid w:val="00BE34A0"/>
    <w:rsid w:val="00BE40D0"/>
    <w:rsid w:val="00BE58A3"/>
    <w:rsid w:val="00BE6392"/>
    <w:rsid w:val="00C011AC"/>
    <w:rsid w:val="00C02E62"/>
    <w:rsid w:val="00C03843"/>
    <w:rsid w:val="00C04AB7"/>
    <w:rsid w:val="00C07541"/>
    <w:rsid w:val="00C10557"/>
    <w:rsid w:val="00C10754"/>
    <w:rsid w:val="00C10D90"/>
    <w:rsid w:val="00C12983"/>
    <w:rsid w:val="00C13B5D"/>
    <w:rsid w:val="00C14BA5"/>
    <w:rsid w:val="00C17A18"/>
    <w:rsid w:val="00C21180"/>
    <w:rsid w:val="00C211A1"/>
    <w:rsid w:val="00C21D8C"/>
    <w:rsid w:val="00C26A44"/>
    <w:rsid w:val="00C30F48"/>
    <w:rsid w:val="00C3172E"/>
    <w:rsid w:val="00C31FFE"/>
    <w:rsid w:val="00C35DC4"/>
    <w:rsid w:val="00C367A6"/>
    <w:rsid w:val="00C412DF"/>
    <w:rsid w:val="00C41822"/>
    <w:rsid w:val="00C428BC"/>
    <w:rsid w:val="00C46B43"/>
    <w:rsid w:val="00C47CC9"/>
    <w:rsid w:val="00C5613E"/>
    <w:rsid w:val="00C64783"/>
    <w:rsid w:val="00C65EB4"/>
    <w:rsid w:val="00C660EE"/>
    <w:rsid w:val="00C6645B"/>
    <w:rsid w:val="00C67C73"/>
    <w:rsid w:val="00C70089"/>
    <w:rsid w:val="00C75801"/>
    <w:rsid w:val="00C77F93"/>
    <w:rsid w:val="00C823C0"/>
    <w:rsid w:val="00C8455C"/>
    <w:rsid w:val="00C84715"/>
    <w:rsid w:val="00C8690E"/>
    <w:rsid w:val="00C86EB8"/>
    <w:rsid w:val="00C901F8"/>
    <w:rsid w:val="00C92239"/>
    <w:rsid w:val="00C92F9A"/>
    <w:rsid w:val="00C94948"/>
    <w:rsid w:val="00C961A5"/>
    <w:rsid w:val="00C97492"/>
    <w:rsid w:val="00CA2175"/>
    <w:rsid w:val="00CA2704"/>
    <w:rsid w:val="00CA274B"/>
    <w:rsid w:val="00CA5B17"/>
    <w:rsid w:val="00CB1C61"/>
    <w:rsid w:val="00CB291F"/>
    <w:rsid w:val="00CB5405"/>
    <w:rsid w:val="00CC1333"/>
    <w:rsid w:val="00CC27F7"/>
    <w:rsid w:val="00CC3CC4"/>
    <w:rsid w:val="00CD1C9D"/>
    <w:rsid w:val="00CD1D5E"/>
    <w:rsid w:val="00CD1E7E"/>
    <w:rsid w:val="00CD27FE"/>
    <w:rsid w:val="00CD5740"/>
    <w:rsid w:val="00CD6C85"/>
    <w:rsid w:val="00CD7707"/>
    <w:rsid w:val="00CE01FC"/>
    <w:rsid w:val="00CE0F46"/>
    <w:rsid w:val="00CE1C74"/>
    <w:rsid w:val="00CE1E44"/>
    <w:rsid w:val="00CE2662"/>
    <w:rsid w:val="00CE2AD2"/>
    <w:rsid w:val="00CE318F"/>
    <w:rsid w:val="00CE4640"/>
    <w:rsid w:val="00CE54CA"/>
    <w:rsid w:val="00CE5641"/>
    <w:rsid w:val="00CE583D"/>
    <w:rsid w:val="00CF2A3D"/>
    <w:rsid w:val="00CF3B5E"/>
    <w:rsid w:val="00CF4800"/>
    <w:rsid w:val="00CF4C2B"/>
    <w:rsid w:val="00CF5DA7"/>
    <w:rsid w:val="00CF6A76"/>
    <w:rsid w:val="00CF77BF"/>
    <w:rsid w:val="00D00EB4"/>
    <w:rsid w:val="00D011B7"/>
    <w:rsid w:val="00D02450"/>
    <w:rsid w:val="00D04E73"/>
    <w:rsid w:val="00D04F97"/>
    <w:rsid w:val="00D135E5"/>
    <w:rsid w:val="00D1537D"/>
    <w:rsid w:val="00D20CFE"/>
    <w:rsid w:val="00D21D45"/>
    <w:rsid w:val="00D233FF"/>
    <w:rsid w:val="00D23744"/>
    <w:rsid w:val="00D24369"/>
    <w:rsid w:val="00D2520A"/>
    <w:rsid w:val="00D2629A"/>
    <w:rsid w:val="00D262C3"/>
    <w:rsid w:val="00D265C4"/>
    <w:rsid w:val="00D26963"/>
    <w:rsid w:val="00D277CD"/>
    <w:rsid w:val="00D30033"/>
    <w:rsid w:val="00D32D47"/>
    <w:rsid w:val="00D32F31"/>
    <w:rsid w:val="00D366FE"/>
    <w:rsid w:val="00D36BF7"/>
    <w:rsid w:val="00D44C55"/>
    <w:rsid w:val="00D46B5E"/>
    <w:rsid w:val="00D478BC"/>
    <w:rsid w:val="00D50090"/>
    <w:rsid w:val="00D506AA"/>
    <w:rsid w:val="00D50BDE"/>
    <w:rsid w:val="00D51E9C"/>
    <w:rsid w:val="00D53C9A"/>
    <w:rsid w:val="00D54A69"/>
    <w:rsid w:val="00D55088"/>
    <w:rsid w:val="00D55201"/>
    <w:rsid w:val="00D67236"/>
    <w:rsid w:val="00D67E30"/>
    <w:rsid w:val="00D70AAE"/>
    <w:rsid w:val="00D70F9A"/>
    <w:rsid w:val="00D72387"/>
    <w:rsid w:val="00D73568"/>
    <w:rsid w:val="00D753CE"/>
    <w:rsid w:val="00D77982"/>
    <w:rsid w:val="00D80A91"/>
    <w:rsid w:val="00D82E1B"/>
    <w:rsid w:val="00D82F96"/>
    <w:rsid w:val="00D84CC4"/>
    <w:rsid w:val="00D862FE"/>
    <w:rsid w:val="00D87285"/>
    <w:rsid w:val="00D874B2"/>
    <w:rsid w:val="00D90423"/>
    <w:rsid w:val="00D93B49"/>
    <w:rsid w:val="00D94F6C"/>
    <w:rsid w:val="00D97A15"/>
    <w:rsid w:val="00DA26B6"/>
    <w:rsid w:val="00DA5D2B"/>
    <w:rsid w:val="00DC1A10"/>
    <w:rsid w:val="00DC56EB"/>
    <w:rsid w:val="00DD0751"/>
    <w:rsid w:val="00DD104A"/>
    <w:rsid w:val="00DD2169"/>
    <w:rsid w:val="00DD2F3B"/>
    <w:rsid w:val="00DD5420"/>
    <w:rsid w:val="00DD6F22"/>
    <w:rsid w:val="00DD73C8"/>
    <w:rsid w:val="00DD74DC"/>
    <w:rsid w:val="00DD7E1A"/>
    <w:rsid w:val="00DE0ACF"/>
    <w:rsid w:val="00DE34D1"/>
    <w:rsid w:val="00DE410E"/>
    <w:rsid w:val="00DE4C8A"/>
    <w:rsid w:val="00DE62AD"/>
    <w:rsid w:val="00DF02BC"/>
    <w:rsid w:val="00DF1DBD"/>
    <w:rsid w:val="00DF5D34"/>
    <w:rsid w:val="00DF6F43"/>
    <w:rsid w:val="00E004EB"/>
    <w:rsid w:val="00E012B6"/>
    <w:rsid w:val="00E03E55"/>
    <w:rsid w:val="00E05841"/>
    <w:rsid w:val="00E11592"/>
    <w:rsid w:val="00E1251E"/>
    <w:rsid w:val="00E13251"/>
    <w:rsid w:val="00E13A2A"/>
    <w:rsid w:val="00E15E47"/>
    <w:rsid w:val="00E212B2"/>
    <w:rsid w:val="00E212E8"/>
    <w:rsid w:val="00E264B3"/>
    <w:rsid w:val="00E320A5"/>
    <w:rsid w:val="00E32300"/>
    <w:rsid w:val="00E40784"/>
    <w:rsid w:val="00E41748"/>
    <w:rsid w:val="00E4255B"/>
    <w:rsid w:val="00E45E9E"/>
    <w:rsid w:val="00E54E2A"/>
    <w:rsid w:val="00E5742C"/>
    <w:rsid w:val="00E579FC"/>
    <w:rsid w:val="00E6172A"/>
    <w:rsid w:val="00E63B5B"/>
    <w:rsid w:val="00E728AF"/>
    <w:rsid w:val="00E72FB3"/>
    <w:rsid w:val="00E73E3E"/>
    <w:rsid w:val="00E87570"/>
    <w:rsid w:val="00E92714"/>
    <w:rsid w:val="00E92B87"/>
    <w:rsid w:val="00E95FE4"/>
    <w:rsid w:val="00EA1C99"/>
    <w:rsid w:val="00EA1D5D"/>
    <w:rsid w:val="00EA3A8E"/>
    <w:rsid w:val="00EA4577"/>
    <w:rsid w:val="00EB1106"/>
    <w:rsid w:val="00EB118D"/>
    <w:rsid w:val="00EB286D"/>
    <w:rsid w:val="00EB3B47"/>
    <w:rsid w:val="00EB619E"/>
    <w:rsid w:val="00EB6DB2"/>
    <w:rsid w:val="00EB7D80"/>
    <w:rsid w:val="00EC2DD1"/>
    <w:rsid w:val="00EC5D9B"/>
    <w:rsid w:val="00ED5FD4"/>
    <w:rsid w:val="00EE11AE"/>
    <w:rsid w:val="00EE43BD"/>
    <w:rsid w:val="00EE7C96"/>
    <w:rsid w:val="00EE7E1C"/>
    <w:rsid w:val="00EF1CF5"/>
    <w:rsid w:val="00EF353F"/>
    <w:rsid w:val="00EF6E1F"/>
    <w:rsid w:val="00F00574"/>
    <w:rsid w:val="00F006DD"/>
    <w:rsid w:val="00F074E6"/>
    <w:rsid w:val="00F132B9"/>
    <w:rsid w:val="00F1416E"/>
    <w:rsid w:val="00F15E5A"/>
    <w:rsid w:val="00F1726C"/>
    <w:rsid w:val="00F17B2F"/>
    <w:rsid w:val="00F20641"/>
    <w:rsid w:val="00F225D6"/>
    <w:rsid w:val="00F254B8"/>
    <w:rsid w:val="00F25726"/>
    <w:rsid w:val="00F26453"/>
    <w:rsid w:val="00F268B2"/>
    <w:rsid w:val="00F30B20"/>
    <w:rsid w:val="00F31E03"/>
    <w:rsid w:val="00F336C7"/>
    <w:rsid w:val="00F34153"/>
    <w:rsid w:val="00F34190"/>
    <w:rsid w:val="00F346B4"/>
    <w:rsid w:val="00F35900"/>
    <w:rsid w:val="00F37AB8"/>
    <w:rsid w:val="00F418A9"/>
    <w:rsid w:val="00F421E3"/>
    <w:rsid w:val="00F4227D"/>
    <w:rsid w:val="00F44CD0"/>
    <w:rsid w:val="00F45EB9"/>
    <w:rsid w:val="00F46A28"/>
    <w:rsid w:val="00F537E3"/>
    <w:rsid w:val="00F56DBD"/>
    <w:rsid w:val="00F60C15"/>
    <w:rsid w:val="00F613BB"/>
    <w:rsid w:val="00F67B48"/>
    <w:rsid w:val="00F7007E"/>
    <w:rsid w:val="00F71D0C"/>
    <w:rsid w:val="00F7263D"/>
    <w:rsid w:val="00F74B48"/>
    <w:rsid w:val="00F8231B"/>
    <w:rsid w:val="00F834E9"/>
    <w:rsid w:val="00F86628"/>
    <w:rsid w:val="00F876CF"/>
    <w:rsid w:val="00F93EBB"/>
    <w:rsid w:val="00F93ED0"/>
    <w:rsid w:val="00F941A9"/>
    <w:rsid w:val="00F95A99"/>
    <w:rsid w:val="00F96D93"/>
    <w:rsid w:val="00F977F1"/>
    <w:rsid w:val="00FA2A7A"/>
    <w:rsid w:val="00FC15FE"/>
    <w:rsid w:val="00FC23BA"/>
    <w:rsid w:val="00FC26BE"/>
    <w:rsid w:val="00FD2BE1"/>
    <w:rsid w:val="00FD43A7"/>
    <w:rsid w:val="00FD4B57"/>
    <w:rsid w:val="00FE05C0"/>
    <w:rsid w:val="00FE09C3"/>
    <w:rsid w:val="00FE0B26"/>
    <w:rsid w:val="00FE1F36"/>
    <w:rsid w:val="00FE72A0"/>
    <w:rsid w:val="00FF2353"/>
    <w:rsid w:val="00FF25BA"/>
    <w:rsid w:val="00FF2BFE"/>
    <w:rsid w:val="00FF392D"/>
    <w:rsid w:val="00FF4567"/>
    <w:rsid w:val="00FF60B1"/>
    <w:rsid w:val="00FF78E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7E5403"/>
  <w15:docId w15:val="{80E130A4-AB89-4197-A513-AA7B4801D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06AA"/>
    <w:pPr>
      <w:spacing w:line="280" w:lineRule="exact"/>
    </w:pPr>
    <w:rPr>
      <w:rFonts w:ascii="Verdana" w:hAnsi="Verdana"/>
      <w:sz w:val="18"/>
      <w:szCs w:val="24"/>
    </w:rPr>
  </w:style>
  <w:style w:type="paragraph" w:styleId="berschrift1">
    <w:name w:val="heading 1"/>
    <w:basedOn w:val="Standard"/>
    <w:next w:val="Standard"/>
    <w:link w:val="berschrift1Zchn"/>
    <w:uiPriority w:val="9"/>
    <w:qFormat/>
    <w:rsid w:val="00613406"/>
    <w:pPr>
      <w:keepNext/>
      <w:numPr>
        <w:numId w:val="2"/>
      </w:numPr>
      <w:tabs>
        <w:tab w:val="left" w:pos="312"/>
        <w:tab w:val="left" w:pos="482"/>
        <w:tab w:val="left" w:pos="652"/>
        <w:tab w:val="left" w:pos="822"/>
      </w:tabs>
      <w:spacing w:before="600" w:after="120"/>
      <w:outlineLvl w:val="0"/>
    </w:pPr>
    <w:rPr>
      <w:rFonts w:cs="Arial"/>
      <w:b/>
      <w:bCs/>
      <w:color w:val="333333"/>
      <w:kern w:val="32"/>
      <w:szCs w:val="32"/>
      <w:lang w:val="en-GB"/>
    </w:rPr>
  </w:style>
  <w:style w:type="paragraph" w:styleId="berschrift2">
    <w:name w:val="heading 2"/>
    <w:basedOn w:val="Standard"/>
    <w:next w:val="Standard"/>
    <w:link w:val="berschrift2Zchn"/>
    <w:uiPriority w:val="9"/>
    <w:qFormat/>
    <w:rsid w:val="00613406"/>
    <w:pPr>
      <w:keepNext/>
      <w:numPr>
        <w:ilvl w:val="1"/>
        <w:numId w:val="2"/>
      </w:numPr>
      <w:tabs>
        <w:tab w:val="left" w:pos="510"/>
        <w:tab w:val="left" w:pos="680"/>
        <w:tab w:val="left" w:pos="1021"/>
      </w:tabs>
      <w:spacing w:before="320" w:after="120"/>
      <w:outlineLvl w:val="1"/>
    </w:pPr>
    <w:rPr>
      <w:rFonts w:cs="Arial"/>
      <w:b/>
      <w:bCs/>
      <w:iCs/>
      <w:color w:val="333333"/>
      <w:szCs w:val="28"/>
      <w:lang w:val="en-GB"/>
    </w:rPr>
  </w:style>
  <w:style w:type="paragraph" w:styleId="berschrift3">
    <w:name w:val="heading 3"/>
    <w:basedOn w:val="Standard"/>
    <w:next w:val="Standard"/>
    <w:qFormat/>
    <w:rsid w:val="00613406"/>
    <w:pPr>
      <w:keepNext/>
      <w:numPr>
        <w:ilvl w:val="2"/>
        <w:numId w:val="2"/>
      </w:numPr>
      <w:tabs>
        <w:tab w:val="left" w:pos="907"/>
        <w:tab w:val="left" w:pos="1077"/>
        <w:tab w:val="left" w:pos="1247"/>
      </w:tabs>
      <w:spacing w:before="320" w:after="120"/>
      <w:outlineLvl w:val="2"/>
    </w:pPr>
    <w:rPr>
      <w:rFonts w:cs="Arial"/>
      <w:b/>
      <w:bCs/>
      <w:color w:val="333333"/>
      <w:szCs w:val="26"/>
      <w:lang w:val="en-GB"/>
    </w:rPr>
  </w:style>
  <w:style w:type="paragraph" w:styleId="berschrift4">
    <w:name w:val="heading 4"/>
    <w:basedOn w:val="Standard"/>
    <w:next w:val="Standard"/>
    <w:qFormat/>
    <w:rsid w:val="00E32300"/>
    <w:pPr>
      <w:keepNext/>
      <w:numPr>
        <w:ilvl w:val="3"/>
        <w:numId w:val="2"/>
      </w:numPr>
      <w:tabs>
        <w:tab w:val="left" w:pos="936"/>
        <w:tab w:val="left" w:pos="1106"/>
        <w:tab w:val="left" w:pos="1276"/>
        <w:tab w:val="left" w:pos="1446"/>
      </w:tabs>
      <w:spacing w:before="320" w:after="60"/>
      <w:outlineLvl w:val="3"/>
    </w:pPr>
    <w:rPr>
      <w:b/>
      <w:bCs/>
      <w:color w:val="333333"/>
      <w:szCs w:val="28"/>
      <w:lang w:val="en-GB"/>
    </w:rPr>
  </w:style>
  <w:style w:type="paragraph" w:styleId="berschrift5">
    <w:name w:val="heading 5"/>
    <w:basedOn w:val="berschrift4"/>
    <w:next w:val="Standard"/>
    <w:qFormat/>
    <w:rsid w:val="001A2102"/>
    <w:pPr>
      <w:outlineLvl w:val="4"/>
    </w:pPr>
  </w:style>
  <w:style w:type="paragraph" w:styleId="berschrift6">
    <w:name w:val="heading 6"/>
    <w:basedOn w:val="Standard"/>
    <w:next w:val="Standard"/>
    <w:qFormat/>
    <w:rsid w:val="00E32300"/>
    <w:pPr>
      <w:keepNext/>
      <w:numPr>
        <w:ilvl w:val="5"/>
        <w:numId w:val="2"/>
      </w:numPr>
      <w:tabs>
        <w:tab w:val="left" w:pos="1304"/>
        <w:tab w:val="left" w:pos="1474"/>
        <w:tab w:val="left" w:pos="1644"/>
        <w:tab w:val="left" w:pos="1814"/>
      </w:tabs>
      <w:spacing w:before="320" w:after="60"/>
      <w:outlineLvl w:val="5"/>
    </w:pPr>
    <w:rPr>
      <w:b/>
      <w:bCs/>
      <w:color w:val="333333"/>
      <w:szCs w:val="22"/>
    </w:rPr>
  </w:style>
  <w:style w:type="paragraph" w:styleId="berschrift7">
    <w:name w:val="heading 7"/>
    <w:basedOn w:val="Standard"/>
    <w:next w:val="Standard"/>
    <w:qFormat/>
    <w:rsid w:val="00E32300"/>
    <w:pPr>
      <w:keepNext/>
      <w:numPr>
        <w:ilvl w:val="6"/>
        <w:numId w:val="2"/>
      </w:numPr>
      <w:tabs>
        <w:tab w:val="left" w:pos="1503"/>
        <w:tab w:val="left" w:pos="1673"/>
        <w:tab w:val="left" w:pos="1843"/>
        <w:tab w:val="left" w:pos="2013"/>
      </w:tabs>
      <w:spacing w:before="320" w:after="60"/>
      <w:outlineLvl w:val="6"/>
    </w:pPr>
    <w:rPr>
      <w:b/>
      <w:color w:val="333333"/>
    </w:rPr>
  </w:style>
  <w:style w:type="paragraph" w:styleId="berschrift8">
    <w:name w:val="heading 8"/>
    <w:basedOn w:val="Standard"/>
    <w:next w:val="Standard"/>
    <w:qFormat/>
    <w:rsid w:val="00E32300"/>
    <w:pPr>
      <w:keepNext/>
      <w:numPr>
        <w:ilvl w:val="7"/>
        <w:numId w:val="2"/>
      </w:numPr>
      <w:tabs>
        <w:tab w:val="left" w:pos="1673"/>
        <w:tab w:val="left" w:pos="1843"/>
        <w:tab w:val="left" w:pos="2013"/>
        <w:tab w:val="left" w:pos="2183"/>
      </w:tabs>
      <w:spacing w:before="320" w:after="60"/>
      <w:outlineLvl w:val="7"/>
    </w:pPr>
    <w:rPr>
      <w:b/>
      <w:iCs/>
      <w:color w:val="333333"/>
    </w:rPr>
  </w:style>
  <w:style w:type="paragraph" w:styleId="berschrift9">
    <w:name w:val="heading 9"/>
    <w:basedOn w:val="Standard"/>
    <w:next w:val="Standard"/>
    <w:qFormat/>
    <w:rsid w:val="00E32300"/>
    <w:pPr>
      <w:keepNext/>
      <w:numPr>
        <w:ilvl w:val="8"/>
        <w:numId w:val="2"/>
      </w:numPr>
      <w:tabs>
        <w:tab w:val="left" w:pos="1871"/>
        <w:tab w:val="left" w:pos="2041"/>
        <w:tab w:val="left" w:pos="2211"/>
        <w:tab w:val="left" w:pos="2381"/>
      </w:tabs>
      <w:spacing w:before="320" w:after="60"/>
      <w:outlineLvl w:val="8"/>
    </w:pPr>
    <w:rPr>
      <w:rFonts w:cs="Arial"/>
      <w:b/>
      <w:color w:val="333333"/>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3406"/>
    <w:rPr>
      <w:rFonts w:ascii="Verdana" w:hAnsi="Verdana" w:cs="Arial"/>
      <w:b/>
      <w:bCs/>
      <w:color w:val="333333"/>
      <w:kern w:val="32"/>
      <w:sz w:val="18"/>
      <w:szCs w:val="32"/>
      <w:lang w:val="en-GB"/>
    </w:rPr>
  </w:style>
  <w:style w:type="character" w:customStyle="1" w:styleId="berschrift2Zchn">
    <w:name w:val="Überschrift 2 Zchn"/>
    <w:basedOn w:val="Absatz-Standardschriftart"/>
    <w:link w:val="berschrift2"/>
    <w:uiPriority w:val="9"/>
    <w:rsid w:val="00613406"/>
    <w:rPr>
      <w:rFonts w:ascii="Verdana" w:hAnsi="Verdana" w:cs="Arial"/>
      <w:b/>
      <w:bCs/>
      <w:iCs/>
      <w:color w:val="333333"/>
      <w:sz w:val="18"/>
      <w:szCs w:val="28"/>
      <w:lang w:val="en-GB"/>
    </w:rPr>
  </w:style>
  <w:style w:type="paragraph" w:styleId="Fuzeile">
    <w:name w:val="footer"/>
    <w:basedOn w:val="Standard"/>
    <w:link w:val="FuzeileZchn"/>
    <w:rsid w:val="00FE0B26"/>
    <w:pPr>
      <w:tabs>
        <w:tab w:val="center" w:pos="4536"/>
        <w:tab w:val="right" w:pos="9072"/>
      </w:tabs>
    </w:pPr>
    <w:rPr>
      <w:b/>
      <w:color w:val="808080"/>
      <w:sz w:val="14"/>
    </w:rPr>
  </w:style>
  <w:style w:type="character" w:styleId="Hyperlink">
    <w:name w:val="Hyperlink"/>
    <w:basedOn w:val="Absatz-Standardschriftart"/>
    <w:uiPriority w:val="99"/>
    <w:rsid w:val="00A441E2"/>
    <w:rPr>
      <w:rFonts w:ascii="Verdana" w:hAnsi="Verdana"/>
      <w:color w:val="244061"/>
      <w:u w:val="single"/>
    </w:rPr>
  </w:style>
  <w:style w:type="paragraph" w:styleId="Dokumentstruktur">
    <w:name w:val="Document Map"/>
    <w:basedOn w:val="Standard"/>
    <w:semiHidden/>
    <w:rsid w:val="00F15E5A"/>
    <w:pPr>
      <w:shd w:val="clear" w:color="auto" w:fill="000080"/>
    </w:pPr>
    <w:rPr>
      <w:rFonts w:ascii="Tahoma" w:hAnsi="Tahoma" w:cs="Tahoma"/>
    </w:rPr>
  </w:style>
  <w:style w:type="character" w:styleId="BesuchterHyperlink">
    <w:name w:val="FollowedHyperlink"/>
    <w:basedOn w:val="Absatz-Standardschriftart"/>
    <w:rsid w:val="0001037F"/>
    <w:rPr>
      <w:rFonts w:ascii="Verdana" w:hAnsi="Verdana"/>
      <w:color w:val="auto"/>
      <w:u w:val="none"/>
    </w:rPr>
  </w:style>
  <w:style w:type="paragraph" w:customStyle="1" w:styleId="liste">
    <w:name w:val="liste"/>
    <w:basedOn w:val="Standard"/>
    <w:rsid w:val="008F307F"/>
    <w:pPr>
      <w:numPr>
        <w:numId w:val="4"/>
      </w:numPr>
      <w:tabs>
        <w:tab w:val="clear" w:pos="170"/>
        <w:tab w:val="left" w:pos="567"/>
      </w:tabs>
      <w:spacing w:line="220" w:lineRule="exact"/>
      <w:ind w:left="283"/>
    </w:pPr>
  </w:style>
  <w:style w:type="paragraph" w:customStyle="1" w:styleId="Standardfett">
    <w:name w:val="Standard fett"/>
    <w:basedOn w:val="Standard"/>
    <w:link w:val="StandardfettZchn"/>
    <w:rsid w:val="00FE0B26"/>
    <w:pPr>
      <w:spacing w:before="40" w:after="40"/>
    </w:pPr>
    <w:rPr>
      <w:b/>
      <w:bCs/>
      <w:color w:val="333333"/>
    </w:rPr>
  </w:style>
  <w:style w:type="character" w:customStyle="1" w:styleId="StandardfettZchn">
    <w:name w:val="Standard fett Zchn"/>
    <w:basedOn w:val="Absatz-Standardschriftart"/>
    <w:link w:val="Standardfett"/>
    <w:rsid w:val="00FE0B26"/>
    <w:rPr>
      <w:rFonts w:ascii="Verdana" w:hAnsi="Verdana"/>
      <w:b/>
      <w:bCs/>
      <w:color w:val="333333"/>
      <w:sz w:val="18"/>
      <w:szCs w:val="24"/>
      <w:lang w:val="de-DE" w:eastAsia="de-DE" w:bidi="ar-SA"/>
    </w:rPr>
  </w:style>
  <w:style w:type="paragraph" w:styleId="Sprechblasentext">
    <w:name w:val="Balloon Text"/>
    <w:basedOn w:val="Standard"/>
    <w:semiHidden/>
    <w:rsid w:val="005910AA"/>
    <w:rPr>
      <w:rFonts w:ascii="Tahoma" w:hAnsi="Tahoma" w:cs="Tahoma"/>
      <w:sz w:val="16"/>
      <w:szCs w:val="16"/>
    </w:rPr>
  </w:style>
  <w:style w:type="paragraph" w:customStyle="1" w:styleId="HeaderDeckblatt">
    <w:name w:val="Header Deckblatt"/>
    <w:basedOn w:val="berschrift9"/>
    <w:rsid w:val="00CE54CA"/>
    <w:pPr>
      <w:numPr>
        <w:ilvl w:val="0"/>
        <w:numId w:val="0"/>
      </w:numPr>
      <w:spacing w:before="3840" w:line="700" w:lineRule="exact"/>
      <w:jc w:val="right"/>
    </w:pPr>
    <w:rPr>
      <w:color w:val="999999"/>
      <w:sz w:val="48"/>
      <w:lang w:val="en-GB"/>
    </w:rPr>
  </w:style>
  <w:style w:type="paragraph" w:customStyle="1" w:styleId="berschrift">
    <w:name w:val="Überschrift"/>
    <w:basedOn w:val="berschrift1"/>
    <w:next w:val="Standard"/>
    <w:link w:val="berschriftZchn"/>
    <w:rsid w:val="000F237A"/>
    <w:pPr>
      <w:numPr>
        <w:numId w:val="0"/>
      </w:numPr>
    </w:pPr>
  </w:style>
  <w:style w:type="character" w:customStyle="1" w:styleId="berschriftZchn">
    <w:name w:val="Überschrift Zchn"/>
    <w:basedOn w:val="berschrift1Zchn"/>
    <w:link w:val="berschrift"/>
    <w:rsid w:val="000F237A"/>
    <w:rPr>
      <w:rFonts w:ascii="Verdana" w:hAnsi="Verdana" w:cs="Arial"/>
      <w:b/>
      <w:bCs/>
      <w:color w:val="333333"/>
      <w:kern w:val="32"/>
      <w:sz w:val="18"/>
      <w:szCs w:val="32"/>
      <w:lang w:val="en-GB"/>
    </w:rPr>
  </w:style>
  <w:style w:type="paragraph" w:styleId="Verzeichnis1">
    <w:name w:val="toc 1"/>
    <w:basedOn w:val="Standard"/>
    <w:next w:val="Standard"/>
    <w:autoRedefine/>
    <w:uiPriority w:val="39"/>
    <w:rsid w:val="00250C16"/>
    <w:pPr>
      <w:tabs>
        <w:tab w:val="right" w:leader="dot" w:pos="9627"/>
      </w:tabs>
    </w:pPr>
    <w:rPr>
      <w:sz w:val="16"/>
      <w:szCs w:val="16"/>
    </w:rPr>
  </w:style>
  <w:style w:type="paragraph" w:styleId="Verzeichnis2">
    <w:name w:val="toc 2"/>
    <w:basedOn w:val="Standard"/>
    <w:next w:val="Standard"/>
    <w:autoRedefine/>
    <w:uiPriority w:val="39"/>
    <w:rsid w:val="00F006DD"/>
    <w:pPr>
      <w:tabs>
        <w:tab w:val="left" w:pos="880"/>
        <w:tab w:val="right" w:leader="dot" w:pos="9627"/>
      </w:tabs>
      <w:ind w:left="200"/>
    </w:pPr>
    <w:rPr>
      <w:sz w:val="16"/>
    </w:rPr>
  </w:style>
  <w:style w:type="paragraph" w:styleId="Verzeichnis3">
    <w:name w:val="toc 3"/>
    <w:basedOn w:val="Standard"/>
    <w:next w:val="Standard"/>
    <w:autoRedefine/>
    <w:uiPriority w:val="39"/>
    <w:rsid w:val="00446FCC"/>
    <w:pPr>
      <w:ind w:left="400"/>
    </w:pPr>
    <w:rPr>
      <w:sz w:val="16"/>
    </w:rPr>
  </w:style>
  <w:style w:type="paragraph" w:customStyle="1" w:styleId="Klassifizierung">
    <w:name w:val="Klassifizierung"/>
    <w:basedOn w:val="Standard"/>
    <w:rsid w:val="008F307F"/>
    <w:rPr>
      <w:b/>
      <w:color w:val="DB0B0B"/>
      <w:sz w:val="24"/>
    </w:rPr>
  </w:style>
  <w:style w:type="paragraph" w:customStyle="1" w:styleId="Tabellentext">
    <w:name w:val="Tabellentext"/>
    <w:basedOn w:val="Standard"/>
    <w:qFormat/>
    <w:rsid w:val="00581806"/>
    <w:pPr>
      <w:spacing w:before="40" w:after="40" w:line="240" w:lineRule="auto"/>
      <w:ind w:left="113" w:right="113"/>
    </w:pPr>
    <w:rPr>
      <w:bCs/>
    </w:rPr>
  </w:style>
  <w:style w:type="paragraph" w:customStyle="1" w:styleId="ToDo">
    <w:name w:val="ToDo"/>
    <w:basedOn w:val="Standard"/>
    <w:next w:val="Standard"/>
    <w:rsid w:val="00333EAE"/>
    <w:rPr>
      <w:b/>
      <w:color w:val="009900"/>
    </w:rPr>
  </w:style>
  <w:style w:type="paragraph" w:customStyle="1" w:styleId="ZuKlren">
    <w:name w:val="Zu Klären"/>
    <w:basedOn w:val="Standard"/>
    <w:next w:val="Standard"/>
    <w:rsid w:val="00333EAE"/>
    <w:rPr>
      <w:b/>
      <w:color w:val="CC0000"/>
    </w:rPr>
  </w:style>
  <w:style w:type="paragraph" w:customStyle="1" w:styleId="Headline">
    <w:name w:val="Headline"/>
    <w:basedOn w:val="berschrift1"/>
    <w:link w:val="HeadlineChar1"/>
    <w:rsid w:val="000921AA"/>
    <w:pPr>
      <w:numPr>
        <w:numId w:val="0"/>
      </w:numPr>
      <w:tabs>
        <w:tab w:val="clear" w:pos="312"/>
        <w:tab w:val="clear" w:pos="482"/>
        <w:tab w:val="clear" w:pos="652"/>
        <w:tab w:val="clear" w:pos="822"/>
      </w:tabs>
    </w:pPr>
    <w:rPr>
      <w:color w:val="auto"/>
    </w:rPr>
  </w:style>
  <w:style w:type="character" w:customStyle="1" w:styleId="HeadlineChar1">
    <w:name w:val="Headline Char1"/>
    <w:basedOn w:val="Absatz-Standardschriftart"/>
    <w:link w:val="Headline"/>
    <w:rsid w:val="000921AA"/>
    <w:rPr>
      <w:rFonts w:ascii="Verdana" w:hAnsi="Verdana" w:cs="Arial"/>
      <w:b/>
      <w:bCs/>
      <w:kern w:val="32"/>
      <w:sz w:val="18"/>
      <w:szCs w:val="32"/>
      <w:lang w:val="en-GB" w:eastAsia="de-DE" w:bidi="ar-SA"/>
    </w:rPr>
  </w:style>
  <w:style w:type="table" w:styleId="Tabellenraster">
    <w:name w:val="Table Grid"/>
    <w:basedOn w:val="NormaleTabelle"/>
    <w:rsid w:val="000921AA"/>
    <w:pPr>
      <w:spacing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CourierNew10pt">
    <w:name w:val="Formatvorlage Courier New 10 pt"/>
    <w:basedOn w:val="Absatz-Standardschriftart"/>
    <w:rsid w:val="00715D90"/>
    <w:rPr>
      <w:rFonts w:ascii="Courier New" w:hAnsi="Courier New"/>
    </w:rPr>
  </w:style>
  <w:style w:type="character" w:customStyle="1" w:styleId="FormatvorlageCourierNew10ptKursiv">
    <w:name w:val="Formatvorlage Courier New 10 pt Kursiv"/>
    <w:basedOn w:val="Absatz-Standardschriftart"/>
    <w:rsid w:val="00F132B9"/>
    <w:rPr>
      <w:rFonts w:ascii="Courier New" w:hAnsi="Courier New"/>
      <w:i/>
      <w:iCs/>
      <w:sz w:val="18"/>
    </w:rPr>
  </w:style>
  <w:style w:type="paragraph" w:customStyle="1" w:styleId="Tabellenheader">
    <w:name w:val="Tabellenheader"/>
    <w:basedOn w:val="Standard"/>
    <w:qFormat/>
    <w:rsid w:val="00F132B9"/>
    <w:pPr>
      <w:spacing w:before="40" w:after="40" w:line="240" w:lineRule="auto"/>
    </w:pPr>
    <w:rPr>
      <w:b/>
      <w:color w:val="FFFFFF"/>
    </w:rPr>
  </w:style>
  <w:style w:type="table" w:customStyle="1" w:styleId="Formatvorlage1">
    <w:name w:val="Formatvorlage1"/>
    <w:basedOn w:val="NormaleTabelle"/>
    <w:rsid w:val="00581806"/>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
    <w:name w:val="Tabelle"/>
    <w:basedOn w:val="NormaleTabelle"/>
    <w:rsid w:val="00AC09A1"/>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style>
  <w:style w:type="paragraph" w:customStyle="1" w:styleId="Nummerierung">
    <w:name w:val="Nummerierung"/>
    <w:basedOn w:val="Standard"/>
    <w:qFormat/>
    <w:rsid w:val="00B32CA7"/>
    <w:pPr>
      <w:numPr>
        <w:numId w:val="5"/>
      </w:numPr>
      <w:spacing w:before="40"/>
      <w:ind w:left="714" w:hanging="357"/>
    </w:pPr>
  </w:style>
  <w:style w:type="paragraph" w:styleId="Kopfzeile">
    <w:name w:val="header"/>
    <w:basedOn w:val="Standard"/>
    <w:link w:val="KopfzeileZchn"/>
    <w:uiPriority w:val="99"/>
    <w:unhideWhenUsed/>
    <w:rsid w:val="00CE2662"/>
    <w:pPr>
      <w:tabs>
        <w:tab w:val="center" w:pos="4536"/>
        <w:tab w:val="right" w:pos="9072"/>
      </w:tabs>
    </w:pPr>
  </w:style>
  <w:style w:type="character" w:customStyle="1" w:styleId="KopfzeileZchn">
    <w:name w:val="Kopfzeile Zchn"/>
    <w:basedOn w:val="Absatz-Standardschriftart"/>
    <w:link w:val="Kopfzeile"/>
    <w:uiPriority w:val="99"/>
    <w:rsid w:val="00CE2662"/>
    <w:rPr>
      <w:rFonts w:ascii="Verdana" w:hAnsi="Verdana"/>
      <w:sz w:val="18"/>
      <w:szCs w:val="24"/>
    </w:rPr>
  </w:style>
  <w:style w:type="character" w:customStyle="1" w:styleId="FuzeileZchn">
    <w:name w:val="Fußzeile Zchn"/>
    <w:basedOn w:val="Absatz-Standardschriftart"/>
    <w:link w:val="Fuzeile"/>
    <w:rsid w:val="008F307F"/>
    <w:rPr>
      <w:rFonts w:ascii="Verdana" w:hAnsi="Verdana"/>
      <w:b/>
      <w:color w:val="808080"/>
      <w:sz w:val="14"/>
      <w:szCs w:val="24"/>
    </w:rPr>
  </w:style>
  <w:style w:type="paragraph" w:styleId="Listenabsatz">
    <w:name w:val="List Paragraph"/>
    <w:basedOn w:val="Standard"/>
    <w:qFormat/>
    <w:rsid w:val="00A500E1"/>
    <w:pPr>
      <w:ind w:left="720"/>
      <w:contextualSpacing/>
    </w:pPr>
  </w:style>
  <w:style w:type="paragraph" w:customStyle="1" w:styleId="EingabefelderundNavigationsschritte">
    <w:name w:val="Eingabefelder und Navigationsschritte"/>
    <w:basedOn w:val="Standard"/>
    <w:link w:val="EingabefelderundNavigationsschritteZchn"/>
    <w:qFormat/>
    <w:rsid w:val="00713DCC"/>
    <w:rPr>
      <w:b/>
    </w:rPr>
  </w:style>
  <w:style w:type="paragraph" w:customStyle="1" w:styleId="BenutzereingabenundCode">
    <w:name w:val="Benutzereingaben und Code"/>
    <w:basedOn w:val="Standard"/>
    <w:next w:val="Standard"/>
    <w:link w:val="BenutzereingabenundCodeZchn"/>
    <w:qFormat/>
    <w:rsid w:val="00B32B69"/>
    <w:pPr>
      <w:shd w:val="clear" w:color="auto" w:fill="DEDEDE"/>
      <w:autoSpaceDE w:val="0"/>
      <w:autoSpaceDN w:val="0"/>
      <w:adjustRightInd w:val="0"/>
    </w:pPr>
    <w:rPr>
      <w:rFonts w:ascii="Courier New" w:hAnsi="Courier New"/>
      <w:color w:val="244061"/>
    </w:rPr>
  </w:style>
  <w:style w:type="paragraph" w:customStyle="1" w:styleId="DateinamenundPfade">
    <w:name w:val="Dateinamen und Pfade"/>
    <w:basedOn w:val="Standard"/>
    <w:link w:val="DateinamenundPfadeZchn"/>
    <w:qFormat/>
    <w:rsid w:val="00B32B69"/>
    <w:rPr>
      <w:b/>
      <w:i/>
      <w:color w:val="404040"/>
    </w:rPr>
  </w:style>
  <w:style w:type="character" w:customStyle="1" w:styleId="EingabefelderundNavigationsschritteZchn">
    <w:name w:val="Eingabefelder und Navigationsschritte Zchn"/>
    <w:basedOn w:val="Absatz-Standardschriftart"/>
    <w:link w:val="EingabefelderundNavigationsschritte"/>
    <w:rsid w:val="00063FE4"/>
    <w:rPr>
      <w:rFonts w:ascii="Verdana" w:hAnsi="Verdana"/>
      <w:b/>
      <w:sz w:val="18"/>
      <w:szCs w:val="24"/>
    </w:rPr>
  </w:style>
  <w:style w:type="paragraph" w:customStyle="1" w:styleId="Warnungen">
    <w:name w:val="Warnungen"/>
    <w:basedOn w:val="Standard"/>
    <w:next w:val="Standard"/>
    <w:link w:val="WarnungenZchn"/>
    <w:qFormat/>
    <w:rsid w:val="00715D90"/>
    <w:rPr>
      <w:b/>
      <w:color w:val="DB0B0B"/>
    </w:rPr>
  </w:style>
  <w:style w:type="character" w:customStyle="1" w:styleId="DateinamenundPfadeZchn">
    <w:name w:val="Dateinamen und Pfade Zchn"/>
    <w:basedOn w:val="Absatz-Standardschriftart"/>
    <w:link w:val="DateinamenundPfade"/>
    <w:rsid w:val="00B32B69"/>
    <w:rPr>
      <w:rFonts w:ascii="Verdana" w:hAnsi="Verdana"/>
      <w:b/>
      <w:i/>
      <w:color w:val="404040"/>
      <w:sz w:val="18"/>
      <w:szCs w:val="24"/>
    </w:rPr>
  </w:style>
  <w:style w:type="paragraph" w:customStyle="1" w:styleId="URL">
    <w:name w:val="URL"/>
    <w:basedOn w:val="Standard"/>
    <w:qFormat/>
    <w:rsid w:val="00A90414"/>
    <w:pPr>
      <w:shd w:val="clear" w:color="auto" w:fill="BFBFBF"/>
    </w:pPr>
    <w:rPr>
      <w:rFonts w:ascii="Courier New" w:hAnsi="Courier New"/>
    </w:rPr>
  </w:style>
  <w:style w:type="character" w:customStyle="1" w:styleId="BenutzereingabenundCodeZchn">
    <w:name w:val="Benutzereingaben und Code Zchn"/>
    <w:basedOn w:val="Absatz-Standardschriftart"/>
    <w:link w:val="BenutzereingabenundCode"/>
    <w:rsid w:val="00B32B69"/>
    <w:rPr>
      <w:rFonts w:ascii="Courier New" w:hAnsi="Courier New"/>
      <w:color w:val="244061"/>
      <w:sz w:val="18"/>
      <w:szCs w:val="24"/>
      <w:shd w:val="clear" w:color="auto" w:fill="DEDEDE"/>
    </w:rPr>
  </w:style>
  <w:style w:type="character" w:customStyle="1" w:styleId="WarnungenZchn">
    <w:name w:val="Warnungen Zchn"/>
    <w:basedOn w:val="Absatz-Standardschriftart"/>
    <w:link w:val="Warnungen"/>
    <w:rsid w:val="000E7879"/>
    <w:rPr>
      <w:rFonts w:ascii="Verdana" w:hAnsi="Verdana"/>
      <w:b/>
      <w:color w:val="DB0B0B"/>
      <w:sz w:val="18"/>
      <w:szCs w:val="24"/>
    </w:rPr>
  </w:style>
  <w:style w:type="paragraph" w:styleId="Titel">
    <w:name w:val="Title"/>
    <w:basedOn w:val="Standard"/>
    <w:next w:val="Standard"/>
    <w:link w:val="TitelZchn"/>
    <w:uiPriority w:val="10"/>
    <w:qFormat/>
    <w:rsid w:val="004501E4"/>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rsid w:val="004501E4"/>
    <w:rPr>
      <w:rFonts w:ascii="Cambria" w:eastAsia="Times New Roman" w:hAnsi="Cambria" w:cs="Times New Roman"/>
      <w:b/>
      <w:bCs/>
      <w:kern w:val="28"/>
      <w:sz w:val="32"/>
      <w:szCs w:val="32"/>
    </w:rPr>
  </w:style>
  <w:style w:type="paragraph" w:customStyle="1" w:styleId="Default">
    <w:name w:val="Default"/>
    <w:rsid w:val="0051587B"/>
    <w:pPr>
      <w:autoSpaceDE w:val="0"/>
      <w:autoSpaceDN w:val="0"/>
      <w:adjustRightInd w:val="0"/>
    </w:pPr>
    <w:rPr>
      <w:rFonts w:ascii="Verdana" w:hAnsi="Verdana" w:cs="Verdana"/>
      <w:color w:val="000000"/>
      <w:sz w:val="24"/>
      <w:szCs w:val="24"/>
    </w:rPr>
  </w:style>
  <w:style w:type="character" w:styleId="Kommentarzeichen">
    <w:name w:val="annotation reference"/>
    <w:basedOn w:val="Absatz-Standardschriftart"/>
    <w:uiPriority w:val="99"/>
    <w:semiHidden/>
    <w:unhideWhenUsed/>
    <w:rsid w:val="007B432E"/>
    <w:rPr>
      <w:sz w:val="16"/>
      <w:szCs w:val="16"/>
    </w:rPr>
  </w:style>
  <w:style w:type="paragraph" w:styleId="Kommentartext">
    <w:name w:val="annotation text"/>
    <w:basedOn w:val="Standard"/>
    <w:link w:val="KommentartextZchn"/>
    <w:uiPriority w:val="99"/>
    <w:semiHidden/>
    <w:unhideWhenUsed/>
    <w:rsid w:val="007B432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B432E"/>
    <w:rPr>
      <w:rFonts w:ascii="Verdana" w:hAnsi="Verdana"/>
    </w:rPr>
  </w:style>
  <w:style w:type="paragraph" w:styleId="Kommentarthema">
    <w:name w:val="annotation subject"/>
    <w:basedOn w:val="Kommentartext"/>
    <w:next w:val="Kommentartext"/>
    <w:link w:val="KommentarthemaZchn"/>
    <w:uiPriority w:val="99"/>
    <w:semiHidden/>
    <w:unhideWhenUsed/>
    <w:rsid w:val="007B432E"/>
    <w:rPr>
      <w:b/>
      <w:bCs/>
    </w:rPr>
  </w:style>
  <w:style w:type="character" w:customStyle="1" w:styleId="KommentarthemaZchn">
    <w:name w:val="Kommentarthema Zchn"/>
    <w:basedOn w:val="KommentartextZchn"/>
    <w:link w:val="Kommentarthema"/>
    <w:uiPriority w:val="99"/>
    <w:semiHidden/>
    <w:rsid w:val="007B432E"/>
    <w:rPr>
      <w:rFonts w:ascii="Verdana" w:hAnsi="Verdana"/>
      <w:b/>
      <w:bCs/>
    </w:rPr>
  </w:style>
  <w:style w:type="paragraph" w:styleId="berarbeitung">
    <w:name w:val="Revision"/>
    <w:hidden/>
    <w:uiPriority w:val="99"/>
    <w:semiHidden/>
    <w:rsid w:val="008B6650"/>
    <w:rPr>
      <w:rFonts w:ascii="Verdana" w:hAnsi="Verdana"/>
      <w:sz w:val="18"/>
      <w:szCs w:val="24"/>
    </w:rPr>
  </w:style>
  <w:style w:type="paragraph" w:styleId="Beschriftung">
    <w:name w:val="caption"/>
    <w:basedOn w:val="Standard"/>
    <w:next w:val="Standard"/>
    <w:uiPriority w:val="35"/>
    <w:unhideWhenUsed/>
    <w:qFormat/>
    <w:rsid w:val="00625BF5"/>
    <w:pPr>
      <w:spacing w:after="200" w:line="240" w:lineRule="auto"/>
    </w:pPr>
    <w:rPr>
      <w:i/>
      <w:iCs/>
      <w:color w:val="1F497D"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051074">
      <w:bodyDiv w:val="1"/>
      <w:marLeft w:val="0"/>
      <w:marRight w:val="0"/>
      <w:marTop w:val="0"/>
      <w:marBottom w:val="0"/>
      <w:divBdr>
        <w:top w:val="none" w:sz="0" w:space="0" w:color="auto"/>
        <w:left w:val="none" w:sz="0" w:space="0" w:color="auto"/>
        <w:bottom w:val="none" w:sz="0" w:space="0" w:color="auto"/>
        <w:right w:val="none" w:sz="0" w:space="0" w:color="auto"/>
      </w:divBdr>
    </w:div>
    <w:div w:id="1225023272">
      <w:bodyDiv w:val="1"/>
      <w:marLeft w:val="0"/>
      <w:marRight w:val="0"/>
      <w:marTop w:val="0"/>
      <w:marBottom w:val="0"/>
      <w:divBdr>
        <w:top w:val="none" w:sz="0" w:space="0" w:color="auto"/>
        <w:left w:val="none" w:sz="0" w:space="0" w:color="auto"/>
        <w:bottom w:val="none" w:sz="0" w:space="0" w:color="auto"/>
        <w:right w:val="none" w:sz="0" w:space="0" w:color="auto"/>
      </w:divBdr>
    </w:div>
    <w:div w:id="122718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github.com/OXID-eSales/paypal/blob/master/README.md"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oxid-esales.com" TargetMode="External"/><Relationship Id="rId23" Type="http://schemas.openxmlformats.org/officeDocument/2006/relationships/hyperlink" Target="http://www.paypal.de/logopaypal" TargetMode="External"/><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oxid-esales.com" TargetMode="External"/><Relationship Id="rId22" Type="http://schemas.openxmlformats.org/officeDocument/2006/relationships/image" Target="media/image9.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oxid-esales.com" TargetMode="External"/><Relationship Id="rId1" Type="http://schemas.openxmlformats.org/officeDocument/2006/relationships/hyperlink" Target="mailto:info@oxid-esales.com"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oxid-esales.com" TargetMode="External"/><Relationship Id="rId1" Type="http://schemas.openxmlformats.org/officeDocument/2006/relationships/hyperlink" Target="mailto:info@oxid-esal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00_Freigegebene%20Dokumente\Vorlagen\Dokumentvorlagen-Word\Deutsch\Doku_2009_05.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C0F28-715E-4D92-8264-F97C37E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Doku_2009_05.dot</Template>
  <TotalTime>0</TotalTime>
  <Pages>1</Pages>
  <Words>2484</Words>
  <Characters>15651</Characters>
  <Application>Microsoft Office Word</Application>
  <DocSecurity>0</DocSecurity>
  <Lines>130</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Benutzerhandbuch PayPal</vt:lpstr>
      <vt:lpstr>Benutzerhandbuch PayPal Standalone</vt:lpstr>
    </vt:vector>
  </TitlesOfParts>
  <Company>OXID eSales GmbH</Company>
  <LinksUpToDate>false</LinksUpToDate>
  <CharactersWithSpaces>18099</CharactersWithSpaces>
  <SharedDoc>false</SharedDoc>
  <HLinks>
    <vt:vector size="216" baseType="variant">
      <vt:variant>
        <vt:i4>7012471</vt:i4>
      </vt:variant>
      <vt:variant>
        <vt:i4>192</vt:i4>
      </vt:variant>
      <vt:variant>
        <vt:i4>0</vt:i4>
      </vt:variant>
      <vt:variant>
        <vt:i4>5</vt:i4>
      </vt:variant>
      <vt:variant>
        <vt:lpwstr>http://www.paypal.de/logopaypal</vt:lpwstr>
      </vt:variant>
      <vt:variant>
        <vt:lpwstr/>
      </vt:variant>
      <vt:variant>
        <vt:i4>7995493</vt:i4>
      </vt:variant>
      <vt:variant>
        <vt:i4>189</vt:i4>
      </vt:variant>
      <vt:variant>
        <vt:i4>0</vt:i4>
      </vt:variant>
      <vt:variant>
        <vt:i4>5</vt:i4>
      </vt:variant>
      <vt:variant>
        <vt:lpwstr>http://www.oxid-esales.com/de/resources/help-faq/eshop-manual/zahlungsarten-grundlagen</vt:lpwstr>
      </vt:variant>
      <vt:variant>
        <vt:lpwstr/>
      </vt:variant>
      <vt:variant>
        <vt:i4>2228322</vt:i4>
      </vt:variant>
      <vt:variant>
        <vt:i4>186</vt:i4>
      </vt:variant>
      <vt:variant>
        <vt:i4>0</vt:i4>
      </vt:variant>
      <vt:variant>
        <vt:i4>5</vt:i4>
      </vt:variant>
      <vt:variant>
        <vt:lpwstr>http://www.ihreshop.de/check_system_requirements.php</vt:lpwstr>
      </vt:variant>
      <vt:variant>
        <vt:lpwstr/>
      </vt:variant>
      <vt:variant>
        <vt:i4>3145835</vt:i4>
      </vt:variant>
      <vt:variant>
        <vt:i4>183</vt:i4>
      </vt:variant>
      <vt:variant>
        <vt:i4>0</vt:i4>
      </vt:variant>
      <vt:variant>
        <vt:i4>5</vt:i4>
      </vt:variant>
      <vt:variant>
        <vt:lpwstr>http://www.oxid-esales.com/de/service/consulting/onlineshop-service/einrichtung-portlet-paypal-ueber-oxid-efire</vt:lpwstr>
      </vt:variant>
      <vt:variant>
        <vt:lpwstr/>
      </vt:variant>
      <vt:variant>
        <vt:i4>1835059</vt:i4>
      </vt:variant>
      <vt:variant>
        <vt:i4>176</vt:i4>
      </vt:variant>
      <vt:variant>
        <vt:i4>0</vt:i4>
      </vt:variant>
      <vt:variant>
        <vt:i4>5</vt:i4>
      </vt:variant>
      <vt:variant>
        <vt:lpwstr/>
      </vt:variant>
      <vt:variant>
        <vt:lpwstr>_Toc290554432</vt:lpwstr>
      </vt:variant>
      <vt:variant>
        <vt:i4>1835059</vt:i4>
      </vt:variant>
      <vt:variant>
        <vt:i4>170</vt:i4>
      </vt:variant>
      <vt:variant>
        <vt:i4>0</vt:i4>
      </vt:variant>
      <vt:variant>
        <vt:i4>5</vt:i4>
      </vt:variant>
      <vt:variant>
        <vt:lpwstr/>
      </vt:variant>
      <vt:variant>
        <vt:lpwstr>_Toc290554431</vt:lpwstr>
      </vt:variant>
      <vt:variant>
        <vt:i4>1835059</vt:i4>
      </vt:variant>
      <vt:variant>
        <vt:i4>164</vt:i4>
      </vt:variant>
      <vt:variant>
        <vt:i4>0</vt:i4>
      </vt:variant>
      <vt:variant>
        <vt:i4>5</vt:i4>
      </vt:variant>
      <vt:variant>
        <vt:lpwstr/>
      </vt:variant>
      <vt:variant>
        <vt:lpwstr>_Toc290554430</vt:lpwstr>
      </vt:variant>
      <vt:variant>
        <vt:i4>1900595</vt:i4>
      </vt:variant>
      <vt:variant>
        <vt:i4>158</vt:i4>
      </vt:variant>
      <vt:variant>
        <vt:i4>0</vt:i4>
      </vt:variant>
      <vt:variant>
        <vt:i4>5</vt:i4>
      </vt:variant>
      <vt:variant>
        <vt:lpwstr/>
      </vt:variant>
      <vt:variant>
        <vt:lpwstr>_Toc290554429</vt:lpwstr>
      </vt:variant>
      <vt:variant>
        <vt:i4>1900595</vt:i4>
      </vt:variant>
      <vt:variant>
        <vt:i4>152</vt:i4>
      </vt:variant>
      <vt:variant>
        <vt:i4>0</vt:i4>
      </vt:variant>
      <vt:variant>
        <vt:i4>5</vt:i4>
      </vt:variant>
      <vt:variant>
        <vt:lpwstr/>
      </vt:variant>
      <vt:variant>
        <vt:lpwstr>_Toc290554428</vt:lpwstr>
      </vt:variant>
      <vt:variant>
        <vt:i4>1900595</vt:i4>
      </vt:variant>
      <vt:variant>
        <vt:i4>146</vt:i4>
      </vt:variant>
      <vt:variant>
        <vt:i4>0</vt:i4>
      </vt:variant>
      <vt:variant>
        <vt:i4>5</vt:i4>
      </vt:variant>
      <vt:variant>
        <vt:lpwstr/>
      </vt:variant>
      <vt:variant>
        <vt:lpwstr>_Toc290554427</vt:lpwstr>
      </vt:variant>
      <vt:variant>
        <vt:i4>1900595</vt:i4>
      </vt:variant>
      <vt:variant>
        <vt:i4>140</vt:i4>
      </vt:variant>
      <vt:variant>
        <vt:i4>0</vt:i4>
      </vt:variant>
      <vt:variant>
        <vt:i4>5</vt:i4>
      </vt:variant>
      <vt:variant>
        <vt:lpwstr/>
      </vt:variant>
      <vt:variant>
        <vt:lpwstr>_Toc290554426</vt:lpwstr>
      </vt:variant>
      <vt:variant>
        <vt:i4>1900595</vt:i4>
      </vt:variant>
      <vt:variant>
        <vt:i4>134</vt:i4>
      </vt:variant>
      <vt:variant>
        <vt:i4>0</vt:i4>
      </vt:variant>
      <vt:variant>
        <vt:i4>5</vt:i4>
      </vt:variant>
      <vt:variant>
        <vt:lpwstr/>
      </vt:variant>
      <vt:variant>
        <vt:lpwstr>_Toc290554425</vt:lpwstr>
      </vt:variant>
      <vt:variant>
        <vt:i4>1900595</vt:i4>
      </vt:variant>
      <vt:variant>
        <vt:i4>128</vt:i4>
      </vt:variant>
      <vt:variant>
        <vt:i4>0</vt:i4>
      </vt:variant>
      <vt:variant>
        <vt:i4>5</vt:i4>
      </vt:variant>
      <vt:variant>
        <vt:lpwstr/>
      </vt:variant>
      <vt:variant>
        <vt:lpwstr>_Toc290554424</vt:lpwstr>
      </vt:variant>
      <vt:variant>
        <vt:i4>1900595</vt:i4>
      </vt:variant>
      <vt:variant>
        <vt:i4>122</vt:i4>
      </vt:variant>
      <vt:variant>
        <vt:i4>0</vt:i4>
      </vt:variant>
      <vt:variant>
        <vt:i4>5</vt:i4>
      </vt:variant>
      <vt:variant>
        <vt:lpwstr/>
      </vt:variant>
      <vt:variant>
        <vt:lpwstr>_Toc290554423</vt:lpwstr>
      </vt:variant>
      <vt:variant>
        <vt:i4>1900595</vt:i4>
      </vt:variant>
      <vt:variant>
        <vt:i4>116</vt:i4>
      </vt:variant>
      <vt:variant>
        <vt:i4>0</vt:i4>
      </vt:variant>
      <vt:variant>
        <vt:i4>5</vt:i4>
      </vt:variant>
      <vt:variant>
        <vt:lpwstr/>
      </vt:variant>
      <vt:variant>
        <vt:lpwstr>_Toc290554422</vt:lpwstr>
      </vt:variant>
      <vt:variant>
        <vt:i4>1900595</vt:i4>
      </vt:variant>
      <vt:variant>
        <vt:i4>110</vt:i4>
      </vt:variant>
      <vt:variant>
        <vt:i4>0</vt:i4>
      </vt:variant>
      <vt:variant>
        <vt:i4>5</vt:i4>
      </vt:variant>
      <vt:variant>
        <vt:lpwstr/>
      </vt:variant>
      <vt:variant>
        <vt:lpwstr>_Toc290554421</vt:lpwstr>
      </vt:variant>
      <vt:variant>
        <vt:i4>1900595</vt:i4>
      </vt:variant>
      <vt:variant>
        <vt:i4>104</vt:i4>
      </vt:variant>
      <vt:variant>
        <vt:i4>0</vt:i4>
      </vt:variant>
      <vt:variant>
        <vt:i4>5</vt:i4>
      </vt:variant>
      <vt:variant>
        <vt:lpwstr/>
      </vt:variant>
      <vt:variant>
        <vt:lpwstr>_Toc290554420</vt:lpwstr>
      </vt:variant>
      <vt:variant>
        <vt:i4>1966131</vt:i4>
      </vt:variant>
      <vt:variant>
        <vt:i4>98</vt:i4>
      </vt:variant>
      <vt:variant>
        <vt:i4>0</vt:i4>
      </vt:variant>
      <vt:variant>
        <vt:i4>5</vt:i4>
      </vt:variant>
      <vt:variant>
        <vt:lpwstr/>
      </vt:variant>
      <vt:variant>
        <vt:lpwstr>_Toc290554419</vt:lpwstr>
      </vt:variant>
      <vt:variant>
        <vt:i4>1966131</vt:i4>
      </vt:variant>
      <vt:variant>
        <vt:i4>92</vt:i4>
      </vt:variant>
      <vt:variant>
        <vt:i4>0</vt:i4>
      </vt:variant>
      <vt:variant>
        <vt:i4>5</vt:i4>
      </vt:variant>
      <vt:variant>
        <vt:lpwstr/>
      </vt:variant>
      <vt:variant>
        <vt:lpwstr>_Toc290554418</vt:lpwstr>
      </vt:variant>
      <vt:variant>
        <vt:i4>1966131</vt:i4>
      </vt:variant>
      <vt:variant>
        <vt:i4>86</vt:i4>
      </vt:variant>
      <vt:variant>
        <vt:i4>0</vt:i4>
      </vt:variant>
      <vt:variant>
        <vt:i4>5</vt:i4>
      </vt:variant>
      <vt:variant>
        <vt:lpwstr/>
      </vt:variant>
      <vt:variant>
        <vt:lpwstr>_Toc290554417</vt:lpwstr>
      </vt:variant>
      <vt:variant>
        <vt:i4>1966131</vt:i4>
      </vt:variant>
      <vt:variant>
        <vt:i4>80</vt:i4>
      </vt:variant>
      <vt:variant>
        <vt:i4>0</vt:i4>
      </vt:variant>
      <vt:variant>
        <vt:i4>5</vt:i4>
      </vt:variant>
      <vt:variant>
        <vt:lpwstr/>
      </vt:variant>
      <vt:variant>
        <vt:lpwstr>_Toc290554416</vt:lpwstr>
      </vt:variant>
      <vt:variant>
        <vt:i4>1966131</vt:i4>
      </vt:variant>
      <vt:variant>
        <vt:i4>74</vt:i4>
      </vt:variant>
      <vt:variant>
        <vt:i4>0</vt:i4>
      </vt:variant>
      <vt:variant>
        <vt:i4>5</vt:i4>
      </vt:variant>
      <vt:variant>
        <vt:lpwstr/>
      </vt:variant>
      <vt:variant>
        <vt:lpwstr>_Toc290554415</vt:lpwstr>
      </vt:variant>
      <vt:variant>
        <vt:i4>1966131</vt:i4>
      </vt:variant>
      <vt:variant>
        <vt:i4>68</vt:i4>
      </vt:variant>
      <vt:variant>
        <vt:i4>0</vt:i4>
      </vt:variant>
      <vt:variant>
        <vt:i4>5</vt:i4>
      </vt:variant>
      <vt:variant>
        <vt:lpwstr/>
      </vt:variant>
      <vt:variant>
        <vt:lpwstr>_Toc290554414</vt:lpwstr>
      </vt:variant>
      <vt:variant>
        <vt:i4>1966131</vt:i4>
      </vt:variant>
      <vt:variant>
        <vt:i4>62</vt:i4>
      </vt:variant>
      <vt:variant>
        <vt:i4>0</vt:i4>
      </vt:variant>
      <vt:variant>
        <vt:i4>5</vt:i4>
      </vt:variant>
      <vt:variant>
        <vt:lpwstr/>
      </vt:variant>
      <vt:variant>
        <vt:lpwstr>_Toc290554413</vt:lpwstr>
      </vt:variant>
      <vt:variant>
        <vt:i4>1966131</vt:i4>
      </vt:variant>
      <vt:variant>
        <vt:i4>56</vt:i4>
      </vt:variant>
      <vt:variant>
        <vt:i4>0</vt:i4>
      </vt:variant>
      <vt:variant>
        <vt:i4>5</vt:i4>
      </vt:variant>
      <vt:variant>
        <vt:lpwstr/>
      </vt:variant>
      <vt:variant>
        <vt:lpwstr>_Toc290554412</vt:lpwstr>
      </vt:variant>
      <vt:variant>
        <vt:i4>1966131</vt:i4>
      </vt:variant>
      <vt:variant>
        <vt:i4>50</vt:i4>
      </vt:variant>
      <vt:variant>
        <vt:i4>0</vt:i4>
      </vt:variant>
      <vt:variant>
        <vt:i4>5</vt:i4>
      </vt:variant>
      <vt:variant>
        <vt:lpwstr/>
      </vt:variant>
      <vt:variant>
        <vt:lpwstr>_Toc290554411</vt:lpwstr>
      </vt:variant>
      <vt:variant>
        <vt:i4>1966131</vt:i4>
      </vt:variant>
      <vt:variant>
        <vt:i4>44</vt:i4>
      </vt:variant>
      <vt:variant>
        <vt:i4>0</vt:i4>
      </vt:variant>
      <vt:variant>
        <vt:i4>5</vt:i4>
      </vt:variant>
      <vt:variant>
        <vt:lpwstr/>
      </vt:variant>
      <vt:variant>
        <vt:lpwstr>_Toc290554410</vt:lpwstr>
      </vt:variant>
      <vt:variant>
        <vt:i4>2031667</vt:i4>
      </vt:variant>
      <vt:variant>
        <vt:i4>38</vt:i4>
      </vt:variant>
      <vt:variant>
        <vt:i4>0</vt:i4>
      </vt:variant>
      <vt:variant>
        <vt:i4>5</vt:i4>
      </vt:variant>
      <vt:variant>
        <vt:lpwstr/>
      </vt:variant>
      <vt:variant>
        <vt:lpwstr>_Toc290554409</vt:lpwstr>
      </vt:variant>
      <vt:variant>
        <vt:i4>2031667</vt:i4>
      </vt:variant>
      <vt:variant>
        <vt:i4>32</vt:i4>
      </vt:variant>
      <vt:variant>
        <vt:i4>0</vt:i4>
      </vt:variant>
      <vt:variant>
        <vt:i4>5</vt:i4>
      </vt:variant>
      <vt:variant>
        <vt:lpwstr/>
      </vt:variant>
      <vt:variant>
        <vt:lpwstr>_Toc290554408</vt:lpwstr>
      </vt:variant>
      <vt:variant>
        <vt:i4>2031667</vt:i4>
      </vt:variant>
      <vt:variant>
        <vt:i4>26</vt:i4>
      </vt:variant>
      <vt:variant>
        <vt:i4>0</vt:i4>
      </vt:variant>
      <vt:variant>
        <vt:i4>5</vt:i4>
      </vt:variant>
      <vt:variant>
        <vt:lpwstr/>
      </vt:variant>
      <vt:variant>
        <vt:lpwstr>_Toc290554407</vt:lpwstr>
      </vt:variant>
      <vt:variant>
        <vt:i4>2031667</vt:i4>
      </vt:variant>
      <vt:variant>
        <vt:i4>20</vt:i4>
      </vt:variant>
      <vt:variant>
        <vt:i4>0</vt:i4>
      </vt:variant>
      <vt:variant>
        <vt:i4>5</vt:i4>
      </vt:variant>
      <vt:variant>
        <vt:lpwstr/>
      </vt:variant>
      <vt:variant>
        <vt:lpwstr>_Toc290554406</vt:lpwstr>
      </vt:variant>
      <vt:variant>
        <vt:i4>2031667</vt:i4>
      </vt:variant>
      <vt:variant>
        <vt:i4>14</vt:i4>
      </vt:variant>
      <vt:variant>
        <vt:i4>0</vt:i4>
      </vt:variant>
      <vt:variant>
        <vt:i4>5</vt:i4>
      </vt:variant>
      <vt:variant>
        <vt:lpwstr/>
      </vt:variant>
      <vt:variant>
        <vt:lpwstr>_Toc290554405</vt:lpwstr>
      </vt:variant>
      <vt:variant>
        <vt:i4>2031667</vt:i4>
      </vt:variant>
      <vt:variant>
        <vt:i4>8</vt:i4>
      </vt:variant>
      <vt:variant>
        <vt:i4>0</vt:i4>
      </vt:variant>
      <vt:variant>
        <vt:i4>5</vt:i4>
      </vt:variant>
      <vt:variant>
        <vt:lpwstr/>
      </vt:variant>
      <vt:variant>
        <vt:lpwstr>_Toc290554404</vt:lpwstr>
      </vt:variant>
      <vt:variant>
        <vt:i4>2031667</vt:i4>
      </vt:variant>
      <vt:variant>
        <vt:i4>2</vt:i4>
      </vt:variant>
      <vt:variant>
        <vt:i4>0</vt:i4>
      </vt:variant>
      <vt:variant>
        <vt:i4>5</vt:i4>
      </vt:variant>
      <vt:variant>
        <vt:lpwstr/>
      </vt:variant>
      <vt:variant>
        <vt:lpwstr>_Toc290554403</vt:lpwstr>
      </vt:variant>
      <vt:variant>
        <vt:i4>1114223</vt:i4>
      </vt:variant>
      <vt:variant>
        <vt:i4>9</vt:i4>
      </vt:variant>
      <vt:variant>
        <vt:i4>0</vt:i4>
      </vt:variant>
      <vt:variant>
        <vt:i4>5</vt:i4>
      </vt:variant>
      <vt:variant>
        <vt:lpwstr>mailto:info@oxid-esales.com</vt:lpwstr>
      </vt:variant>
      <vt:variant>
        <vt:lpwstr/>
      </vt:variant>
      <vt:variant>
        <vt:i4>1114223</vt:i4>
      </vt:variant>
      <vt:variant>
        <vt:i4>0</vt:i4>
      </vt:variant>
      <vt:variant>
        <vt:i4>0</vt:i4>
      </vt:variant>
      <vt:variant>
        <vt:i4>5</vt:i4>
      </vt:variant>
      <vt:variant>
        <vt:lpwstr>mailto:info@oxid-esales.com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Benutzerhandbuch PayPal</dc:title>
  <dc:creator>OXID eSales</dc:creator>
  <dc:description>Beschreibt das Moduls PayPal 5.2 für OXID eShop 6.0.*.</dc:description>
  <cp:lastModifiedBy>Juergen Busch</cp:lastModifiedBy>
  <cp:revision>37</cp:revision>
  <cp:lastPrinted>2018-05-03T12:11:00Z</cp:lastPrinted>
  <dcterms:created xsi:type="dcterms:W3CDTF">2017-06-01T13:13:00Z</dcterms:created>
  <dcterms:modified xsi:type="dcterms:W3CDTF">2018-05-03T12:11:00Z</dcterms:modified>
</cp:coreProperties>
</file>